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79F" w:rsidRDefault="00080FCE" w:rsidP="00D71331">
      <w:pPr>
        <w:jc w:val="center"/>
      </w:pPr>
      <w:r>
        <w:rPr>
          <w:noProof/>
        </w:rPr>
        <w:pict>
          <v:group id="Group 13" o:spid="_x0000_s1026" style="position:absolute;left:0;text-align:left;margin-left:-122pt;margin-top:-47.75pt;width:667.5pt;height:850.65pt;z-index:251660288" coordorigin="-1096,-293" coordsize="13350,1701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">
            <v:rect id="Rectangle 9" o:spid="_x0000_s1027" alt="Green marble" style="position:absolute;left:1271;top:-193;width:10983;height:169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pN3cMA&#10;AADcAAAADwAAAGRycy9kb3ducmV2LnhtbESPQWvCQBSE74L/YXmCN900pSKpq0ggpZeCGg8eH9nX&#10;JDT7Nuxuk/jvu0LB4zAz3zC7w2Q6MZDzrWUFL+sEBHFldcu1gmtZrLYgfEDW2FkmBXfycNjPZzvM&#10;tB35TMMl1CJC2GeooAmhz6T0VUMG/dr2xNH7ts5giNLVUjscI9x0Mk2SjTTYclxosKe8oern8msU&#10;fKSupN6dyi+f3+hYJF3Lt0Kp5WI6voMINIVn+L/9qRW8bt7gcSYe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pN3cMAAADcAAAADwAAAAAAAAAAAAAAAACYAgAAZHJzL2Rv&#10;d25yZXYueG1sUEsFBgAAAAAEAAQA9QAAAIgDAAAAAA==&#10;" stroked="f">
              <v:fill r:id="rId11" o:title="Green marble" recolor="t" rotate="t" type="tile"/>
            </v:rect>
            <v:rect id="Rectangle 3" o:spid="_x0000_s1028" style="position:absolute;left:-1096;top:-293;width:2367;height:16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klbsUA&#10;AADcAAAADwAAAGRycy9kb3ducmV2LnhtbESPzWrDMBCE74W8g9hALiWRk2KTOFFMWigUSg9N+gAb&#10;a2ObWCsjyT99+6pQ6HGYmW+YQzGZVgzkfGNZwXqVgCAurW64UvB1eV1uQfiArLG1TAq+yUNxnD0c&#10;MNd25E8azqESEcI+RwV1CF0upS9rMuhXtiOO3s06gyFKV0ntcIxw08pNkmTSYMNxocaOXmoq7+fe&#10;KLg8fuz8oLv3W+qG+/X6TCnZXqnFfDrtQQSawn/4r/2mFTxlGfyeiUdAH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mSVuxQAAANwAAAAPAAAAAAAAAAAAAAAAAJgCAABkcnMv&#10;ZG93bnJldi54bWxQSwUGAAAAAAQABAD1AAAAigMAAAAA&#10;" fillcolor="black [3213]" stroked="f">
              <v:fill color2="#1a1a1a [2909]" rotate="t" angle="90" focus="50%" type="gradient"/>
            </v:rect>
            <v:shapetype id="_x0000_t202" coordsize="21600,21600" o:spt="202" path="m,l,21600r21600,l21600,xe">
              <v:stroke joinstyle="miter"/>
              <v:path gradientshapeok="t" o:connecttype="rect"/>
            </v:shapetype>
            <v:shape id="Text Box 12" o:spid="_x0000_s1029" type="#_x0000_t202" style="position:absolute;left:1707;top:867;width:9854;height:139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M1cQA&#10;AADcAAAADwAAAGRycy9kb3ducmV2LnhtbESPSWvDMBSE74X8B/EKuTVSlyx1rYTSUsgpJSvk9rCe&#10;F2I9GUuJ3X8fBQI9DjPzDZMueluLC7W+cqzheaRAEGfOVFxo2G1/nmYgfEA2WDsmDX/kYTEfPKSY&#10;GNfxmi6bUIgIYZ+ghjKEJpHSZyVZ9CPXEEcvd63FEGVbSNNiF+G2li9KTaTFiuNCiQ19lZSdNmer&#10;Yb/Kj4c39Vt823HTuV5Jtu9S6+Fj//kBIlAf/sP39tJoeJ1M4XYmHgE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iDNXEAAAA3AAAAA8AAAAAAAAAAAAAAAAAmAIAAGRycy9k&#10;b3ducmV2LnhtbFBLBQYAAAAABAAEAPUAAACJAwAAAAA=&#10;" filled="f" stroked="f">
              <v:textbox>
                <w:txbxContent>
                  <w:sdt>
                    <w:sdtPr>
                      <w:rPr>
                        <w:rFonts w:ascii="Charlemagne Std" w:hAnsi="Charlemagne Std"/>
                        <w:b/>
                        <w:color w:val="FFFF00"/>
                        <w:sz w:val="96"/>
                        <w:szCs w:val="96"/>
                      </w:rPr>
                      <w:alias w:val="Title"/>
                      <w:id w:val="1471176639"/>
                      <w:dataBinding w:prefixMappings="xmlns:ns0='http://purl.org/dc/elements/1.1/' xmlns:ns1='http://schemas.openxmlformats.org/package/2006/metadata/core-properties' " w:xpath="/ns1:coreProperties[1]/ns0:title[1]" w:storeItemID="{6C3C8BC8-F283-45AE-878A-BAB7291924A1}"/>
                      <w:text/>
                    </w:sdtPr>
                    <w:sdtEndPr>
                      <w:rPr>
                        <w:rFonts w:asciiTheme="minorHAnsi" w:hAnsiTheme="minorHAnsi"/>
                        <w:b w:val="0"/>
                      </w:rPr>
                    </w:sdtEndPr>
                    <w:sdtContent>
                      <w:p w:rsidR="00D71331" w:rsidRPr="002B6407" w:rsidRDefault="00FC4549" w:rsidP="00D71331">
                        <w:pPr>
                          <w:jc w:val="center"/>
                          <w:rPr>
                            <w:rFonts w:ascii="Book Antiqua" w:hAnsi="Book Antiqua"/>
                            <w:sz w:val="80"/>
                            <w:szCs w:val="80"/>
                          </w:rPr>
                        </w:pPr>
                        <w:r w:rsidRPr="00E95F71">
                          <w:rPr>
                            <w:color w:val="FFFF00"/>
                            <w:sz w:val="96"/>
                            <w:szCs w:val="96"/>
                          </w:rPr>
                          <w:t>Cellphones in the Classroom Travel Journal</w:t>
                        </w:r>
                      </w:p>
                    </w:sdtContent>
                  </w:sdt>
                  <w:p w:rsidR="00D71331" w:rsidRDefault="00D71331"/>
                  <w:p w:rsidR="002B6407" w:rsidRDefault="002B6407"/>
                  <w:p w:rsidR="002B6407" w:rsidRDefault="002B6407"/>
                  <w:p w:rsidR="002B6407" w:rsidRDefault="002B6407"/>
                  <w:p w:rsidR="002B6407" w:rsidRDefault="002B6407"/>
                  <w:p w:rsidR="002B6407" w:rsidRDefault="002B6407"/>
                  <w:p w:rsidR="002B6407" w:rsidRDefault="002B6407"/>
                  <w:p w:rsidR="002B6407" w:rsidRDefault="002B6407"/>
                  <w:p w:rsidR="002B6407" w:rsidRDefault="002B6407"/>
                  <w:p w:rsidR="002B6407" w:rsidRPr="00FC4549" w:rsidRDefault="002B6407" w:rsidP="002B6407">
                    <w:pPr>
                      <w:jc w:val="center"/>
                      <w:rPr>
                        <w:rFonts w:ascii="Charlemagne Std" w:hAnsi="Charlemagne Std"/>
                        <w:color w:val="D6CC00"/>
                        <w:sz w:val="80"/>
                        <w:szCs w:val="80"/>
                      </w:rPr>
                    </w:pPr>
                  </w:p>
                  <w:p w:rsidR="002B6407" w:rsidRPr="00FC4549" w:rsidRDefault="002B6407" w:rsidP="002B6407">
                    <w:pPr>
                      <w:jc w:val="center"/>
                      <w:rPr>
                        <w:rFonts w:ascii="Charlemagne Std" w:hAnsi="Charlemagne Std"/>
                        <w:color w:val="D6CC00"/>
                        <w:sz w:val="80"/>
                        <w:szCs w:val="80"/>
                      </w:rPr>
                    </w:pPr>
                  </w:p>
                  <w:p w:rsidR="002B6407" w:rsidRPr="00FC4549" w:rsidRDefault="009D59CB" w:rsidP="002B6407">
                    <w:pPr>
                      <w:jc w:val="center"/>
                      <w:rPr>
                        <w:rFonts w:ascii="Charlemagne Std" w:hAnsi="Charlemagne Std"/>
                        <w:color w:val="D6CC00"/>
                        <w:sz w:val="80"/>
                        <w:szCs w:val="80"/>
                      </w:rPr>
                    </w:pPr>
                    <w:r>
                      <w:rPr>
                        <w:rFonts w:ascii="Charlemagne Std" w:hAnsi="Charlemagne Std"/>
                        <w:color w:val="D6CC00"/>
                        <w:sz w:val="80"/>
                        <w:szCs w:val="80"/>
                      </w:rPr>
                      <w:t>Student Name</w:t>
                    </w:r>
                  </w:p>
                  <w:p w:rsidR="002B6407" w:rsidRPr="00FC4549" w:rsidRDefault="002B6407" w:rsidP="002B6407">
                    <w:pPr>
                      <w:jc w:val="center"/>
                      <w:rPr>
                        <w:rFonts w:ascii="Charlemagne Std" w:hAnsi="Charlemagne Std"/>
                        <w:color w:val="D6CC00"/>
                        <w:sz w:val="80"/>
                        <w:szCs w:val="80"/>
                      </w:rPr>
                    </w:pPr>
                  </w:p>
                  <w:sdt>
                    <w:sdtPr>
                      <w:rPr>
                        <w:rFonts w:ascii="Charlemagne Std" w:hAnsi="Charlemagne Std"/>
                        <w:color w:val="D6CC00"/>
                        <w:sz w:val="80"/>
                        <w:szCs w:val="80"/>
                      </w:rPr>
                      <w:alias w:val="Author"/>
                      <w:id w:val="7920675"/>
                      <w:dataBinding w:prefixMappings="xmlns:ns0='http://purl.org/dc/elements/1.1/' xmlns:ns1='http://schemas.openxmlformats.org/package/2006/metadata/core-properties' " w:xpath="/ns1:coreProperties[1]/ns0:creator[1]" w:storeItemID="{6C3C8BC8-F283-45AE-878A-BAB7291924A1}"/>
                      <w:text/>
                    </w:sdtPr>
                    <w:sdtEndPr>
                      <w:rPr>
                        <w:rFonts w:asciiTheme="minorHAnsi" w:hAnsiTheme="minorHAnsi"/>
                        <w:color w:val="auto"/>
                        <w:sz w:val="22"/>
                        <w:szCs w:val="22"/>
                      </w:rPr>
                    </w:sdtEndPr>
                    <w:sdtContent>
                      <w:p w:rsidR="002B6407" w:rsidRPr="002B6407" w:rsidRDefault="00FC4549" w:rsidP="002B6407">
                        <w:pPr>
                          <w:jc w:val="center"/>
                          <w:rPr>
                            <w:sz w:val="80"/>
                            <w:szCs w:val="80"/>
                          </w:rPr>
                        </w:pPr>
                        <w:r w:rsidRPr="00FC4549">
                          <w:t>Student Name</w:t>
                        </w:r>
                      </w:p>
                    </w:sdtContent>
                  </w:sdt>
                </w:txbxContent>
              </v:textbox>
            </v:shape>
          </v:group>
        </w:pict>
      </w:r>
      <w:r w:rsidR="008B4924">
        <w:rPr>
          <w:noProof/>
        </w:rPr>
        <w:drawing>
          <wp:inline distT="0" distB="0" distL="0" distR="0">
            <wp:extent cx="619125" cy="1552575"/>
            <wp:effectExtent l="0" t="0" r="9525"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era_phone_flip_open_lg_clr.gif"/>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19125" cy="1552575"/>
                    </a:xfrm>
                    <a:prstGeom prst="rect">
                      <a:avLst/>
                    </a:prstGeom>
                  </pic:spPr>
                </pic:pic>
              </a:graphicData>
            </a:graphic>
          </wp:inline>
        </w:drawing>
      </w:r>
      <w:r w:rsidR="008B4924">
        <w:rPr>
          <w:color w:val="FFFF00"/>
          <w:sz w:val="96"/>
          <w:szCs w:val="96"/>
        </w:rPr>
        <w:t>z</w:t>
      </w:r>
    </w:p>
    <w:p w:rsidR="00FB418A" w:rsidRDefault="00E5079F" w:rsidP="00FC4549">
      <w:pPr>
        <w:jc w:val="center"/>
      </w:pPr>
      <w:r>
        <w:br w:type="page"/>
      </w:r>
      <w:r w:rsidR="00FC4549">
        <w:rPr>
          <w:noProof/>
        </w:rPr>
        <w:lastRenderedPageBreak/>
        <w:drawing>
          <wp:inline distT="0" distB="0" distL="0" distR="0">
            <wp:extent cx="1698171" cy="16981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ad_sign.jpg"/>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91269" cy="1691269"/>
                    </a:xfrm>
                    <a:prstGeom prst="rect">
                      <a:avLst/>
                    </a:prstGeom>
                  </pic:spPr>
                </pic:pic>
              </a:graphicData>
            </a:graphic>
          </wp:inline>
        </w:drawing>
      </w:r>
    </w:p>
    <w:p w:rsidR="007821E1" w:rsidRDefault="00080FCE">
      <w:r>
        <w:rPr>
          <w:noProof/>
        </w:rPr>
        <w:pict>
          <v:shape id="Text Box 382" o:spid="_x0000_s1030" type="#_x0000_t202" style="position:absolute;margin-left:-7.3pt;margin-top:-21.55pt;width:539.3pt;height:56.5pt;z-index:251716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" filled="f" stroked="f">
            <v:textbox style="mso-fit-shape-to-text:t">
              <w:txbxContent>
                <w:p w:rsidR="007821E1" w:rsidRPr="00FC4549" w:rsidRDefault="00FC4549" w:rsidP="007821E1">
                  <w:pPr>
                    <w:rPr>
                      <w:sz w:val="56"/>
                      <w:szCs w:val="56"/>
                    </w:rPr>
                  </w:pPr>
                  <w:r w:rsidRPr="00FC4549">
                    <w:rPr>
                      <w:sz w:val="56"/>
                      <w:szCs w:val="56"/>
                    </w:rPr>
                    <w:t>Cellphones in the Classroom</w:t>
                  </w:r>
                </w:p>
              </w:txbxContent>
            </v:textbox>
          </v:shape>
        </w:pict>
      </w:r>
      <w:r>
        <w:rPr>
          <w:noProof/>
        </w:rPr>
        <w:pict>
          <v:group id="Group 349" o:spid="_x0000_s1240" style="position:absolute;margin-left:-100.95pt;margin-top:-22in;width:665.45pt;height:44784.6pt;z-index:251715584" coordorigin="-5,-309" coordsize="133,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">
            <v:group id="Group 350" o:spid="_x0000_s1241"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yCbm8QAAADcAAAADwAAAGRycy9kb3ducmV2LnhtbESPQYvCMBSE78L+h/AW&#10;vGnaLS7SNYrIrngQYVUQb4/m2Rabl9LEtv57Iwgeh5n5hpktelOJlhpXWlYQjyMQxJnVJecKjoe/&#10;0RSE88gaK8uk4E4OFvOPwQxTbTv+p3bvcxEg7FJUUHhfp1K6rCCDbmxr4uBdbGPQB9nkUjfYBbip&#10;5FcUfUuDJYeFAmtaFZRd9zejYN1ht0zi33Z7vazu58Nkd9rGpNTws1/+gPDU+3f41d5oBUkSw/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yCbm8QAAADcAAAA&#10;DwAAAAAAAAAAAAAAAACqAgAAZHJzL2Rvd25yZXYueG1sUEsFBgAAAAAEAAQA+gAAAJsDAAAAAA==&#10;">
              <v:shapetype id="_x0000_t32" coordsize="21600,21600" o:spt="32" o:oned="t" path="m,l21600,21600e" filled="f">
                <v:path arrowok="t" fillok="f" o:connecttype="none"/>
                <o:lock v:ext="edit" shapetype="t"/>
              </v:shapetype>
              <v:shape id="AutoShape 351" o:spid="_x0000_s1244" type="#_x0000_t32" style="position:absolute;left:13;top:-309;width:1;height:895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J4GsQAAADcAAAADwAAAGRycy9kb3ducmV2LnhtbESP32rCMBTG7wd7h3AG3s3UiGN0RpHB&#10;oOxiYrsHODRnbbU5KUmmrU+/CMIuP74/P771drS9OJMPnWMNi3kGgrh2puNGw3f18fwKIkRkg71j&#10;0jBRgO3m8WGNuXEXPtC5jI1IIxxy1NDGOORShroli2HuBuLk/ThvMSbpG2k8XtK47aXKshdpseNE&#10;aHGg95bqU/lrE7fz12paqQI/V3t1LKryS02T1rOncfcGItIY/8P3dmE0LJcKbmfSEZ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MngaxAAAANwAAAAPAAAAAAAAAAAA&#10;AAAAAKECAABkcnMvZG93bnJldi54bWxQSwUGAAAAAAQABAD5AAAAkgMAAAAA&#10;" strokecolor="#ff5d5d" strokeweight="2.25pt"/>
              <v:group id="Group 352" o:spid="_x0000_s1242" style="position:absolute;left:-5;top:15;width:132;height:132" coordorigin="-518,1596" coordsize="13309,13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shape id="AutoShape 353" o:spid="_x0000_s1243" type="#_x0000_t32" style="position:absolute;left:-518;top:1596;width:129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m7H8QAAADcAAAADwAAAGRycy9kb3ducmV2LnhtbESPT2vCQBDF74V+h2UK3uomRkRSVxFB&#10;CGgPtT3Y25CdJqHZ2ZAdk/jtu4VCj4/358fb7CbXqoH60Hg2kM4TUMSltw1XBj7ej89rUEGQLbae&#10;ycCdAuy2jw8bzK0f+Y2Gi1QqjnDI0UAt0uVah7Imh2HuO+LoffneoUTZV9r2OMZx1+pFkqy0w4Yj&#10;ocaODjWV35ebi9zl6XXa34rrJ/l7KqtSdHoWY2ZP0/4FlNAk/+G/dmENZNkSfs/EI6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CbsfxAAAANwAAAAPAAAAAAAAAAAA&#10;AAAAAKECAABkcnMvZG93bnJldi54bWxQSwUGAAAAAAQABAD5AAAAkgMAAAAA&#10;" strokecolor="#00b0f0" strokeweight="2.25pt"/>
                <v:group id="Group 354" o:spid="_x0000_s1031" style="position:absolute;left:-518;top:2088;width:13309;height:12688" coordorigin="-608,2597" coordsize="17781,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BudmMUAAADcAAAADwAAAGRycy9kb3ducmV2LnhtbESPT4vCMBTE74LfITzB&#10;m6bdokjXKCK7sgcR/AOyt0fzbIvNS2mybf32G0HwOMzMb5jlujeVaKlxpWUF8TQCQZxZXXKu4HL+&#10;nixAOI+ssbJMCh7kYL0aDpaYatvxkdqTz0WAsEtRQeF9nUrpsoIMuqmtiYN3s41BH2STS91gF+Cm&#10;kh9RNJcGSw4LBda0LSi7n/6Mgl2H3SaJv9r9/bZ9/J5nh+s+JqXGo37zCcJT79/hV/tHK0iSG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gbnZjFAAAA3AAA&#10;AA8AAAAAAAAAAAAAAAAAqgIAAGRycy9kb3ducmV2LnhtbFBLBQYAAAAABAAEAPoAAACcAwAAAAA=&#10;">
                  <v:shape id="AutoShape 355" o:spid="_x0000_s1032" type="#_x0000_t32" style="position:absolute;left:-368;top:25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eA88MAAADcAAAADwAAAGRycy9kb3ducmV2LnhtbESPT2vCQBDF74LfYZlCb7qJliDRTRBB&#10;ENoeqh7a25Adk9DsbMiOGr99t1Do8fH+/HibcnSdutEQWs8G0nkCirjytuXawPm0n61ABUG22Hkm&#10;Aw8KUBbTyQZz6+/8Qbej1CqOcMjRQCPS51qHqiGHYe574uhd/OBQohxqbQe8x3HX6UWSZNphy5HQ&#10;YE+7hqrv49VF7svr+7i9Hj6/yD9SySrR6ZsY8/w0bteghEb5D/+1D9bAcpnB75l4BHT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aXgPPDAAAA3AAAAA8AAAAAAAAAAAAA&#10;AAAAoQIAAGRycy9kb3ducmV2LnhtbFBLBQYAAAAABAAEAPkAAACRAwAAAAA=&#10;" strokecolor="#00b0f0" strokeweight="2.25pt"/>
                  <v:shape id="AutoShape 356" o:spid="_x0000_s1033" type="#_x0000_t32" style="position:absolute;left:-608;top:31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slaMMAAADcAAAADwAAAGRycy9kb3ducmV2LnhtbESPT2vCQBDF74V+h2UK3uomKlZSV5GC&#10;IFgPph70NmSnSWh2NmRHjd++KwgeH+/Pjzdf9q5RF+pC7dlAOkxAERfe1lwaOPys32eggiBbbDyT&#10;gRsFWC5eX+aYWX/lPV1yKVUc4ZChgUqkzbQORUUOw9C3xNH79Z1DibIrte3wGsddo0dJMtUOa46E&#10;Clv6qqj4y88ucifbXb86b44n8rdUpoXo9FuMGbz1q09QQr08w4/2xhoYjz/gfiYeAb3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bJWjDAAAA3AAAAA8AAAAAAAAAAAAA&#10;AAAAoQIAAGRycy9kb3ducmV2LnhtbFBLBQYAAAAABAAEAPkAAACRAwAAAAA=&#10;" strokecolor="#00b0f0" strokeweight="2.25pt"/>
                  <v:shape id="AutoShape 357" o:spid="_x0000_s1034" type="#_x0000_t32" style="position:absolute;left:-608;top:36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SxGsEAAADcAAAADwAAAGRycy9kb3ducmV2LnhtbERPTWvCQBC9F/oflil4q5tUkZK6igiC&#10;UHvQ9tDehuyYBLOzITtq/Pedg+Dx8b7nyyG05kJ9aiI7yMcZGOIy+oYrBz/fm9d3MEmQPbaRycGN&#10;EiwXz09zLHy88p4uB6mMhnAq0EEt0hXWprKmgGkcO2LljrEPKAr7yvoerxoeWvuWZTMbsGFtqLGj&#10;dU3l6XAO2jv9/BpW5+3vH8VbLrNSbL4T50Yvw+oDjNAgD/HdvfUOJhNdq2f0CNjF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RLEawQAAANwAAAAPAAAAAAAAAAAAAAAA&#10;AKECAABkcnMvZG93bnJldi54bWxQSwUGAAAAAAQABAD5AAAAjwMAAAAA&#10;" strokecolor="#00b0f0" strokeweight="2.25pt"/>
                  <v:shape id="AutoShape 358" o:spid="_x0000_s1035" type="#_x0000_t32" style="position:absolute;left:-608;top:412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gUgcMAAADcAAAADwAAAGRycy9kb3ducmV2LnhtbESPT2vCQBDF74V+h2UK3uomKlJTV5GC&#10;IFgPph70NmSnSWh2NmRHjd++KwgeH+/Pjzdf9q5RF+pC7dlAOkxAERfe1lwaOPys3z9ABUG22Hgm&#10;AzcKsFy8vswxs/7Ke7rkUqo4wiFDA5VIm2kdioochqFviaP36zuHEmVXatvhNY67Ro+SZKod1hwJ&#10;Fbb0VVHxl59d5E62u3513hxP5G+pTAvR6bcYM3jrV5+ghHp5hh/tjTUwHs/gfiYeAb3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IFIHDAAAA3AAAAA8AAAAAAAAAAAAA&#10;AAAAoQIAAGRycy9kb3ducmV2LnhtbFBLBQYAAAAABAAEAPkAAACRAwAAAAA=&#10;" strokecolor="#00b0f0" strokeweight="2.25pt"/>
                  <v:shape id="AutoShape 359" o:spid="_x0000_s1036" type="#_x0000_t32" style="position:absolute;left:-368;top:46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TOYcEAAADcAAAADwAAAGRycy9kb3ducmV2LnhtbERPTWvCQBC9F/oflil4q5tUkZK6igiC&#10;0HqoemhvQ3ZMgtnZkB01/vvOQejx8b7nyyG05kp9aiI7yMcZGOIy+oYrB8fD5vUdTBJkj21kcnCn&#10;BMvF89McCx9v/E3XvVRGQzgV6KAW6QprU1lTwDSOHbFyp9gHFIV9ZX2PNw0PrX3LspkN2LA21NjR&#10;uqbyvL8E7Z1+7obVZfvzS/Gey6wUm3+Jc6OXYfUBRmiQf/HDvfUOJlOdr2f0CNjF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NM5hwQAAANwAAAAPAAAAAAAAAAAAAAAA&#10;AKECAABkcnMvZG93bnJldi54bWxQSwUGAAAAAAQABAD5AAAAjwMAAAAA&#10;" strokecolor="#00b0f0" strokeweight="2.25pt"/>
                  <v:shape id="AutoShape 360" o:spid="_x0000_s1037" type="#_x0000_t32" style="position:absolute;left:-368;top:51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hr+sMAAADcAAAADwAAAGRycy9kb3ducmV2LnhtbESPy4rCQBBF94L/0NSAO+3EEZGMrYgg&#10;COMsfCx0V6RrkjDp6pAuNf79tCC4vNzH4c6XnavVjdpQeTaQjhJQxLm3FRcGTsfNcAYqCLLF2jMZ&#10;eFCA5aLfm2Nm/Z33dDtIoeIIhwwNlCJNpnXIS3IYRr4hjt6vbx1KlG2hbYv3OO5qPU6SqXZYcSSU&#10;2NC6pPzvcHWRO/n+6VbX7flC/pHKNBed7sSYwUe3+gIl1Mk7/GpvrYHPSQrPM/EI6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4a/rDAAAA3AAAAA8AAAAAAAAAAAAA&#10;AAAAoQIAAGRycy9kb3ducmV2LnhtbFBLBQYAAAAABAAEAPkAAACRAwAAAAA=&#10;" strokecolor="#00b0f0" strokeweight="2.25pt"/>
                  <v:shape id="AutoShape 361" o:spid="_x0000_s1038" type="#_x0000_t32" style="position:absolute;left:-368;top:564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r1jcIAAADcAAAADwAAAGRycy9kb3ducmV2LnhtbESPT4vCMBDF74LfIYywN02rIks1iiws&#10;CK6HVQ/rbWjGtthMSjNq/fZGEPb4eH9+vMWqc7W6URsqzwbSUQKKOPe24sLA8fA9/AQVBNli7ZkM&#10;PCjAatnvLTCz/s6/dNtLoeIIhwwNlCJNpnXIS3IYRr4hjt7Ztw4lyrbQtsV7HHe1HifJTDusOBJK&#10;bOirpPyyv7rInW533fq6+TuRf6Qyy0WnP2LMx6Bbz0EJdfIffrc31sBkOobXmXgE9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r1jcIAAADcAAAADwAAAAAAAAAAAAAA&#10;AAChAgAAZHJzL2Rvd25yZXYueG1sUEsFBgAAAAAEAAQA+QAAAJADAAAAAA==&#10;" strokecolor="#00b0f0" strokeweight="2.25pt"/>
                  <v:shape id="AutoShape 362" o:spid="_x0000_s1039" type="#_x0000_t32" style="position:absolute;left:-368;top:615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ZQFsQAAADcAAAADwAAAGRycy9kb3ducmV2LnhtbESPT2vCQBDF74V+h2UK3uomRkRSVxFB&#10;CGgPtT3Y25CdJqHZ2ZAdk/jtu4VCj4/358fb7CbXqoH60Hg2kM4TUMSltw1XBj7ej89rUEGQLbae&#10;ycCdAuy2jw8bzK0f+Y2Gi1QqjnDI0UAt0uVah7Imh2HuO+LoffneoUTZV9r2OMZx1+pFkqy0w4Yj&#10;ocaODjWV35ebi9zl6XXa34rrJ/l7KqtSdHoWY2ZP0/4FlNAk/+G/dmENZMsMfs/EI6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lAWxAAAANwAAAAPAAAAAAAAAAAA&#10;AAAAAKECAABkcnMvZG93bnJldi54bWxQSwUGAAAAAAQABAD5AAAAkgMAAAAA&#10;" strokecolor="#00b0f0" strokeweight="2.25pt"/>
                  <v:shape id="AutoShape 363" o:spid="_x0000_s1040" type="#_x0000_t32" style="position:absolute;left:-368;top:665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IYsMAAADcAAAADwAAAGRycy9kb3ducmV2LnhtbESPT2vCQBDF74LfYRnBm27SBpHoKiIU&#10;hNpD1YPehuyYBLOzITtq/PbdQqHHx/vz4y3XvWvUg7pQezaQThNQxIW3NZcGTsePyRxUEGSLjWcy&#10;8KIA69VwsMTc+id/0+MgpYojHHI0UIm0udahqMhhmPqWOHpX3zmUKLtS2w6fcdw1+i1JZtphzZFQ&#10;YUvbiorb4e4iN/v86jf33flC/pXKrBCd7sWY8ajfLEAJ9fIf/mvvrIH3LIPfM/EI6N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PyGLDAAAA3AAAAA8AAAAAAAAAAAAA&#10;AAAAoQIAAGRycy9kb3ducmV2LnhtbFBLBQYAAAAABAAEAPkAAACRAwAAAAA=&#10;" strokecolor="#00b0f0" strokeweight="2.25pt"/>
                  <v:shape id="AutoShape 364" o:spid="_x0000_s1041" type="#_x0000_t32" style="position:absolute;left:-368;top:716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Nt+cQAAADcAAAADwAAAGRycy9kb3ducmV2LnhtbESPT2vCQBDF70K/wzKF3nST1orEbEQK&#10;BaH20LQHvQ3ZaRKanQ3ZUeO3dwuCx8f78+Pl69F16kRDaD0bSGcJKOLK25ZrAz/f79MlqCDIFjvP&#10;ZOBCAdbFwyTHzPozf9GplFrFEQ4ZGmhE+kzrUDXkMMx8Txy9Xz84lCiHWtsBz3Hcdfo5SRbaYcuR&#10;0GBPbw1Vf+XRRe7843PcHLf7A/lLKotKdLoTY54ex80KlNAo9/CtvbUGXuav8H8mHgFd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Q235xAAAANwAAAAPAAAAAAAAAAAA&#10;AAAAAKECAABkcnMvZG93bnJldi54bWxQSwUGAAAAAAQABAD5AAAAkgMAAAAA&#10;" strokecolor="#00b0f0" strokeweight="2.25pt"/>
                  <v:shape id="AutoShape 365" o:spid="_x0000_s1042" type="#_x0000_t32" style="position:absolute;left:-368;top:76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HzjsMAAADcAAAADwAAAGRycy9kb3ducmV2LnhtbESPS2vCQBSF9wX/w3AFd3WSVoJERxGh&#10;INQufCx0d8lck2DmTshcNf77TqHg8nAeH2e+7F2j7tSF2rOBdJyAIi68rbk0cDx8vU9BBUG22Hgm&#10;A08KsFwM3uaYW//gHd33Uqo4wiFHA5VIm2sdioochrFviaN38Z1DibIrte3wEcddoz+SJNMOa46E&#10;CltaV1Rc9zcXuZPvn35125zO5J+pZIXodCvGjIb9agZKqJdX+L+9sQY+Jxn8nYlH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6R847DAAAA3AAAAA8AAAAAAAAAAAAA&#10;AAAAoQIAAGRycy9kb3ducmV2LnhtbFBLBQYAAAAABAAEAPkAAACRAwAAAAA=&#10;" strokecolor="#00b0f0" strokeweight="2.25pt"/>
                  <v:shape id="AutoShape 366" o:spid="_x0000_s1043" type="#_x0000_t32" style="position:absolute;left:-368;top:81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1WFcMAAADcAAAADwAAAGRycy9kb3ducmV2LnhtbESPT2vCQBDF7wW/wzKCt7pJFSvRVUQo&#10;CNZDrQe9DdkxCWZnQ3bU+O3dgtDj4/358ebLztXqRm2oPBtIhwko4tzbigsDh9+v9ymoIMgWa89k&#10;4EEBlove2xwz6+/8Q7e9FCqOcMjQQCnSZFqHvCSHYegb4uidfetQomwLbVu8x3FX648kmWiHFUdC&#10;iQ2tS8ov+6uL3PF2162um+OJ/COVSS46/RZjBv1uNQMl1Ml/+NXeWAOj8Sf8nYlHQC+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dVhXDAAAA3AAAAA8AAAAAAAAAAAAA&#10;AAAAoQIAAGRycy9kb3ducmV2LnhtbFBLBQYAAAAABAAEAPkAAACRAwAAAAA=&#10;" strokecolor="#00b0f0" strokeweight="2.25pt"/>
                  <v:shape id="AutoShape 367" o:spid="_x0000_s1044" type="#_x0000_t32" style="position:absolute;left:-128;top:868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LCZ8EAAADcAAAADwAAAGRycy9kb3ducmV2LnhtbERPTWvCQBC9F/oflil4q5tUkZK6igiC&#10;0HqoemhvQ3ZMgtnZkB01/vvOQejx8b7nyyG05kp9aiI7yMcZGOIy+oYrB8fD5vUdTBJkj21kcnCn&#10;BMvF89McCx9v/E3XvVRGQzgV6KAW6QprU1lTwDSOHbFyp9gHFIV9ZX2PNw0PrX3LspkN2LA21NjR&#10;uqbyvL8E7Z1+7obVZfvzS/Gey6wUm3+Jc6OXYfUBRmiQf/HDvfUOJlNdq2f0CNjF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QsJnwQAAANwAAAAPAAAAAAAAAAAAAAAA&#10;AKECAABkcnMvZG93bnJldi54bWxQSwUGAAAAAAQABAD5AAAAjwMAAAAA&#10;" strokecolor="#00b0f0" strokeweight="2.25pt"/>
                  <v:shape id="AutoShape 368" o:spid="_x0000_s1045" type="#_x0000_t32" style="position:absolute;left:-128;top:91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5n/MMAAADcAAAADwAAAGRycy9kb3ducmV2LnhtbESPT2vCQBDF7wW/wzKCt7pJFanRVUQo&#10;CNZDrQe9DdkxCWZnQ3bU+O3dgtDj4/358ebLztXqRm2oPBtIhwko4tzbigsDh9+v909QQZAt1p7J&#10;wIMCLBe9tzlm1t/5h257KVQc4ZChgVKkybQOeUkOw9A3xNE7+9ahRNkW2rZ4j+Ou1h9JMtEOK46E&#10;Ehtal5Rf9lcXuePtrltdN8cT+Ucqk1x0+i3GDPrdagZKqJP/8Ku9sQZG4yn8nYlHQC+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8OZ/zDAAAA3AAAAA8AAAAAAAAAAAAA&#10;AAAAoQIAAGRycy9kb3ducmV2LnhtbFBLBQYAAAAABAAEAPkAAACRAwAAAAA=&#10;" strokecolor="#00b0f0" strokeweight="2.25pt"/>
                  <v:shape id="AutoShape 369" o:spid="_x0000_s1046" type="#_x0000_t32" style="position:absolute;left:-128;top:972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YvMEAAADcAAAADwAAAGRycy9kb3ducmV2LnhtbERPTWvCQBC9C/0PyxS86SbWiqSuIkJB&#10;sD3U9mBvQ3aahGZnQ3bU+O87B6HHx/tebYbQmgv1qYnsIJ9mYIjL6BuuHHx9vk6WYJIge2wjk4Mb&#10;JdisH0YrLHy88gddjlIZDeFUoINapCusTWVNAdM0dsTK/cQ+oCjsK+t7vGp4aO0syxY2YMPaUGNH&#10;u5rK3+M5aO/88D5sz/vTN8VbLotSbP4mzo0fh+0LGKFB/sV39947eHrW+XpGj4Bd/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7Vi8wQAAANwAAAAPAAAAAAAAAAAAAAAA&#10;AKECAABkcnMvZG93bnJldi54bWxQSwUGAAAAAAQABAD5AAAAjwMAAAAA&#10;" strokecolor="#00b0f0" strokeweight="2.25pt"/>
                  <v:shape id="AutoShape 370" o:spid="_x0000_s1047" type="#_x0000_t32" style="position:absolute;left:-128;top:1022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H9J8QAAADcAAAADwAAAGRycy9kb3ducmV2LnhtbESPS2vCQBSF94X+h+EW3NVJtIpExxAK&#10;gtB24WOhu0vmmoRm7oTMVeO/7xQKXR7O4+Os8sG16kZ9aDwbSMcJKOLS24YrA8fD5nUBKgiyxdYz&#10;GXhQgHz9/LTCzPo77+i2l0rFEQ4ZGqhFukzrUNbkMIx9Rxy9i+8dSpR9pW2P9zjuWj1Jkrl22HAk&#10;1NjRe03l9/7qIvft42sortvTmfwjlXkpOv0UY0YvQ7EEJTTIf/ivvbUGprMUfs/EI6D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of0nxAAAANwAAAAPAAAAAAAAAAAA&#10;AAAAAKECAABkcnMvZG93bnJldi54bWxQSwUGAAAAAAQABAD5AAAAkgMAAAAA&#10;" strokecolor="#00b0f0" strokeweight="2.25pt"/>
                  <v:shape id="AutoShape 371" o:spid="_x0000_s1048" type="#_x0000_t32" style="position:absolute;left:-128;top:1073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NjUMMAAADcAAAADwAAAGRycy9kb3ducmV2LnhtbESPT2vCQBDF7wW/wzKCt7qJWpHoKiII&#10;gvZQ24PehuyYBLOzITtq/PZuodDj4/358RarztXqTm2oPBtIhwko4tzbigsDP9/b9xmoIMgWa89k&#10;4EkBVsve2wIz6x/8RfejFCqOcMjQQCnSZFqHvCSHYegb4uhdfOtQomwLbVt8xHFX61GSTLXDiiOh&#10;xIY2JeXX481F7mT/2a1vu9OZ/DOVaS46PYgxg363noMS6uQ//NfeWQPjjxH8nolHQC9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zY1DDAAAA3AAAAA8AAAAAAAAAAAAA&#10;AAAAoQIAAGRycy9kb3ducmV2LnhtbFBLBQYAAAAABAAEAPkAAACRAwAAAAA=&#10;" strokecolor="#00b0f0" strokeweight="2.25pt"/>
                  <v:shape id="AutoShape 372" o:spid="_x0000_s1049" type="#_x0000_t32" style="position:absolute;left:-128;top:1126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Gy8MAAADcAAAADwAAAGRycy9kb3ducmV2LnhtbESPT2vCQBDF7wW/wzKCt7qJtlJSVxFB&#10;EFoPjR7a25Adk2B2NmRHjd++KwgeH+/Pjzdf9q5RF+pC7dlAOk5AERfe1lwaOOw3rx+ggiBbbDyT&#10;gRsFWC4GL3PMrL/yD11yKVUc4ZChgUqkzbQORUUOw9i3xNE7+s6hRNmV2nZ4jeOu0ZMkmWmHNUdC&#10;hS2tKypO+dlF7tvXrl+dt79/5G+pzArR6bcYMxr2q09QQr08w4/21hqYvk/hfiYeAb3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xsvDAAAA3AAAAA8AAAAAAAAAAAAA&#10;AAAAoQIAAGRycy9kb3ducmV2LnhtbFBLBQYAAAAABAAEAPkAAACRAwAAAAA=&#10;" strokecolor="#00b0f0" strokeweight="2.25pt"/>
                  <v:shape id="AutoShape 373" o:spid="_x0000_s1050" type="#_x0000_t32" style="position:absolute;left:-128;top:1174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Zev8QAAADcAAAADwAAAGRycy9kb3ducmV2LnhtbESPT2vCQBDF70K/wzKF3nST1orEbEQK&#10;BaH20LQHvQ3ZaRKanQ3ZUeO3dwuCx8f78+Pl69F16kRDaD0bSGcJKOLK25ZrAz/f79MlqCDIFjvP&#10;ZOBCAdbFwyTHzPozf9GplFrFEQ4ZGmhE+kzrUDXkMMx8Txy9Xz84lCiHWtsBz3Hcdfo5SRbaYcuR&#10;0GBPbw1Vf+XRRe7843PcHLf7A/lLKotKdLoTY54ex80KlNAo9/CtvbUGXl7n8H8mHgFd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1l6/xAAAANwAAAAPAAAAAAAAAAAA&#10;AAAAAKECAABkcnMvZG93bnJldi54bWxQSwUGAAAAAAQABAD5AAAAkgMAAAAA&#10;" strokecolor="#00b0f0" strokeweight="2.25pt"/>
                  <v:shape id="AutoShape 374" o:spid="_x0000_s1051" type="#_x0000_t32" style="position:absolute;left:-128;top:122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r7JMQAAADcAAAADwAAAGRycy9kb3ducmV2LnhtbESPT2vCQBDF74V+h2UKvdVNWhWJ2YgU&#10;CkLtwbQHvQ3ZaRKanQ3ZUeO3d4WCx8f78+Plq9F16kRDaD0bSCcJKOLK25ZrAz/fHy8LUEGQLXae&#10;ycCFAqyKx4ccM+vPvKNTKbWKIxwyNNCI9JnWoWrIYZj4njh6v35wKFEOtbYDnuO46/Rrksy1w5Yj&#10;ocGe3huq/sqji9zp59e4Pm72B/KXVOaV6HQrxjw/jeslKKFR7uH/9sYaeJvN4HYmHgFd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mvskxAAAANwAAAAPAAAAAAAAAAAA&#10;AAAAAKECAABkcnMvZG93bnJldi54bWxQSwUGAAAAAAQABAD5AAAAkgMAAAAA&#10;" strokecolor="#00b0f0" strokeweight="2.25pt"/>
                  <v:shape id="AutoShape 375" o:spid="_x0000_s1052" type="#_x0000_t32" style="position:absolute;left:-128;top:1277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hlU8MAAADcAAAADwAAAGRycy9kb3ducmV2LnhtbESPT2vCQBDF7wW/wzIFb3WTakOJriJC&#10;QVAPVQ/2NmTHJDQ7G7Kjxm/vCoUeH+/Pjzdb9K5RV+pC7dlAOkpAERfe1lwaOB6+3j5BBUG22Hgm&#10;A3cKsJgPXmaYW3/jb7rupVRxhEOOBiqRNtc6FBU5DCPfEkfv7DuHEmVXatvhLY67Rr8nSaYd1hwJ&#10;Fba0qqj43V9c5E42u355WZ9+yN9TyQrR6VaMGb72yykooV7+w3/ttTUw/sjgeSYeAT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IZVPDAAAA3AAAAA8AAAAAAAAAAAAA&#10;AAAAoQIAAGRycy9kb3ducmV2LnhtbFBLBQYAAAAABAAEAPkAAACRAwAAAAA=&#10;" strokecolor="#00b0f0" strokeweight="2.25pt"/>
                  <v:shape id="AutoShape 376" o:spid="_x0000_s1053" type="#_x0000_t32" style="position:absolute;left:-128;top:132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TAyMQAAADcAAAADwAAAGRycy9kb3ducmV2LnhtbESPS2vCQBSF94X+h+EK7uok9dGSZhQp&#10;FATrQttFu7tkbpNg5k7IXGP89x1BcHk4j4+TrwbXqJ66UHs2kE4SUMSFtzWXBr6/Pp5eQQVBtth4&#10;JgMXCrBaPj7kmFl/5j31BylVHOGQoYFKpM20DkVFDsPEt8TR+/OdQ4myK7Xt8BzHXaOfk2ShHdYc&#10;CRW29F5RcTycXOTOtrthfdr8/JK/pLIoRKefYsx4NKzfQAkNcg/f2htrYDp/geuZeAT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BMDIxAAAANwAAAAPAAAAAAAAAAAA&#10;AAAAAKECAABkcnMvZG93bnJldi54bWxQSwUGAAAAAAQABAD5AAAAkgMAAAAA&#10;" strokecolor="#00b0f0" strokeweight="2.25pt"/>
                  <v:shape id="AutoShape 377" o:spid="_x0000_s1054" type="#_x0000_t32" style="position:absolute;left:-128;top:137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tUusEAAADcAAAADwAAAGRycy9kb3ducmV2LnhtbERPTWvCQBC9C/0PyxS86SbWiqSuIkJB&#10;sD3U9mBvQ3aahGZnQ3bU+O87B6HHx/tebYbQmgv1qYnsIJ9mYIjL6BuuHHx9vk6WYJIge2wjk4Mb&#10;JdisH0YrLHy88gddjlIZDeFUoINapCusTWVNAdM0dsTK/cQ+oCjsK+t7vGp4aO0syxY2YMPaUGNH&#10;u5rK3+M5aO/88D5sz/vTN8VbLotSbP4mzo0fh+0LGKFB/sV39947eHrWtXpGj4Bd/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m1S6wQAAANwAAAAPAAAAAAAAAAAAAAAA&#10;AKECAABkcnMvZG93bnJldi54bWxQSwUGAAAAAAQABAD5AAAAjwMAAAAA&#10;" strokecolor="#00b0f0" strokeweight="2.25pt"/>
                  <v:shape id="AutoShape 378" o:spid="_x0000_s1055" type="#_x0000_t32" style="position:absolute;left:-128;top:143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fxIcQAAADcAAAADwAAAGRycy9kb3ducmV2LnhtbESPS2vCQBSF94X+h+EK7uok9UGbZhQp&#10;FATrQttFu7tkbpNg5k7IXGP89x1BcHk4j4+TrwbXqJ66UHs2kE4SUMSFtzWXBr6/Pp5eQAVBtth4&#10;JgMXCrBaPj7kmFl/5j31BylVHOGQoYFKpM20DkVFDsPEt8TR+/OdQ4myK7Xt8BzHXaOfk2ShHdYc&#10;CRW29F5RcTycXOTOtrthfdr8/JK/pLIoRKefYsx4NKzfQAkNcg/f2htrYDp/heuZeAT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1/EhxAAAANwAAAAPAAAAAAAAAAAA&#10;AAAAAKECAABkcnMvZG93bnJldi54bWxQSwUGAAAAAAQABAD5AAAAkgMAAAAA&#10;" strokecolor="#00b0f0" strokeweight="2.25pt"/>
                  <v:shape id="AutoShape 379" o:spid="_x0000_s1056" type="#_x0000_t32" style="position:absolute;left:-112;top:147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GSAcEAAADcAAAADwAAAGRycy9kb3ducmV2LnhtbERPTWvCQBC9F/oflhF6q5u0Ekp0FSkU&#10;hLYHtYf2NmTHJJidDdlR47/vHASPj/e9WI2hM2caUhvZQT7NwBBX0bdcO/jZfzy/gUmC7LGLTA6u&#10;lGC1fHxYYOnjhbd03kltNIRTiQ4akb60NlUNBUzT2BMrd4hDQFE41NYPeNHw0NmXLCtswJa1ocGe&#10;3huqjrtT0N7Z5/e4Pm1+/yhecykqsfmXOPc0GddzMEKj3MU398Y7eC10vp7RI2C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gZIBwQAAANwAAAAPAAAAAAAAAAAAAAAA&#10;AKECAABkcnMvZG93bnJldi54bWxQSwUGAAAAAAQABAD5AAAAjwMAAAAA&#10;" strokecolor="#00b0f0" strokeweight="2.25pt"/>
                  <v:shape id="AutoShape 380" o:spid="_x0000_s1057" type="#_x0000_t32" style="position:absolute;left:-140;top:152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03msMAAADcAAAADwAAAGRycy9kb3ducmV2LnhtbESPT2vCQBDF7wW/wzKCt7qJliCpmyCC&#10;IGgPtT3Y25CdJqHZ2ZAdNX57t1Do8fH+/HjrcnSdutIQWs8G0nkCirjytuXawOfH7nkFKgiyxc4z&#10;GbhTgLKYPK0xt/7G73Q9Sa3iCIccDTQifa51qBpyGOa+J47etx8cSpRDre2AtzjuOr1Ikkw7bDkS&#10;Guxp21D1c7q4yH05vI2by/78Rf6eSlaJTo9izGw6bl5BCY3yH/5r762BZZbC75l4BHT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NN5rDAAAA3AAAAA8AAAAAAAAAAAAA&#10;AAAAoQIAAGRycy9kb3ducmV2LnhtbFBLBQYAAAAABAAEAPkAAACRAwAAAAA=&#10;" strokecolor="#00b0f0" strokeweight="2.25pt"/>
                </v:group>
              </v:group>
            </v:group>
            <v:shape id="AutoShape 381" o:spid="_x0000_s1058" type="#_x0000_t32" style="position:absolute;left:-2;top:153;width:1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p7cMAAADcAAAADwAAAGRycy9kb3ducmV2LnhtbESPT2vCQBDF74LfYZlCb7qJLUGimyCC&#10;INgeqh7a25Adk9DsbMiOGr99t1Do8fH+/HjrcnSdutEQWs8G0nkCirjytuXawPm0my1BBUG22Hkm&#10;Aw8KUBbTyRpz6+/8Qbej1CqOcMjRQCPS51qHqiGHYe574uhd/OBQohxqbQe8x3HX6UWSZNphy5HQ&#10;YE/bhqrv49VF7uvhfdxc959f5B+pZJXo9E2MeX4aNytQQqP8h//ae2vgJVvA75l4BHT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fqe3DAAAA3AAAAA8AAAAAAAAAAAAA&#10;AAAAoQIAAGRycy9kb3ducmV2LnhtbFBLBQYAAAAABAAEAPkAAACRAwAAAAA=&#10;" strokecolor="#00b0f0" strokeweight="2.25pt"/>
          </v:group>
        </w:pict>
      </w:r>
    </w:p>
    <w:p w:rsidR="007821E1" w:rsidRDefault="00080FCE">
      <w:r>
        <w:rPr>
          <w:noProof/>
        </w:rPr>
        <w:pict>
          <v:shape id="Text Box 383" o:spid="_x0000_s1239" type="#_x0000_t202" style="position:absolute;margin-left:-6pt;margin-top:23.85pt;width:546pt;height:692.6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4hWvAIAAMU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" filled="f" stroked="f">
            <v:textbox>
              <w:txbxContent>
                <w:p w:rsidR="007821E1" w:rsidRPr="00E6203B" w:rsidRDefault="00E6203B" w:rsidP="007821E1">
                  <w:pPr>
                    <w:rPr>
                      <w:b/>
                    </w:rPr>
                  </w:pPr>
                  <w:r w:rsidRPr="00E6203B">
                    <w:rPr>
                      <w:b/>
                    </w:rPr>
                    <w:t>Communication &amp; Publishing Slide</w:t>
                  </w:r>
                </w:p>
                <w:p w:rsidR="007821E1" w:rsidRDefault="00E95F71" w:rsidP="00E6203B">
                  <w:pPr>
                    <w:pStyle w:val="ListParagraph"/>
                    <w:numPr>
                      <w:ilvl w:val="0"/>
                      <w:numId w:val="1"/>
                    </w:numPr>
                  </w:pPr>
                  <w:r>
                    <w:t xml:space="preserve">After watching the two videos </w:t>
                  </w:r>
                  <w:r w:rsidR="00E6203B">
                    <w:t>about students using cellphones in the classroom, what is your first reaction?</w:t>
                  </w:r>
                </w:p>
                <w:p w:rsidR="007821E1" w:rsidRDefault="00E6203B" w:rsidP="007821E1">
                  <w:r>
                    <w:t xml:space="preserve">Answer 1: </w:t>
                  </w:r>
                </w:p>
                <w:p w:rsidR="007821E1" w:rsidRDefault="00E6203B" w:rsidP="00E6203B">
                  <w:pPr>
                    <w:pStyle w:val="ListParagraph"/>
                    <w:numPr>
                      <w:ilvl w:val="0"/>
                      <w:numId w:val="1"/>
                    </w:numPr>
                  </w:pPr>
                  <w:r>
                    <w:t>Which statistic was surprising to you in looking at “How Teens are Using their Cellphones” graphic?</w:t>
                  </w:r>
                </w:p>
                <w:p w:rsidR="007821E1" w:rsidRDefault="00E6203B" w:rsidP="007821E1">
                  <w:r>
                    <w:t>Answer 2:</w:t>
                  </w:r>
                </w:p>
                <w:p w:rsidR="007821E1" w:rsidRPr="00E6203B" w:rsidRDefault="00E6203B" w:rsidP="007821E1">
                  <w:pPr>
                    <w:rPr>
                      <w:b/>
                    </w:rPr>
                  </w:pPr>
                  <w:r w:rsidRPr="00E6203B">
                    <w:rPr>
                      <w:b/>
                    </w:rPr>
                    <w:t>Pictures &amp; Video Slide</w:t>
                  </w:r>
                </w:p>
                <w:p w:rsidR="007821E1" w:rsidRDefault="00362459" w:rsidP="00E6203B">
                  <w:pPr>
                    <w:pStyle w:val="ListParagraph"/>
                    <w:numPr>
                      <w:ilvl w:val="0"/>
                      <w:numId w:val="1"/>
                    </w:numPr>
                  </w:pPr>
                  <w:r>
                    <w:t>What makes it better for the students to capture the pictures rather then get the picture file from the internet?</w:t>
                  </w:r>
                </w:p>
                <w:p w:rsidR="007821E1" w:rsidRDefault="00E6203B" w:rsidP="007821E1">
                  <w:r>
                    <w:t xml:space="preserve">Answer 3: </w:t>
                  </w:r>
                </w:p>
                <w:p w:rsidR="007821E1" w:rsidRDefault="00362459" w:rsidP="00362459">
                  <w:pPr>
                    <w:pStyle w:val="ListParagraph"/>
                    <w:numPr>
                      <w:ilvl w:val="0"/>
                      <w:numId w:val="1"/>
                    </w:numPr>
                  </w:pPr>
                  <w:r>
                    <w:t>What is one important tip to remember when shooting video from a cellphone?</w:t>
                  </w:r>
                </w:p>
                <w:p w:rsidR="007821E1" w:rsidRDefault="00362459" w:rsidP="007821E1">
                  <w:r>
                    <w:t xml:space="preserve">Answer 4: </w:t>
                  </w:r>
                </w:p>
                <w:p w:rsidR="007821E1" w:rsidRPr="00362459" w:rsidRDefault="00362459" w:rsidP="007821E1">
                  <w:pPr>
                    <w:rPr>
                      <w:b/>
                    </w:rPr>
                  </w:pPr>
                  <w:r w:rsidRPr="00362459">
                    <w:rPr>
                      <w:b/>
                    </w:rPr>
                    <w:t>Assessment Slide</w:t>
                  </w:r>
                </w:p>
                <w:p w:rsidR="007821E1" w:rsidRDefault="00362459" w:rsidP="00362459">
                  <w:pPr>
                    <w:pStyle w:val="ListParagraph"/>
                    <w:numPr>
                      <w:ilvl w:val="0"/>
                      <w:numId w:val="1"/>
                    </w:numPr>
                  </w:pPr>
                  <w:r>
                    <w:t xml:space="preserve">In the Different roles &amp; student projects </w:t>
                  </w:r>
                  <w:r w:rsidR="00941426">
                    <w:t>links, pick one student project and tell</w:t>
                  </w:r>
                  <w:r>
                    <w:t xml:space="preserve"> what appealed to you when students use cellphones to create school assignments</w:t>
                  </w:r>
                  <w:r w:rsidR="00941426">
                    <w:t>&amp; how are they better created using cellphones</w:t>
                  </w:r>
                  <w:bookmarkStart w:id="0" w:name="_GoBack"/>
                  <w:bookmarkEnd w:id="0"/>
                  <w:r>
                    <w:t>?</w:t>
                  </w:r>
                </w:p>
                <w:p w:rsidR="007821E1" w:rsidRDefault="00362459" w:rsidP="007821E1">
                  <w:r>
                    <w:t xml:space="preserve">Answer 5: </w:t>
                  </w:r>
                </w:p>
                <w:p w:rsidR="007821E1" w:rsidRDefault="00362459" w:rsidP="00362459">
                  <w:pPr>
                    <w:pStyle w:val="ListParagraph"/>
                    <w:numPr>
                      <w:ilvl w:val="0"/>
                      <w:numId w:val="1"/>
                    </w:numPr>
                  </w:pPr>
                  <w:r>
                    <w:t>In Grampians Camp, you learned how students documents what goes on when taking a field trip. Why is this a “good thing” for students?</w:t>
                  </w:r>
                </w:p>
                <w:p w:rsidR="007821E1" w:rsidRDefault="00362459" w:rsidP="007821E1">
                  <w:r>
                    <w:t>Answer 6:</w:t>
                  </w:r>
                </w:p>
                <w:p w:rsidR="007821E1" w:rsidRDefault="003C3C9E" w:rsidP="003C3C9E">
                  <w:pPr>
                    <w:pStyle w:val="ListParagraph"/>
                    <w:numPr>
                      <w:ilvl w:val="0"/>
                      <w:numId w:val="1"/>
                    </w:numPr>
                  </w:pPr>
                  <w:r>
                    <w:t>How could students use cellphones in a test where they were allowed to communicate with other students without cheating?</w:t>
                  </w:r>
                </w:p>
                <w:p w:rsidR="007821E1" w:rsidRDefault="003C3C9E" w:rsidP="007821E1">
                  <w:r>
                    <w:t>Answer 7:</w:t>
                  </w:r>
                </w:p>
                <w:p w:rsidR="007821E1" w:rsidRDefault="003C3C9E" w:rsidP="003C3C9E">
                  <w:pPr>
                    <w:pStyle w:val="ListParagraph"/>
                    <w:numPr>
                      <w:ilvl w:val="0"/>
                      <w:numId w:val="1"/>
                    </w:numPr>
                  </w:pPr>
                  <w:r>
                    <w:t>In Messaging Shakespeare, students are assessed by their texts sent to the teacher and other students? Why would students prefer this way to publish rather than using “paper and pencil”?</w:t>
                  </w:r>
                </w:p>
                <w:p w:rsidR="007821E1" w:rsidRDefault="00E27A64" w:rsidP="007821E1">
                  <w:r>
                    <w:t>Anwer 8:</w:t>
                  </w:r>
                </w:p>
                <w:p w:rsidR="007821E1" w:rsidRDefault="007821E1" w:rsidP="007821E1">
                  <w:r>
                    <w:t>Line 20</w:t>
                  </w:r>
                </w:p>
                <w:p w:rsidR="007821E1" w:rsidRDefault="007821E1" w:rsidP="007821E1">
                  <w:r>
                    <w:t>Line 21</w:t>
                  </w:r>
                </w:p>
                <w:p w:rsidR="007821E1" w:rsidRDefault="007821E1" w:rsidP="007821E1">
                  <w:r>
                    <w:t>Line 22</w:t>
                  </w:r>
                </w:p>
                <w:p w:rsidR="007821E1" w:rsidRDefault="007821E1" w:rsidP="007821E1">
                  <w:r>
                    <w:t>Line 23</w:t>
                  </w:r>
                </w:p>
                <w:p w:rsidR="007821E1" w:rsidRDefault="007821E1" w:rsidP="007821E1">
                  <w:r>
                    <w:t>Line 24</w:t>
                  </w:r>
                </w:p>
                <w:p w:rsidR="007821E1" w:rsidRDefault="007821E1" w:rsidP="007821E1">
                  <w:r>
                    <w:t>Line 25</w:t>
                  </w:r>
                </w:p>
                <w:p w:rsidR="007821E1" w:rsidRDefault="007821E1" w:rsidP="007821E1">
                  <w:r>
                    <w:t>Line 26</w:t>
                  </w:r>
                </w:p>
                <w:p w:rsidR="007821E1" w:rsidRPr="00D17703" w:rsidRDefault="007821E1" w:rsidP="007821E1">
                  <w:r>
                    <w:t>Last Line</w:t>
                  </w:r>
                </w:p>
              </w:txbxContent>
            </v:textbox>
          </v:shape>
        </w:pict>
      </w:r>
      <w:r w:rsidR="007821E1">
        <w:br w:type="page"/>
      </w:r>
    </w:p>
    <w:p w:rsidR="007821E1" w:rsidRDefault="00080FCE">
      <w:r>
        <w:rPr>
          <w:noProof/>
        </w:rPr>
        <w:lastRenderedPageBreak/>
        <w:pict>
          <v:group id="Group 636" o:spid="_x0000_s1212" style="position:absolute;margin-left:-98.95pt;margin-top:-22in;width:665.45pt;height:44784.6pt;z-index:251714560" coordorigin="-5,-309" coordsize="133,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">
            <v:group id="Group 637" o:spid="_x0000_s1213"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group id="Group 638" o:spid="_x0000_s1214"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shape id="AutoShape 639" o:spid="_x0000_s1238" type="#_x0000_t32" style="position:absolute;left:13;top:-309;width:1;height:895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4uvsQAAADcAAAADwAAAGRycy9kb3ducmV2LnhtbESP32rCMBTG7wd7h3AG3s3UgLJ1RpHB&#10;oOxiYrsHODRnbbU5KUmmrU+/CMIuP74/P771drS9OJMPnWMNi3kGgrh2puNGw3f18fwCIkRkg71j&#10;0jBRgO3m8WGNuXEXPtC5jI1IIxxy1NDGOORShroli2HuBuLk/ThvMSbpG2k8XtK47aXKspW02HEi&#10;tDjQe0v1qfy1idv5azUtVYGfy706FlX5paZJ69nTuHsDEWmM/+F7uzAa1OsKbmfSEZ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ji6+xAAAANwAAAAPAAAAAAAAAAAA&#10;AAAAAKECAABkcnMvZG93bnJldi54bWxQSwUGAAAAAAQABAD5AAAAkgMAAAAA&#10;" strokecolor="#ff5d5d" strokeweight="2.25pt"/>
                <v:group id="Group 640" o:spid="_x0000_s1215" style="position:absolute;left:-5;top:15;width:132;height:132" coordorigin="-518,1596" coordsize="13309,13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L208YAAADcAAAADwAAAGRycy9kb3ducmV2LnhtbESPT2vCQBTE74LfYXmC&#10;t7qJ4p9GVxFR6UEK1ULp7ZF9JsHs25Bdk/jtu0LB4zAzv2FWm86UoqHaFZYVxKMIBHFqdcGZgu/L&#10;4W0BwnlkjaVlUvAgB5t1v7fCRNuWv6g5+0wECLsEFeTeV4mULs3JoBvZijh4V1sb9EHWmdQ1tgFu&#10;SjmOopk0WHBYyLGiXU7p7Xw3Co4ttttJvG9Ot+vu8XuZfv6cYlJqOOi2SxCeOv8K/7c/tILx+x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vbTxgAAANwA&#10;AAAPAAAAAAAAAAAAAAAAAKoCAABkcnMvZG93bnJldi54bWxQSwUGAAAAAAQABAD6AAAAnQMAAAAA&#10;">
                  <v:shape id="AutoShape 641" o:spid="_x0000_s1237" type="#_x0000_t32" style="position:absolute;left:-518;top:1596;width:129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PhvcEAAADcAAAADwAAAGRycy9kb3ducmV2LnhtbERPTWvCQBC9F/oflil4q5uISJu6ihQK&#10;gnqo7aG9DdkxCWZnQ3bU+O+dg+Dx8b7nyyG05kx9aiI7yMcZGOIy+oYrB78/X69vYJIge2wjk4Mr&#10;JVgunp/mWPh44W8676UyGsKpQAe1SFdYm8qaAqZx7IiVO8Q+oCjsK+t7vGh4aO0ky2Y2YMPaUGNH&#10;nzWVx/0paO90sxtWp/XfP8VrLrNSbL4V50Yvw+oDjNAgD/HdvfYOJu+6Vs/oEbCL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w+G9wQAAANwAAAAPAAAAAAAAAAAAAAAA&#10;AKECAABkcnMvZG93bnJldi54bWxQSwUGAAAAAAQABAD5AAAAjwMAAAAA&#10;" strokecolor="#00b0f0" strokeweight="2.25pt"/>
                  <v:group id="Group 642" o:spid="_x0000_s1216" style="position:absolute;left:-518;top:2088;width:13309;height:12688" coordorigin="-608,2597" coordsize="17781,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dHHOsUAAADcAAAADwAAAGRycy9kb3ducmV2LnhtbESPT4vCMBTE78J+h/AW&#10;9qZpXRStRhHZXTyI4B8Qb4/m2Rabl9Jk2/rtjSB4HGbmN8x82ZlSNFS7wrKCeBCBIE6tLjhTcDr+&#10;9icgnEfWWFomBXdysFx89OaYaNvynpqDz0SAsEtQQe59lUjp0pwMuoGtiIN3tbVBH2SdSV1jG+Cm&#10;lMMoGkuDBYeFHCta55TeDv9GwV+L7eo7/mm2t+v6fjmOdudtTEp9fXarGQhPnX+HX+2NVjCc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nRxzrFAAAA3AAA&#10;AA8AAAAAAAAAAAAAAAAAqgIAAGRycy9kb3ducmV2LnhtbFBLBQYAAAAABAAEAPoAAACcAwAAAAA=&#10;">
                    <v:shape id="AutoShape 643" o:spid="_x0000_s1236" type="#_x0000_t32" style="position:absolute;left:-368;top:25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53ocAAAADcAAAADwAAAGRycy9kb3ducmV2LnhtbERPTWvCQBC9F/oflhF6q5u0IiW6ihQK&#10;Quuh2oPehuyYBLOzITtq/PfOQejx8b7nyyG05kJ9aiI7yMcZGOIy+oYrB3+7r9cPMEmQPbaRycGN&#10;EiwXz09zLHy88i9dtlIZDeFUoINapCusTWVNAdM4dsTKHWMfUBT2lfU9XjU8tPYty6Y2YMPaUGNH&#10;nzWVp+05aO/kezOszuv9geItl2kpNv8R515Gw2oGRmiQf/HDvfYO3jOdr2f0CNjF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ed6HAAAAA3AAAAA8AAAAAAAAAAAAAAAAA&#10;oQIAAGRycy9kb3ducmV2LnhtbFBLBQYAAAAABAAEAPkAAACOAwAAAAA=&#10;" strokecolor="#00b0f0" strokeweight="2.25pt"/>
                    <v:shape id="AutoShape 644" o:spid="_x0000_s1235" type="#_x0000_t32" style="position:absolute;left:-608;top:31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LSOsQAAADcAAAADwAAAGRycy9kb3ducmV2LnhtbESPT2vCQBDF74V+h2UKvdVNrISSuooU&#10;CoL1YNpDexuyYxLMzobsaJJv3xUEj4/358dbrkfXqgv1ofFsIJ0loIhLbxuuDPx8f768gQqCbLH1&#10;TAYmCrBePT4sMbd+4ANdCqlUHOGQo4FapMu1DmVNDsPMd8TRO/reoUTZV9r2OMRx1+p5kmTaYcOR&#10;UGNHHzWVp+LsInex24+b8/b3j/yUSlaKTr/EmOencfMOSmiUe/jW3loDr0kK1zPxC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EtI6xAAAANwAAAAPAAAAAAAAAAAA&#10;AAAAAKECAABkcnMvZG93bnJldi54bWxQSwUGAAAAAAQABAD5AAAAkgMAAAAA&#10;" strokecolor="#00b0f0" strokeweight="2.25pt"/>
                    <v:shape id="AutoShape 645" o:spid="_x0000_s1234" type="#_x0000_t32" style="position:absolute;left:-608;top:36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BMTcMAAADcAAAADwAAAGRycy9kb3ducmV2LnhtbESPy4rCQBBF94L/0NSAO+1EB5GMrYgw&#10;IIyz8LHQXZGuScKkq0O61Pj3tiC4vNzH4c6XnavVldpQeTaQjhJQxLm3FRcGjofv4QxUEGSLtWcy&#10;cKcAy0W/N8fM+hvv6LqXQsURDhkaKEWaTOuQl+QwjHxDHL0/3zqUKNtC2xZvcdzVepwkU+2w4kgo&#10;saF1Sfn//uIi9/Pnt1tdNqcz+Xsq01x0uhVjBh/d6guUUCfv8Ku9sQYmyRieZ+IR0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ATE3DAAAA3AAAAA8AAAAAAAAAAAAA&#10;AAAAoQIAAGRycy9kb3ducmV2LnhtbFBLBQYAAAAABAAEAPkAAACRAwAAAAA=&#10;" strokecolor="#00b0f0" strokeweight="2.25pt"/>
                    <v:shape id="AutoShape 646" o:spid="_x0000_s1233" type="#_x0000_t32" style="position:absolute;left:-608;top:412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zp1sIAAADcAAAADwAAAGRycy9kb3ducmV2LnhtbESPT4vCMBDF78J+hzCCN02rIks1iiwI&#10;gnpY3cPubWjGtthMSjNq/fZGEPb4eH9+vMWqc7W6URsqzwbSUQKKOPe24sLAz2kz/AQVBNli7ZkM&#10;PCjAavnRW2Bm/Z2/6XaUQsURDhkaKEWaTOuQl+QwjHxDHL2zbx1KlG2hbYv3OO5qPU6SmXZYcSSU&#10;2NBXSfnleHWRO90duvV1+/tH/pHKLBed7sWYQb9bz0EJdfIffre31sAkmcDrTDwCevk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Izp1sIAAADcAAAADwAAAAAAAAAAAAAA&#10;AAChAgAAZHJzL2Rvd25yZXYueG1sUEsFBgAAAAAEAAQA+QAAAJADAAAAAA==&#10;" strokecolor="#00b0f0" strokeweight="2.25pt"/>
                    <v:shape id="AutoShape 647" o:spid="_x0000_s1232" type="#_x0000_t32" style="position:absolute;left:-368;top:46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VxosQAAADcAAAADwAAAGRycy9kb3ducmV2LnhtbESPT2vCQBDF74V+h2WE3uomNUiJriKF&#10;QsB6aOyhvQ3ZMQlmZ0N2jPHbu4VCj4/358dbbyfXqZGG0Ho2kM4TUMSVty3XBr6O78+voIIgW+w8&#10;k4EbBdhuHh/WmFt/5U8aS6lVHOGQo4FGpM+1DlVDDsPc98TRO/nBoUQ51NoOeI3jrtMvSbLUDluO&#10;hAZ7emuoOpcXF7nZ/jDtLsX3D/lbKstKdPohxjzNpt0KlNAk/+G/dmENLJIMfs/EI6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ZXGixAAAANwAAAAPAAAAAAAAAAAA&#10;AAAAAKECAABkcnMvZG93bnJldi54bWxQSwUGAAAAAAQABAD5AAAAkgMAAAAA&#10;" strokecolor="#00b0f0" strokeweight="2.25pt"/>
                    <v:shape id="AutoShape 648" o:spid="_x0000_s1231" type="#_x0000_t32" style="position:absolute;left:-368;top:51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nUOcMAAADcAAAADwAAAGRycy9kb3ducmV2LnhtbESPT2vCQBDF74V+h2UKvdVNbBWJriEU&#10;BMF6UHuotyE7JqHZ2ZAdNX57Vyj0+Hh/frxFPrhWXagPjWcD6SgBRVx623Bl4PuwepuBCoJssfVM&#10;Bm4UIF8+Py0ws/7KO7rspVJxhEOGBmqRLtM6lDU5DCPfEUfv5HuHEmVfadvjNY67Vo+TZKodNhwJ&#10;NXb0WVP5uz+7yP3YbIfivP45kr+lMi1Fp19izOvLUMxBCQ3yH/5rr62B92QCjzPxCOjl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p1DnDAAAA3AAAAA8AAAAAAAAAAAAA&#10;AAAAoQIAAGRycy9kb3ducmV2LnhtbFBLBQYAAAAABAAEAPkAAACRAwAAAAA=&#10;" strokecolor="#00b0f0" strokeweight="2.25pt"/>
                    <v:shape id="AutoShape 649" o:spid="_x0000_s1230" type="#_x0000_t32" style="position:absolute;left:-368;top:564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tKTsMAAADcAAAADwAAAGRycy9kb3ducmV2LnhtbESPT2vCQBDF7wW/wzKCt2YTLUFSVxFB&#10;ELSHqgd7G7LTJDQ7G7Kjxm/vFgo9Pt6fH2+xGlyrbtSHxrOBLElBEZfeNlwZOJ+2r3NQQZAttp7J&#10;wIMCrJajlwUW1t/5k25HqVQc4VCggVqkK7QOZU0OQ+I74uh9+96hRNlX2vZ4j+Ou1dM0zbXDhiOh&#10;xo42NZU/x6uL3Lf9x7C+7i5f5B+Z5KXo7CDGTMbD+h2U0CD/4b/2zhqYpTn8nolHQC+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j7Sk7DAAAA3AAAAA8AAAAAAAAAAAAA&#10;AAAAoQIAAGRycy9kb3ducmV2LnhtbFBLBQYAAAAABAAEAPkAAACRAwAAAAA=&#10;" strokecolor="#00b0f0" strokeweight="2.25pt"/>
                    <v:shape id="AutoShape 650" o:spid="_x0000_s1229" type="#_x0000_t32" style="position:absolute;left:-368;top:615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fv1cMAAADcAAAADwAAAGRycy9kb3ducmV2LnhtbESPT2vCQBDF70K/wzIFb7qJFS2pq4hQ&#10;ELQHo4f2NmSnSWh2NmRHjd/eFQoeH+/Pj7dY9a5RF+pC7dlAOk5AERfe1lwaOB0/R++ggiBbbDyT&#10;gRsFWC1fBgvMrL/ygS65lCqOcMjQQCXSZlqHoiKHYexb4uj9+s6hRNmV2nZ4jeOu0ZMkmWmHNUdC&#10;hS1tKir+8rOL3Onuq1+ft98/5G+pzArR6V6MGb726w9QQr08w//trTXwlszhcSYeAb2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379XDAAAA3AAAAA8AAAAAAAAAAAAA&#10;AAAAoQIAAGRycy9kb3ducmV2LnhtbFBLBQYAAAAABAAEAPkAAACRAwAAAAA=&#10;" strokecolor="#00b0f0" strokeweight="2.25pt"/>
                    <v:shape id="AutoShape 651" o:spid="_x0000_s1228" type="#_x0000_t32" style="position:absolute;left:-368;top:665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h7p8AAAADcAAAADwAAAGRycy9kb3ducmV2LnhtbERPTWvCQBC9F/oflhF6q5u0IiW6ihQK&#10;Quuh2oPehuyYBLOzITtq/PfOQejx8b7nyyG05kJ9aiI7yMcZGOIy+oYrB3+7r9cPMEmQPbaRycGN&#10;EiwXz09zLHy88i9dtlIZDeFUoINapCusTWVNAdM4dsTKHWMfUBT2lfU9XjU8tPYty6Y2YMPaUGNH&#10;nzWVp+05aO/kezOszuv9geItl2kpNv8R515Gw2oGRmiQf/HDvfYO3jNdq2f0CNjF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Yoe6fAAAAA3AAAAA8AAAAAAAAAAAAAAAAA&#10;oQIAAGRycy9kb3ducmV2LnhtbFBLBQYAAAAABAAEAPkAAACOAwAAAAA=&#10;" strokecolor="#00b0f0" strokeweight="2.25pt"/>
                    <v:shape id="AutoShape 652" o:spid="_x0000_s1227" type="#_x0000_t32" style="position:absolute;left:-368;top:716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TePMMAAADcAAAADwAAAGRycy9kb3ducmV2LnhtbESPT2vCQBDF70K/wzIFb7qJFbGpq4hQ&#10;ELQHo4f2NmSnSWh2NmRHjd/eFQoeH+/Pj7dY9a5RF+pC7dlAOk5AERfe1lwaOB0/R3NQQZAtNp7J&#10;wI0CrJYvgwVm1l/5QJdcShVHOGRooBJpM61DUZHDMPYtcfR+fedQouxKbTu8xnHX6EmSzLTDmiOh&#10;wpY2FRV/+dlF7nT31a/P2+8f8rdUZoXodC/GDF/79QcooV6e4f/21hp4S97hcSYeAb2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k3jzDAAAA3AAAAA8AAAAAAAAAAAAA&#10;AAAAoQIAAGRycy9kb3ducmV2LnhtbFBLBQYAAAAABAAEAPkAAACRAwAAAAA=&#10;" strokecolor="#00b0f0" strokeweight="2.25pt"/>
                    <v:shape id="AutoShape 653" o:spid="_x0000_s1226" type="#_x0000_t32" style="position:absolute;left:-368;top:76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fhfMAAAADcAAAADwAAAGRycy9kb3ducmV2LnhtbERPTWvCQBC9F/oflil4q5tUkRJdRQoF&#10;QT1Ue2hvQ3ZMQrOzITtq/PfOQejx8b4XqyG05kJ9aiI7yMcZGOIy+oYrB9/Hz9d3MEmQPbaRycGN&#10;EqyWz08LLHy88hddDlIZDeFUoINapCusTWVNAdM4dsTKnWIfUBT2lfU9XjU8tPYty2Y2YMPaUGNH&#10;HzWVf4dz0N7pdj+sz5ufX4q3XGal2Hwnzo1ehvUcjNAg/+KHe+MdTHKdr2f0CNjl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2H4XzAAAAA3AAAAA8AAAAAAAAAAAAAAAAA&#10;oQIAAGRycy9kb3ducmV2LnhtbFBLBQYAAAAABAAEAPkAAACOAwAAAAA=&#10;" strokecolor="#00b0f0" strokeweight="2.25pt"/>
                    <v:shape id="AutoShape 654" o:spid="_x0000_s1225" type="#_x0000_t32" style="position:absolute;left:-368;top:81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tE58MAAADcAAAADwAAAGRycy9kb3ducmV2LnhtbESPT2vCQBDF74LfYRmhN92sLVJSV5FC&#10;QdAeqh7a25Adk2B2NmRHjd/eFYQeH+/Pjzdf9r5RF+piHdiCmWSgiIvgai4tHPZf43dQUZAdNoHJ&#10;wo0iLBfDwRxzF678Q5edlCqNcMzRQiXS5lrHoiKPcRJa4uQdQ+dRkuxK7Tq8pnHf6GmWzbTHmhOh&#10;wpY+KypOu7NP3LfNd786r3//KNyMzArRZivWvoz61QcooV7+w8/22ll4NQYeZ9IR0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LROfDAAAA3AAAAA8AAAAAAAAAAAAA&#10;AAAAoQIAAGRycy9kb3ducmV2LnhtbFBLBQYAAAAABAAEAPkAAACRAwAAAAA=&#10;" strokecolor="#00b0f0" strokeweight="2.25pt"/>
                    <v:shape id="AutoShape 655" o:spid="_x0000_s1224" type="#_x0000_t32" style="position:absolute;left:-128;top:868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nakMMAAADcAAAADwAAAGRycy9kb3ducmV2LnhtbESPy4rCQBBF94L/0NSAO+1EB5GMrYgw&#10;IIyz8LHQXZGuScKkq0O61Pj3tiC4vNzH4c6XnavVldpQeTaQjhJQxLm3FRcGjofv4QxUEGSLtWcy&#10;cKcAy0W/N8fM+hvv6LqXQsURDhkaKEWaTOuQl+QwjHxDHL0/3zqUKNtC2xZvcdzVepwkU+2w4kgo&#10;saF1Sfn//uIi9/Pnt1tdNqcz+Xsq01x0uhVjBh/d6guUUCfv8Ku9sQYm6RieZ+IR0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Z2pDDAAAA3AAAAA8AAAAAAAAAAAAA&#10;AAAAoQIAAGRycy9kb3ducmV2LnhtbFBLBQYAAAAABAAEAPkAAACRAwAAAAA=&#10;" strokecolor="#00b0f0" strokeweight="2.25pt"/>
                    <v:shape id="AutoShape 656" o:spid="_x0000_s1223" type="#_x0000_t32" style="position:absolute;left:-128;top:91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V/C8QAAADcAAAADwAAAGRycy9kb3ducmV2LnhtbESPT2vCQBDF74V+h2UK3uomTRFJXUUK&#10;BUF7MHpob0N2moRmZ0N2NMm3dwsFj4/358dbbUbXqiv1ofFsIJ0noIhLbxuuDJxPH89LUEGQLbae&#10;ycBEATbrx4cV5tYPfKRrIZWKIxxyNFCLdLnWoazJYZj7jjh6P753KFH2lbY9DnHctfolSRbaYcOR&#10;UGNH7zWVv8XFRe7r/nPcXnZf3+SnVBal6PQgxsyexu0bKKFR7uH/9s4ayNIM/s7EI6D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VX8LxAAAANwAAAAPAAAAAAAAAAAA&#10;AAAAAKECAABkcnMvZG93bnJldi54bWxQSwUGAAAAAAQABAD5AAAAkgMAAAAA&#10;" strokecolor="#00b0f0" strokeweight="2.25pt"/>
                    <v:shape id="AutoShape 657" o:spid="_x0000_s1222" type="#_x0000_t32" style="position:absolute;left:-128;top:972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znf8MAAADcAAAADwAAAGRycy9kb3ducmV2LnhtbESPy4rCQBBF94L/0NSAO+3EEZGMrYgg&#10;COMsfCx0V6RrkjDp6pAuNf79tCC4vNzH4c6XnavVjdpQeTaQjhJQxLm3FRcGTsfNcAYqCLLF2jMZ&#10;eFCA5aLfm2Nm/Z33dDtIoeIIhwwNlCJNpnXIS3IYRr4hjt6vbx1KlG2hbYv3OO5qPU6SqXZYcSSU&#10;2NC6pPzvcHWRO/n+6VbX7flC/pHKNBed7sSYwUe3+gIl1Mk7/GpvrYHPdALPM/EI6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853/DAAAA3AAAAA8AAAAAAAAAAAAA&#10;AAAAoQIAAGRycy9kb3ducmV2LnhtbFBLBQYAAAAABAAEAPkAAACRAwAAAAA=&#10;" strokecolor="#00b0f0" strokeweight="2.25pt"/>
                    <v:shape id="AutoShape 658" o:spid="_x0000_s1221" type="#_x0000_t32" style="position:absolute;left:-128;top:1022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BC5MQAAADcAAAADwAAAGRycy9kb3ducmV2LnhtbESPS2vCQBSF94X+h+EW3NVJtIpExxAK&#10;gtB24WOhu0vmmoRm7oTMVeO/7xQKXR7O4+Os8sG16kZ9aDwbSMcJKOLS24YrA8fD5nUBKgiyxdYz&#10;GXhQgHz9/LTCzPo77+i2l0rFEQ4ZGqhFukzrUNbkMIx9Rxy9i+8dSpR9pW2P9zjuWj1Jkrl22HAk&#10;1NjRe03l9/7qIvft42sortvTmfwjlXkpOv0UY0YvQ7EEJTTIf/ivvbUGpukMfs/EI6D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8ELkxAAAANwAAAAPAAAAAAAAAAAA&#10;AAAAAKECAABkcnMvZG93bnJldi54bWxQSwUGAAAAAAQABAD5AAAAkgMAAAAA&#10;" strokecolor="#00b0f0" strokeweight="2.25pt"/>
                    <v:shape id="AutoShape 659" o:spid="_x0000_s1220" type="#_x0000_t32" style="position:absolute;left:-128;top:1073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Lck8MAAADcAAAADwAAAGRycy9kb3ducmV2LnhtbESPT2vCQBDF7wW/wzKCt7qJliCpmyCC&#10;IGgPtT3Y25CdJqHZ2ZAdNX57t1Do8fH+/HjrcnSdutIQWs8G0nkCirjytuXawOfH7nkFKgiyxc4z&#10;GbhTgLKYPK0xt/7G73Q9Sa3iCIccDTQifa51qBpyGOa+J47etx8cSpRDre2AtzjuOr1Ikkw7bDkS&#10;Guxp21D1c7q4yH05vI2by/78Rf6eSlaJTo9izGw6bl5BCY3yH/5r762BZZrB75l4BHT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i3JPDAAAA3AAAAA8AAAAAAAAAAAAA&#10;AAAAoQIAAGRycy9kb3ducmV2LnhtbFBLBQYAAAAABAAEAPkAAACRAwAAAAA=&#10;" strokecolor="#00b0f0" strokeweight="2.25pt"/>
                    <v:shape id="AutoShape 660" o:spid="_x0000_s1219" type="#_x0000_t32" style="position:absolute;left:-128;top:1126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55CMMAAADcAAAADwAAAGRycy9kb3ducmV2LnhtbESPT2vCQBDF70K/wzIFb7qJFS2pq4hQ&#10;ELQHo4f2NmSnSWh2NmRHjd/eFQoeH+/Pj7dY9a5RF+pC7dlAOk5AERfe1lwaOB0/R++ggiBbbDyT&#10;gRsFWC1fBgvMrL/ygS65lCqOcMjQQCXSZlqHoiKHYexb4uj9+s6hRNmV2nZ4jeOu0ZMkmWmHNUdC&#10;hS1tKir+8rOL3Onuq1+ft98/5G+pzArR6V6MGb726w9QQr08w//trTXwls7hcSYeAb2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ueQjDAAAA3AAAAA8AAAAAAAAAAAAA&#10;AAAAoQIAAGRycy9kb3ducmV2LnhtbFBLBQYAAAAABAAEAPkAAACRAwAAAAA=&#10;" strokecolor="#00b0f0" strokeweight="2.25pt"/>
                    <v:shape id="AutoShape 661" o:spid="_x0000_s1218" type="#_x0000_t32" style="position:absolute;left:-128;top:1174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tesAAAADcAAAADwAAAGRycy9kb3ducmV2LnhtbERPTWvCQBC9F/oflil4q5tUkRJdRQoF&#10;QT1Ue2hvQ3ZMQrOzITtq/PfOQejx8b4XqyG05kJ9aiI7yMcZGOIy+oYrB9/Hz9d3MEmQPbaRycGN&#10;EqyWz08LLHy88hddDlIZDeFUoINapCusTWVNAdM4dsTKnWIfUBT2lfU9XjU8tPYty2Y2YMPaUGNH&#10;HzWVf4dz0N7pdj+sz5ufX4q3XGal2Hwnzo1ehvUcjNAg/+KHe+MdTHJdq2f0CNjl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Px7XrAAAAA3AAAAA8AAAAAAAAAAAAAAAAA&#10;oQIAAGRycy9kb3ducmV2LnhtbFBLBQYAAAAABAAEAPkAAACOAwAAAAA=&#10;" strokecolor="#00b0f0" strokeweight="2.25pt"/>
                    <v:shape id="AutoShape 662" o:spid="_x0000_s1217" type="#_x0000_t32" style="position:absolute;left:-128;top:122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1I4cMAAADcAAAADwAAAGRycy9kb3ducmV2LnhtbESPT2vCQBDF70K/wzIFb7qJFbGpq4hQ&#10;ELQHo4f2NmSnSWh2NmRHjd/eFQoeH+/Pj7dY9a5RF+pC7dlAOk5AERfe1lwaOB0/R3NQQZAtNp7J&#10;wI0CrJYvgwVm1l/5QJdcShVHOGRooBJpM61DUZHDMPYtcfR+fedQouxKbTu8xnHX6EmSzLTDmiOh&#10;wpY2FRV/+dlF7nT31a/P2+8f8rdUZoXodC/GDF/79QcooV6e4f/21hp4S9/hcSYeAb2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y9SOHDAAAA3AAAAA8AAAAAAAAAAAAA&#10;AAAAoQIAAGRycy9kb3ducmV2LnhtbFBLBQYAAAAABAAEAPkAAACRAwAAAAA=&#10;" strokecolor="#00b0f0" strokeweight="2.25pt"/>
                    <v:shape id="AutoShape 663" o:spid="_x0000_s1059" type="#_x0000_t32" style="position:absolute;left:-128;top:1277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rwcEAAADcAAAADwAAAGRycy9kb3ducmV2LnhtbERPTWvCQBC9F/oflil4q5uoSEldRQoF&#10;QXvQ9tDehuyYBLOzITtq/Pedg+Dx8b4XqyG05kJ9aiI7yMcZGOIy+oYrBz/fn69vYJIge2wjk4Mb&#10;JVgtn58WWPh45T1dDlIZDeFUoINapCusTWVNAdM4dsTKHWMfUBT2lfU9XjU8tHaSZXMbsGFtqLGj&#10;j5rK0+EctHe2/RrW583vH8VbLvNSbL4T50Yvw/odjNAgD/HdvfEOphOdr2f0CNj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6yvBwQAAANwAAAAPAAAAAAAAAAAAAAAA&#10;AKECAABkcnMvZG93bnJldi54bWxQSwUGAAAAAAQABAD5AAAAjwMAAAAA&#10;" strokecolor="#00b0f0" strokeweight="2.25pt"/>
                    <v:shape id="AutoShape 664" o:spid="_x0000_s1060" type="#_x0000_t32" style="position:absolute;left:-128;top:132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eOWsMAAADcAAAADwAAAGRycy9kb3ducmV2LnhtbESPy4rCQBBF94L/0NSAO+1EB5GMrYgw&#10;IIyz8LHQXZGuScKkq0O61Pj3tiC4vNzH4c6XnavVldpQeTaQjhJQxLm3FRcGjofv4QxUEGSLtWcy&#10;cKcAy0W/N8fM+hvv6LqXQsURDhkaKEWaTOuQl+QwjHxDHL0/3zqUKNtC2xZvcdzVepwkU+2w4kgo&#10;saF1Sfn//uIi9/Pnt1tdNqcz+Xsq01x0uhVjBh/d6guUUCfv8Ku9sQYm4xSeZ+IR0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njlrDAAAA3AAAAA8AAAAAAAAAAAAA&#10;AAAAoQIAAGRycy9kb3ducmV2LnhtbFBLBQYAAAAABAAEAPkAAACRAwAAAAA=&#10;" strokecolor="#00b0f0" strokeweight="2.25pt"/>
                    <v:shape id="AutoShape 665" o:spid="_x0000_s1061" type="#_x0000_t32" style="position:absolute;left:-128;top:137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UQLcQAAADcAAAADwAAAGRycy9kb3ducmV2LnhtbESPT2vCQBDF7wW/wzKF3uomaZES3QQR&#10;BEF7qPbQ3obsmIRmZ0N2ovHbu4VCj4/358dblZPr1IWG0Ho2kM4TUMSVty3XBj5P2+c3UEGQLXae&#10;ycCNApTF7GGFufVX/qDLUWoVRzjkaKAR6XOtQ9WQwzD3PXH0zn5wKFEOtbYDXuO463SWJAvtsOVI&#10;aLCnTUPVz3F0kfu6f5/W4+7rm/wtlUUlOj2IMU+P03oJSmiS//Bfe2cNvGQZ/J6JR0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dRAtxAAAANwAAAAPAAAAAAAAAAAA&#10;AAAAAKECAABkcnMvZG93bnJldi54bWxQSwUGAAAAAAQABAD5AAAAkgMAAAAA&#10;" strokecolor="#00b0f0" strokeweight="2.25pt"/>
                    <v:shape id="AutoShape 666" o:spid="_x0000_s1062" type="#_x0000_t32" style="position:absolute;left:-128;top:143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m1tsQAAADcAAAADwAAAGRycy9kb3ducmV2LnhtbESPT2vCQBDF74V+h2UK3ppNtARJXUUE&#10;QdAemvZgb0N2moRmZ0N2ovHbu4VCj4/358dbbSbXqQsNofVsIEtSUMSVty3XBj4/9s9LUEGQLXae&#10;ycCNAmzWjw8rLKy/8jtdSqlVHOFQoIFGpC+0DlVDDkPie+LoffvBoUQ51NoOeI3jrtPzNM21w5Yj&#10;ocGedg1VP+XoIvfl+DZtx8P5i/wtk7wSnZ3EmNnTtH0FJTTJf/ivfbAGFvMF/J6JR0Cv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ObW2xAAAANwAAAAPAAAAAAAAAAAA&#10;AAAAAKECAABkcnMvZG93bnJldi54bWxQSwUGAAAAAAQABAD5AAAAkgMAAAAA&#10;" strokecolor="#00b0f0" strokeweight="2.25pt"/>
                    <v:shape id="AutoShape 667" o:spid="_x0000_s1063" type="#_x0000_t32" style="position:absolute;left:-112;top:147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AtwsIAAADcAAAADwAAAGRycy9kb3ducmV2LnhtbESPT4vCMBDF74LfIYywN02rIks1iiws&#10;CK6HVQ/rbWjGtthMSjNq/fZGEPb4eH9+vMWqc7W6URsqzwbSUQKKOPe24sLA8fA9/AQVBNli7ZkM&#10;PCjAatnvLTCz/s6/dNtLoeIIhwwNlCJNpnXIS3IYRr4hjt7Ztw4lyrbQtsV7HHe1HifJTDusOBJK&#10;bOirpPyyv7rInW533fq6+TuRf6Qyy0WnP2LMx6Bbz0EJdfIffrc31sBkPIXXmXgE9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AtwsIAAADcAAAADwAAAAAAAAAAAAAA&#10;AAChAgAAZHJzL2Rvd25yZXYueG1sUEsFBgAAAAAEAAQA+QAAAJADAAAAAA==&#10;" strokecolor="#00b0f0" strokeweight="2.25pt"/>
                    <v:shape id="AutoShape 668" o:spid="_x0000_s1064" type="#_x0000_t32" style="position:absolute;left:-140;top:152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yIWcMAAADcAAAADwAAAGRycy9kb3ducmV2LnhtbESPT2vCQBDF7wW/wzKCt7qJWpHoKiII&#10;gvZQ24PehuyYBLOzITtq/PZuodDj4/358RarztXqTm2oPBtIhwko4tzbigsDP9/b9xmoIMgWa89k&#10;4EkBVsve2wIz6x/8RfejFCqOcMjQQCnSZFqHvCSHYegb4uhdfOtQomwLbVt8xHFX61GSTLXDiiOh&#10;xIY2JeXX481F7mT/2a1vu9OZ/DOVaS46PYgxg363noMS6uQ//NfeWQPj0Qf8nolHQC9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ciFnDAAAA3AAAAA8AAAAAAAAAAAAA&#10;AAAAoQIAAGRycy9kb3ducmV2LnhtbFBLBQYAAAAABAAEAPkAAACRAwAAAAA=&#10;" strokecolor="#00b0f0" strokeweight="2.25pt"/>
                  </v:group>
                </v:group>
              </v:group>
              <v:shape id="AutoShape 669" o:spid="_x0000_s1065" type="#_x0000_t32" style="position:absolute;left:-2;top:153;width:1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04WLsMAAADcAAAADwAAAGRycy9kb3ducmV2LnhtbESPT2vCQBDF74LfYZlCb7qJLUGimyCC&#10;INgeqh7a25Adk9DsbMiOGr99t1Do8fH+/HjrcnSdutEQWs8G0nkCirjytuXawPm0my1BBUG22Hkm&#10;Aw8KUBbTyRpz6+/8Qbej1CqOcMjRQCPS51qHqiGHYe574uhd/OBQohxqbQe8x3HX6UWSZNphy5HQ&#10;YE/bhqrv49VF7uvhfdxc959f5B+pZJXo9E2MeX4aNytQQqP8h//ae2vgZZHB75l4BHT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OFi7DAAAA3AAAAA8AAAAAAAAAAAAA&#10;AAAAoQIAAGRycy9kb3ducmV2LnhtbFBLBQYAAAAABAAEAPkAAACRAwAAAAA=&#10;" strokecolor="#00b0f0" strokeweight="2.25pt"/>
            </v:group>
            <v:shape id="Text Box 670" o:spid="_x0000_s1066" type="#_x0000_t202" style="position:absolute;left:13;top:1;width:108;height: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i1FcQA&#10;AADcAAAADwAAAGRycy9kb3ducmV2LnhtbESPS2vDMBCE74H8B7GF3hKpaV51rYTSEuippXlBbou1&#10;fhBrZSw1dv99FQjkOMzMN0y67m0tLtT6yrGGp7ECQZw5U3GhYb/bjJYgfEA2WDsmDX/kYb0aDlJM&#10;jOv4hy7bUIgIYZ+ghjKEJpHSZyVZ9GPXEEcvd63FEGVbSNNiF+G2lhOl5tJixXGhxIbeS8rO21+r&#10;4fCVn45T9V182FnTuV5Jti9S68eH/u0VRKA+3MO39qfR8DxZ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ItRXEAAAA3AAAAA8AAAAAAAAAAAAAAAAAmAIAAGRycy9k&#10;b3ducmV2LnhtbFBLBQYAAAAABAAEAPUAAACJAwAAAAA=&#10;" filled="f" stroked="f">
              <v:textbox>
                <w:txbxContent>
                  <w:p w:rsidR="00C77B8B" w:rsidRPr="00FC4549" w:rsidRDefault="00C77B8B" w:rsidP="00C77B8B">
                    <w:pPr>
                      <w:rPr>
                        <w:sz w:val="56"/>
                        <w:szCs w:val="56"/>
                      </w:rPr>
                    </w:pPr>
                    <w:r w:rsidRPr="00FC4549">
                      <w:rPr>
                        <w:sz w:val="56"/>
                        <w:szCs w:val="56"/>
                      </w:rPr>
                      <w:t>Cellphones in the Classroom</w:t>
                    </w:r>
                  </w:p>
                  <w:p w:rsidR="007821E1" w:rsidRPr="00DA39EF" w:rsidRDefault="007821E1" w:rsidP="007821E1">
                    <w:pPr>
                      <w:rPr>
                        <w:sz w:val="96"/>
                      </w:rPr>
                    </w:pPr>
                  </w:p>
                </w:txbxContent>
              </v:textbox>
            </v:shape>
            <v:shape id="Text Box 671" o:spid="_x0000_s1067" type="#_x0000_t202" style="position:absolute;left:13;top:17;width:107;height:1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chZ8AA&#10;AADcAAAADwAAAGRycy9kb3ducmV2LnhtbERPTYvCMBC9C/6HMIK3NVF3Za1GEUXwpOjuCt6GZmyL&#10;zaQ00Xb/vTkIHh/ve75sbSkeVPvCsYbhQIEgTp0pONPw+7P9+AbhA7LB0jFp+CcPy0W3M8fEuIaP&#10;9DiFTMQQ9glqyEOoEil9mpNFP3AVceSurrYYIqwzaWpsYrgt5UipibRYcGzIsaJ1TuntdLca/vbX&#10;y/lTHbKN/aoa1yrJdiq17vfa1QxEoDa8xS/3zmgYj+La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FchZ8AAAADcAAAADwAAAAAAAAAAAAAAAACYAgAAZHJzL2Rvd25y&#10;ZXYueG1sUEsFBgAAAAAEAAQA9QAAAIUDAAAAAA==&#10;" filled="f" stroked="f">
              <v:textbox>
                <w:txbxContent>
                  <w:p w:rsidR="00A12838" w:rsidRPr="00362459" w:rsidRDefault="00A12838" w:rsidP="00A12838">
                    <w:pPr>
                      <w:rPr>
                        <w:b/>
                      </w:rPr>
                    </w:pPr>
                    <w:r w:rsidRPr="00362459">
                      <w:rPr>
                        <w:b/>
                      </w:rPr>
                      <w:t>Assessment Slide</w:t>
                    </w:r>
                    <w:r>
                      <w:rPr>
                        <w:b/>
                      </w:rPr>
                      <w:t>, continued</w:t>
                    </w:r>
                  </w:p>
                  <w:p w:rsidR="007821E1" w:rsidRDefault="00A12838" w:rsidP="007821E1">
                    <w:r>
                      <w:t xml:space="preserve">9. </w:t>
                    </w:r>
                    <w:r w:rsidR="00EB40C7">
                      <w:t>Which student-created video using cellphones in the California Student Media Festival Winners was your favorite and why?</w:t>
                    </w:r>
                  </w:p>
                  <w:p w:rsidR="007821E1" w:rsidRDefault="00EB40C7" w:rsidP="007821E1">
                    <w:r>
                      <w:t>Answer 9:</w:t>
                    </w:r>
                  </w:p>
                  <w:p w:rsidR="007821E1" w:rsidRPr="00A17EA3" w:rsidRDefault="00A17EA3" w:rsidP="007821E1">
                    <w:pPr>
                      <w:rPr>
                        <w:b/>
                      </w:rPr>
                    </w:pPr>
                    <w:r w:rsidRPr="00A17EA3">
                      <w:rPr>
                        <w:b/>
                      </w:rPr>
                      <w:t>Research &amp; Organization Tools Slide</w:t>
                    </w:r>
                  </w:p>
                  <w:p w:rsidR="007821E1" w:rsidRDefault="00A17EA3" w:rsidP="00A17EA3">
                    <w:r>
                      <w:t>10. After looking at all the different ways a cellphone can help a student become more organized in the classroom, which tool do you believe would help you be more organized and successful in this class? Why?</w:t>
                    </w:r>
                  </w:p>
                  <w:p w:rsidR="007821E1" w:rsidRPr="008B721E" w:rsidRDefault="008B721E" w:rsidP="007821E1">
                    <w:pPr>
                      <w:rPr>
                        <w:b/>
                      </w:rPr>
                    </w:pPr>
                    <w:r w:rsidRPr="008B721E">
                      <w:rPr>
                        <w:b/>
                      </w:rPr>
                      <w:t>Ethics/Safety/Appropriate Use Slide</w:t>
                    </w:r>
                  </w:p>
                  <w:p w:rsidR="007821E1" w:rsidRDefault="008B721E" w:rsidP="007821E1">
                    <w:r>
                      <w:t>11. After reading the three articles, list 3 Pros &amp; 3 Cons about students using cellphones in the classroom.</w:t>
                    </w:r>
                  </w:p>
                  <w:p w:rsidR="007821E1" w:rsidRDefault="008B721E" w:rsidP="007821E1">
                    <w:r>
                      <w:t xml:space="preserve">PROS: </w:t>
                    </w:r>
                  </w:p>
                  <w:p w:rsidR="007821E1" w:rsidRDefault="008B721E" w:rsidP="007821E1">
                    <w:r>
                      <w:t>Answer 11 a:</w:t>
                    </w:r>
                  </w:p>
                  <w:p w:rsidR="007821E1" w:rsidRDefault="008B721E" w:rsidP="007821E1">
                    <w:r>
                      <w:t>Answer 11 b:</w:t>
                    </w:r>
                  </w:p>
                  <w:p w:rsidR="007821E1" w:rsidRDefault="008B721E" w:rsidP="007821E1">
                    <w:r>
                      <w:t>Answer 11 c:</w:t>
                    </w:r>
                  </w:p>
                  <w:p w:rsidR="007821E1" w:rsidRDefault="008B721E" w:rsidP="007821E1">
                    <w:r>
                      <w:t>CONS</w:t>
                    </w:r>
                  </w:p>
                  <w:p w:rsidR="007821E1" w:rsidRDefault="008B721E" w:rsidP="007821E1">
                    <w:r>
                      <w:t>Answer 11 d:</w:t>
                    </w:r>
                  </w:p>
                  <w:p w:rsidR="007821E1" w:rsidRDefault="008B721E" w:rsidP="007821E1">
                    <w:r>
                      <w:t>Answer 11 e:</w:t>
                    </w:r>
                  </w:p>
                  <w:p w:rsidR="007821E1" w:rsidRDefault="008B721E" w:rsidP="007821E1">
                    <w:r>
                      <w:t>Answer 11 f:</w:t>
                    </w:r>
                  </w:p>
                  <w:p w:rsidR="007821E1" w:rsidRDefault="008D3A98" w:rsidP="007821E1">
                    <w:r>
                      <w:t>12. List two guidelines for students to follow when using cellphones in the classroom to promote student engagement and learning.</w:t>
                    </w:r>
                  </w:p>
                  <w:p w:rsidR="007821E1" w:rsidRDefault="008D3A98" w:rsidP="007821E1">
                    <w:r>
                      <w:t>Answer 12 a:</w:t>
                    </w:r>
                  </w:p>
                  <w:p w:rsidR="007821E1" w:rsidRDefault="008D3A98" w:rsidP="007821E1">
                    <w:r>
                      <w:t>Answer 12 b:</w:t>
                    </w:r>
                  </w:p>
                  <w:p w:rsidR="006131FB" w:rsidRDefault="006131FB" w:rsidP="006131FB">
                    <w:r w:rsidRPr="006131FB">
                      <w:rPr>
                        <w:b/>
                      </w:rPr>
                      <w:t>Summary/Discussion Slide</w:t>
                    </w:r>
                    <w:r>
                      <w:rPr>
                        <w:b/>
                      </w:rPr>
                      <w:br/>
                    </w:r>
                    <w:r>
                      <w:br/>
                      <w:t>13.After listening to the Three Generations’ Views on Cellphones podcast, does the same difference in opinion and use of cellphones exist in your family? Give an example of one difference in use or thinking.</w:t>
                    </w:r>
                  </w:p>
                  <w:p w:rsidR="006131FB" w:rsidRDefault="006131FB" w:rsidP="006131FB">
                    <w:r>
                      <w:t>Answer 13:</w:t>
                    </w:r>
                  </w:p>
                  <w:p w:rsidR="006131FB" w:rsidRDefault="00024623" w:rsidP="006131FB">
                    <w:r>
                      <w:t>14. After reading</w:t>
                    </w:r>
                    <w:r w:rsidR="0060756E">
                      <w:t>”</w:t>
                    </w:r>
                    <w:r>
                      <w:t xml:space="preserve"> The 21</w:t>
                    </w:r>
                    <w:r w:rsidRPr="00024623">
                      <w:rPr>
                        <w:vertAlign w:val="superscript"/>
                      </w:rPr>
                      <w:t>st</w:t>
                    </w:r>
                    <w:r>
                      <w:t xml:space="preserve"> Digital Learner</w:t>
                    </w:r>
                    <w:r w:rsidR="0060756E">
                      <w:t>”, give</w:t>
                    </w:r>
                    <w:r>
                      <w:t xml:space="preserve"> one reason </w:t>
                    </w:r>
                    <w:r w:rsidR="0060756E">
                      <w:t xml:space="preserve">stated in the article or from your own understanding </w:t>
                    </w:r>
                    <w:r>
                      <w:t>why it is important for students in your generation to be given the privilege to use a cellphone in class?</w:t>
                    </w:r>
                  </w:p>
                  <w:p w:rsidR="007821E1" w:rsidRPr="0060756E" w:rsidRDefault="00024623" w:rsidP="007821E1">
                    <w:r w:rsidRPr="0060756E">
                      <w:t xml:space="preserve">Answer 14: </w:t>
                    </w:r>
                  </w:p>
                </w:txbxContent>
              </v:textbox>
            </v:shape>
          </v:group>
        </w:pict>
      </w:r>
      <w:r w:rsidR="007821E1">
        <w:br w:type="page"/>
      </w:r>
    </w:p>
    <w:p w:rsidR="007821E1" w:rsidRDefault="00080FCE">
      <w:r>
        <w:rPr>
          <w:noProof/>
        </w:rPr>
        <w:lastRenderedPageBreak/>
        <w:pict>
          <v:group id="Group 600" o:spid="_x0000_s1068" style="position:absolute;margin-left:-98.95pt;margin-top:-22in;width:665.45pt;height:44784.6pt;z-index:251713536" coordorigin="-5,-309" coordsize="133,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">
            <v:group id="Group 601" o:spid="_x0000_s1069"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v:group id="Group 602" o:spid="_x0000_s1070"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shape id="AutoShape 603" o:spid="_x0000_s1071" type="#_x0000_t32" style="position:absolute;left:13;top:-309;width:1;height:895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5jdsEAAADcAAAADwAAAGRycy9kb3ducmV2LnhtbERPzUrDQBC+C32HZQq92Y0LLRK7LSII&#10;wYNi4gMM2TGJZmfD7tomfXrnIHj8+P4Pp9mP6kwxDYEt3G0LUMRtcAN3Fj6a59t7UCkjOxwDk4WF&#10;EpyOq5sDli5c+J3Ode6UhHAq0UKf81RqndqePKZtmIiF+wzRYxYYO+0iXiTcj9oUxV57HFgaepzo&#10;qaf2u/7x0jvEa7PsTIUvuzfzVTX1q1kWazfr+fEBVKY5/4v/3JWzYPYyX87IEdDH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mN2wQAAANwAAAAPAAAAAAAAAAAAAAAA&#10;AKECAABkcnMvZG93bnJldi54bWxQSwUGAAAAAAQABAD5AAAAjwMAAAAA&#10;" strokecolor="#ff5d5d" strokeweight="2.25pt"/>
                <v:group id="Group 604" o:spid="_x0000_s1072" style="position:absolute;left:-5;top:15;width:132;height:132" coordorigin="-518,1596" coordsize="13309,13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nK7G8QAAADcAAAADwAAAGRycy9kb3ducmV2LnhtbESPQYvCMBSE74L/ITzB&#10;m6ZVFKlGEdld9iCCdWHx9miebbF5KU22rf9+Iwgeh5n5htnselOJlhpXWlYQTyMQxJnVJecKfi6f&#10;kxUI55E1VpZJwYMc7LbDwQYTbTs+U5v6XAQIuwQVFN7XiZQuK8igm9qaOHg32xj0QTa51A12AW4q&#10;OYuipTRYclgosKZDQdk9/TMKvjrs9vP4oz3eb4fH9bI4/R5jUmo86vdrEJ56/w6/2t9awWwZw/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nK7G8QAAADcAAAA&#10;DwAAAAAAAAAAAAAAAACqAgAAZHJzL2Rvd25yZXYueG1sUEsFBgAAAAAEAAQA+gAAAJsDAAAAAA==&#10;">
                  <v:shape id="AutoShape 605" o:spid="_x0000_s1073" type="#_x0000_t32" style="position:absolute;left:-518;top:1596;width:129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6mcMIAAADcAAAADwAAAGRycy9kb3ducmV2LnhtbESPT2vCQBDF7wW/wzKCt7pJkFCiq4gg&#10;CK2H2h7qbciOSTA7G7Kjxm/vFgSPj/fnx1usBteqK/Wh8WwgnSagiEtvG64M/P5s3z9ABUG22Hom&#10;A3cKsFqO3hZYWH/jb7oepFJxhEOBBmqRrtA6lDU5DFPfEUfv5HuHEmVfadvjLY67VmdJkmuHDUdC&#10;jR1tairPh4uL3Nnnflhfdn9H8vdU8lJ0+iXGTMbDeg5KaJBX+NneWQNZnsH/mXgE9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P6mcMIAAADcAAAADwAAAAAAAAAAAAAA&#10;AAChAgAAZHJzL2Rvd25yZXYueG1sUEsFBgAAAAAEAAQA+QAAAJADAAAAAA==&#10;" strokecolor="#00b0f0" strokeweight="2.25pt"/>
                  <v:group id="Group 606" o:spid="_x0000_s1074" style="position:absolute;left:-518;top:2088;width:13309;height:12688" coordorigin="-608,2597" coordsize="17781,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v:shape id="AutoShape 607" o:spid="_x0000_s1075" type="#_x0000_t32" style="position:absolute;left:-368;top:25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ubn8IAAADcAAAADwAAAGRycy9kb3ducmV2LnhtbESPT4vCMBDF7wt+hzCCtzWtSFmqUUQQ&#10;BPWwrge9Dc3YFptJaUat394sLOzx8f78ePNl7xr1oC7Ung2k4wQUceFtzaWB08/m8wtUEGSLjWcy&#10;8KIAy8XgY4659U/+psdRShVHOORooBJpc61DUZHDMPYtcfSuvnMoUXalth0+47hr9CRJMu2w5kio&#10;sKV1RcXteHeRO90d+tV9e76Qf6WSFaLTvRgzGvarGSihXv7Df+2tNTDJpvB7Jh4BvX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ubn8IAAADcAAAADwAAAAAAAAAAAAAA&#10;AAChAgAAZHJzL2Rvd25yZXYueG1sUEsFBgAAAAAEAAQA+QAAAJADAAAAAA==&#10;" strokecolor="#00b0f0" strokeweight="2.25pt"/>
                    <v:shape id="AutoShape 608" o:spid="_x0000_s1076" type="#_x0000_t32" style="position:absolute;left:-608;top:31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c+BMMAAADcAAAADwAAAGRycy9kb3ducmV2LnhtbESPT2vCQBDF74LfYZlCb7qJtEGimyCC&#10;INgeqh7a25Adk9DsbMiOGr99t1Do8fH+/HjrcnSdutEQWs8G0nkCirjytuXawPm0my1BBUG22Hkm&#10;Aw8KUBbTyRpz6+/8Qbej1CqOcMjRQCPS51qHqiGHYe574uhd/OBQohxqbQe8x3HX6UWSZNphy5HQ&#10;YE/bhqrv49VF7svhfdxc959f5B+pZJXo9E2MeX4aNytQQqP8h//ae2tgkb3C75l4BHT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XPgTDAAAA3AAAAA8AAAAAAAAAAAAA&#10;AAAAoQIAAGRycy9kb3ducmV2LnhtbFBLBQYAAAAABAAEAPkAAACRAwAAAAA=&#10;" strokecolor="#00b0f0" strokeweight="2.25pt"/>
                    <v:shape id="AutoShape 609" o:spid="_x0000_s1077" type="#_x0000_t32" style="position:absolute;left:-608;top:36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Wgc8IAAADcAAAADwAAAGRycy9kb3ducmV2LnhtbESPy4rCQBBF9wP+Q1MD7sZORIJEW5EB&#10;QZhx4WOhuyJdk4RJV4d0qfHvbUFwebmPw50ve9eoK3Wh9mwgHSWgiAtvay4NHA/rrymoIMgWG89k&#10;4E4BlovBxxxz62+8o+teShVHOORooBJpc61DUZHDMPItcfT+fOdQouxKbTu8xXHX6HGSZNphzZFQ&#10;YUvfFRX/+4uL3MnPtl9dNqcz+XsqWSE6/RVjhp/9agZKqJd3+NXeWAPjLIPnmXgE9O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8Wgc8IAAADcAAAADwAAAAAAAAAAAAAA&#10;AAChAgAAZHJzL2Rvd25yZXYueG1sUEsFBgAAAAAEAAQA+QAAAJADAAAAAA==&#10;" strokecolor="#00b0f0" strokeweight="2.25pt"/>
                    <v:shape id="AutoShape 610" o:spid="_x0000_s1078" type="#_x0000_t32" style="position:absolute;left:-608;top:412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kF6MMAAADcAAAADwAAAGRycy9kb3ducmV2LnhtbESPT2vCQBDF74LfYZlCb7qJlCjRTRCh&#10;ILQ9VD20tyE7JqHZ2ZAdNX77bqHg8fH+/HibcnSdutIQWs8G0nkCirjytuXawOn4OluBCoJssfNM&#10;Bu4UoCymkw3m1t/4k64HqVUc4ZCjgUakz7UOVUMOw9z3xNE7+8GhRDnU2g54i+Ou04skybTDliOh&#10;wZ52DVU/h4uL3Je3j3F72X99k7+nklWi03cx5vlp3K5BCY3yCP+399bAIlvC35l4BHT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JBejDAAAA3AAAAA8AAAAAAAAAAAAA&#10;AAAAoQIAAGRycy9kb3ducmV2LnhtbFBLBQYAAAAABAAEAPkAAACRAwAAAAA=&#10;" strokecolor="#00b0f0" strokeweight="2.25pt"/>
                    <v:shape id="AutoShape 611" o:spid="_x0000_s1079" type="#_x0000_t32" style="position:absolute;left:-368;top:46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aRmsAAAADcAAAADwAAAGRycy9kb3ducmV2LnhtbERPTWvCQBC9C/0PyxS86SZSQkldRQoF&#10;ofWg9dDehuw0Cc3Ohuyo8d87B8Hj430v12PozJmG1EZ2kM8zMMRV9C3XDo7fH7NXMEmQPXaRycGV&#10;EqxXT5Mllj5eeE/ng9RGQziV6KAR6UtrU9VQwDSPPbFyf3EIKAqH2voBLxoeOrvIssIGbFkbGuzp&#10;vaHq/3AK2vvyuRs3p+3PL8VrLkUlNv8S56bP4+YNjNAoD/HdvfUOFoWu1TN6BOzq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0WkZrAAAAA3AAAAA8AAAAAAAAAAAAAAAAA&#10;oQIAAGRycy9kb3ducmV2LnhtbFBLBQYAAAAABAAEAPkAAACOAwAAAAA=&#10;" strokecolor="#00b0f0" strokeweight="2.25pt"/>
                    <v:shape id="AutoShape 612" o:spid="_x0000_s1080" type="#_x0000_t32" style="position:absolute;left:-368;top:51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o0AcMAAADcAAAADwAAAGRycy9kb3ducmV2LnhtbESPT2vCQBDF74LfYZlCb7qJlKDRTRCh&#10;ILQ9VD20tyE7JqHZ2ZAdNX77bqHg8fH+/HibcnSdutIQWs8G0nkCirjytuXawOn4OluCCoJssfNM&#10;Bu4UoCymkw3m1t/4k64HqVUc4ZCjgUakz7UOVUMOw9z3xNE7+8GhRDnU2g54i+Ou04skybTDliOh&#10;wZ52DVU/h4uL3Je3j3F72X99k7+nklWi03cx5vlp3K5BCY3yCP+399bAIlvB35l4BHT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aNAHDAAAA3AAAAA8AAAAAAAAAAAAA&#10;AAAAoQIAAGRycy9kb3ducmV2LnhtbFBLBQYAAAAABAAEAPkAAACRAwAAAAA=&#10;" strokecolor="#00b0f0" strokeweight="2.25pt"/>
                    <v:shape id="AutoShape 613" o:spid="_x0000_s1081" type="#_x0000_t32" style="position:absolute;left:-368;top:564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kLQcEAAADcAAAADwAAAGRycy9kb3ducmV2LnhtbERPTWvCQBC9F/oflil4q5uI2JK6ihQK&#10;gnqo7aG9DdkxCWZnQ3bU+O+dg+Dx8b7nyyG05kx9aiI7yMcZGOIy+oYrB78/X6/vYJIge2wjk4Mr&#10;JVgunp/mWPh44W8676UyGsKpQAe1SFdYm8qaAqZx7IiVO8Q+oCjsK+t7vGh4aO0ky2Y2YMPaUGNH&#10;nzWVx/0paO90sxtWp/XfP8VrLrNSbL4V50Yvw+oDjNAgD/HdvfYOJm86X8/oEbCL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uQtBwQAAANwAAAAPAAAAAAAAAAAAAAAA&#10;AKECAABkcnMvZG93bnJldi54bWxQSwUGAAAAAAQABAD5AAAAjwMAAAAA&#10;" strokecolor="#00b0f0" strokeweight="2.25pt"/>
                    <v:shape id="AutoShape 614" o:spid="_x0000_s1082" type="#_x0000_t32" style="position:absolute;left:-368;top:615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Wu2sMAAADcAAAADwAAAGRycy9kb3ducmV2LnhtbESPy4rCQBBF94L/0JQwO+1EBkeirYgg&#10;CM4sfCx0V6TLJJiuDulS499PDwizvNzH4c6XnavVg9pQeTaQjhJQxLm3FRcGTsfNcAoqCLLF2jMZ&#10;eFGA5aLfm2Nm/ZP39DhIoeIIhwwNlCJNpnXIS3IYRr4hjt7Vtw4lyrbQtsVnHHe1HifJRDusOBJK&#10;bGhdUn473F3kfu5+utV9e76Qf6UyyUWn32LMx6BbzUAJdfIffre31sD4K4W/M/EI6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1rtrDAAAA3AAAAA8AAAAAAAAAAAAA&#10;AAAAoQIAAGRycy9kb3ducmV2LnhtbFBLBQYAAAAABAAEAPkAAACRAwAAAAA=&#10;" strokecolor="#00b0f0" strokeweight="2.25pt"/>
                    <v:shape id="AutoShape 615" o:spid="_x0000_s1083" type="#_x0000_t32" style="position:absolute;left:-368;top:665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cwrcMAAADcAAAADwAAAGRycy9kb3ducmV2LnhtbESPS2vCQBSF9wX/w3AFd3WSIFaio4hQ&#10;ENoufCx0d8lck2DmTshcNf77TkHo8nAeH2ex6l2j7tSF2rOBdJyAIi68rbk0cDx8vs9ABUG22Hgm&#10;A08KsFoO3haYW//gHd33Uqo4wiFHA5VIm2sdioochrFviaN38Z1DibIrte3wEcddo7MkmWqHNUdC&#10;hS1tKiqu+5uL3MnXT7++bU9n8s9UpoXo9FuMGQ379RyUUC//4Vd7aw1kHxn8nYlH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nMK3DAAAA3AAAAA8AAAAAAAAAAAAA&#10;AAAAoQIAAGRycy9kb3ducmV2LnhtbFBLBQYAAAAABAAEAPkAAACRAwAAAAA=&#10;" strokecolor="#00b0f0" strokeweight="2.25pt"/>
                    <v:shape id="AutoShape 616" o:spid="_x0000_s1084" type="#_x0000_t32" style="position:absolute;left:-368;top:716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uVNsMAAADcAAAADwAAAGRycy9kb3ducmV2LnhtbESPT2vCQBDF74V+h2UK3uomKlZSV5GC&#10;IGgPph70NmSnSWh2NmRHjd/eFQoeH+/Pjzdf9q5RF+pC7dlAOkxAERfe1lwaOPys32eggiBbbDyT&#10;gRsFWC5eX+aYWX/lPV1yKVUc4ZChgUqkzbQORUUOw9C3xNH79Z1DibIrte3wGsddo0dJMtUOa46E&#10;Clv6qqj4y88ucifb73513hxP5G+pTAvR6U6MGbz1q09QQr08w//tjTUw+hjD40w8Anp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rlTbDAAAA3AAAAA8AAAAAAAAAAAAA&#10;AAAAoQIAAGRycy9kb3ducmV2LnhtbFBLBQYAAAAABAAEAPkAAACRAwAAAAA=&#10;" strokecolor="#00b0f0" strokeweight="2.25pt"/>
                    <v:shape id="AutoShape 617" o:spid="_x0000_s1085" type="#_x0000_t32" style="position:absolute;left:-368;top:76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INQsQAAADcAAAADwAAAGRycy9kb3ducmV2LnhtbESPT2vCQBDF7wW/wzKCt7qJhFRSVxFB&#10;EGwPTXuwtyE7TUKzsyE7avLtu4VCj4/358fb7EbXqRsNofVsIF0moIgrb1uuDXy8Hx/XoIIgW+w8&#10;k4GJAuy2s4cNFtbf+Y1updQqjnAo0EAj0hdah6ohh2Hpe+LoffnBoUQ51NoOeI/jrtOrJMm1w5Yj&#10;ocGeDg1V3+XVRW52fh3319Plk/yUSl6JTl/EmMV83D+DEhrlP/zXPlkDq6cMfs/EI6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gg1CxAAAANwAAAAPAAAAAAAAAAAA&#10;AAAAAKECAABkcnMvZG93bnJldi54bWxQSwUGAAAAAAQABAD5AAAAkgMAAAAA&#10;" strokecolor="#00b0f0" strokeweight="2.25pt"/>
                    <v:shape id="AutoShape 618" o:spid="_x0000_s1086" type="#_x0000_t32" style="position:absolute;left:-368;top:81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6o2cMAAADcAAAADwAAAGRycy9kb3ducmV2LnhtbESPT2vCQBDF74V+h2UK3uomolZSV5GC&#10;IGgPph70NmSnSWh2NmRHjd/eFQoeH+/Pjzdf9q5RF+pC7dlAOkxAERfe1lwaOPys32eggiBbbDyT&#10;gRsFWC5eX+aYWX/lPV1yKVUc4ZChgUqkzbQORUUOw9C3xNH79Z1DibIrte3wGsddo0dJMtUOa46E&#10;Clv6qqj4y88ucsfb73513hxP5G+pTAvR6U6MGbz1q09QQr08w//tjTUw+pjA40w8Anp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OqNnDAAAA3AAAAA8AAAAAAAAAAAAA&#10;AAAAoQIAAGRycy9kb3ducmV2LnhtbFBLBQYAAAAABAAEAPkAAACRAwAAAAA=&#10;" strokecolor="#00b0f0" strokeweight="2.25pt"/>
                    <v:shape id="AutoShape 619" o:spid="_x0000_s1087" type="#_x0000_t32" style="position:absolute;left:-128;top:868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w2rsMAAADcAAAADwAAAGRycy9kb3ducmV2LnhtbESPT2vCQBDF74LfYZlCb7qJlCjRTRCh&#10;ILQ9VD20tyE7JqHZ2ZAdNX77bqHg8fH+/HibcnSdutIQWs8G0nkCirjytuXawOn4OluBCoJssfNM&#10;Bu4UoCymkw3m1t/4k64HqVUc4ZCjgUakz7UOVUMOw9z3xNE7+8GhRDnU2g54i+Ou04skybTDliOh&#10;wZ52DVU/h4uL3Je3j3F72X99k7+nklWi03cx5vlp3K5BCY3yCP+399bAYpnB35l4BHT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cNq7DAAAA3AAAAA8AAAAAAAAAAAAA&#10;AAAAoQIAAGRycy9kb3ducmV2LnhtbFBLBQYAAAAABAAEAPkAAACRAwAAAAA=&#10;" strokecolor="#00b0f0" strokeweight="2.25pt"/>
                    <v:shape id="AutoShape 620" o:spid="_x0000_s1088" type="#_x0000_t32" style="position:absolute;left:-128;top:91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TNcIAAADcAAAADwAAAGRycy9kb3ducmV2LnhtbESPT4vCMBDF74LfIYywN00roks1iiws&#10;CK6HVQ/rbWjGtthMSjNq/fZGEPb4eH9+vMWqc7W6URsqzwbSUQKKOPe24sLA8fA9/AQVBNli7ZkM&#10;PCjAatnvLTCz/s6/dNtLoeIIhwwNlCJNpnXIS3IYRr4hjt7Ztw4lyrbQtsV7HHe1HifJVDusOBJK&#10;bOirpPyyv7rInWx33fq6+TuRf6QyzUWnP2LMx6Bbz0EJdfIffrc31sB4NoPXmXgE9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CTNcIAAADcAAAADwAAAAAAAAAAAAAA&#10;AAChAgAAZHJzL2Rvd25yZXYueG1sUEsFBgAAAAAEAAQA+QAAAJADAAAAAA==&#10;" strokecolor="#00b0f0" strokeweight="2.25pt"/>
                    <v:shape id="AutoShape 621" o:spid="_x0000_s1089" type="#_x0000_t32" style="position:absolute;left:-128;top:972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8HR8EAAADcAAAADwAAAGRycy9kb3ducmV2LnhtbERPTWvCQBC9F/oflil4q5uI2JK6ihQK&#10;gnqo7aG9DdkxCWZnQ3bU+O+dg+Dx8b7nyyG05kx9aiI7yMcZGOIy+oYrB78/X6/vYJIge2wjk4Mr&#10;JVgunp/mWPh44W8676UyGsKpQAe1SFdYm8qaAqZx7IiVO8Q+oCjsK+t7vGh4aO0ky2Y2YMPaUGNH&#10;nzWVx/0paO90sxtWp/XfP8VrLrNSbL4V50Yvw+oDjNAgD/HdvfYOJm+6Vs/oEbCL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zwdHwQAAANwAAAAPAAAAAAAAAAAAAAAA&#10;AKECAABkcnMvZG93bnJldi54bWxQSwUGAAAAAAQABAD5AAAAjwMAAAAA&#10;" strokecolor="#00b0f0" strokeweight="2.25pt"/>
                    <v:shape id="AutoShape 622" o:spid="_x0000_s1090" type="#_x0000_t32" style="position:absolute;left:-128;top:1022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Oi3MMAAADcAAAADwAAAGRycy9kb3ducmV2LnhtbESPT2vCQBDF70K/wzIFb7qJiK2pq0hB&#10;ELSHph70NmSnSWh2NmRHjd/eLQgeH+/Pj7dY9a5RF+pC7dlAOk5AERfe1lwaOPxsRu+ggiBbbDyT&#10;gRsFWC1fBgvMrL/yN11yKVUc4ZChgUqkzbQORUUOw9i3xNH79Z1DibIrte3wGsddoydJMtMOa46E&#10;Clv6rKj4y88ucqe7r3593h5P5G+pzArR6V6MGb726w9QQr08w4/21hqYvM3h/0w8Anp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eDotzDAAAA3AAAAA8AAAAAAAAAAAAA&#10;AAAAoQIAAGRycy9kb3ducmV2LnhtbFBLBQYAAAAABAAEAPkAAACRAwAAAAA=&#10;" strokecolor="#00b0f0" strokeweight="2.25pt"/>
                    <v:shape id="AutoShape 623" o:spid="_x0000_s1091" type="#_x0000_t32" style="position:absolute;left:-128;top:1073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x7ZsAAAADcAAAADwAAAGRycy9kb3ducmV2LnhtbERPTWvCQBC9F/oflhF6q5tIEYmuIkJB&#10;0B60PdTbkB2TYHY2ZEeN/75zEHp8vO/FagituVGfmsgO8nEGhriMvuHKwc/35/sMTBJkj21kcvCg&#10;BKvl68sCCx/vfKDbUSqjIZwKdFCLdIW1qawpYBrHjli5c+wDisK+sr7Hu4aH1k6ybGoDNqwNNXa0&#10;qam8HK9Bez92X8P6uv09UXzkMi3F5ntx7m00rOdghAb5Fz/dW+9gMtP5ekaPgF3+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Nse2bAAAAA3AAAAA8AAAAAAAAAAAAAAAAA&#10;oQIAAGRycy9kb3ducmV2LnhtbFBLBQYAAAAABAAEAPkAAACOAwAAAAA=&#10;" strokecolor="#00b0f0" strokeweight="2.25pt"/>
                    <v:shape id="AutoShape 624" o:spid="_x0000_s1092" type="#_x0000_t32" style="position:absolute;left:-128;top:1126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De/cIAAADcAAAADwAAAGRycy9kb3ducmV2LnhtbESPT4vCMBDF74LfIYzgzaYVEekaRQRB&#10;0D3oeti9Dc1sW2wmpRm1fnuzIOzx8f78eMt17xp1py7Ung1kSQqKuPC25tLA5Ws3WYAKgmyx8UwG&#10;nhRgvRoOlphb/+AT3c9SqjjCIUcDlUibax2KihyGxLfE0fv1nUOJsiu17fARx12jp2k61w5rjoQK&#10;W9pWVFzPNxe5s8Nnv7ntv3/IPzOZF6KzoxgzHvWbD1BCvfyH3+29NTBdZPB3Jh4BvX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CDe/cIAAADcAAAADwAAAAAAAAAAAAAA&#10;AAChAgAAZHJzL2Rvd25yZXYueG1sUEsFBgAAAAAEAAQA+QAAAJADAAAAAA==&#10;" strokecolor="#00b0f0" strokeweight="2.25pt"/>
                    <v:shape id="AutoShape 625" o:spid="_x0000_s1093" type="#_x0000_t32" style="position:absolute;left:-128;top:1174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JAisIAAADcAAAADwAAAGRycy9kb3ducmV2LnhtbESPT4vCMBDF7wt+hzCCtzVtWUSqUUQQ&#10;BNfDuh70NjRjW2wmpRm1fnsjLOzx8f78ePNl7xp1py7Ung2k4wQUceFtzaWB4+/mcwoqCLLFxjMZ&#10;eFKA5WLwMcfc+gf/0P0gpYojHHI0UIm0udahqMhhGPuWOHoX3zmUKLtS2w4fcdw1OkuSiXZYcyRU&#10;2NK6ouJ6uLnI/drt+9VtezqTf6YyKUSn32LMaNivZqCEevkP/7W31kA2zeB9Jh4BvX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PJAisIAAADcAAAADwAAAAAAAAAAAAAA&#10;AAChAgAAZHJzL2Rvd25yZXYueG1sUEsFBgAAAAAEAAQA+QAAAJADAAAAAA==&#10;" strokecolor="#00b0f0" strokeweight="2.25pt"/>
                    <v:shape id="AutoShape 626" o:spid="_x0000_s1094" type="#_x0000_t32" style="position:absolute;left:-128;top:122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7lEcQAAADcAAAADwAAAGRycy9kb3ducmV2LnhtbESPT2vCQBDF7wW/wzIFb3WTWERSVwlC&#10;Qag91Pagt2F3moRmZ0N21Pjt3UKhx8f78+OtNqPv1IWG2AY2kM8yUMQ2uJZrA1+fr09LUFGQHXaB&#10;ycCNImzWk4cVli5c+YMuB6lVGuFYooFGpC+1jrYhj3EWeuLkfYfBoyQ51NoNeE3jvtNFli20x5YT&#10;ocGetg3Zn8PZJ+7z2/tYnXfHE4VbLgsrOt+LMdPHsXoBJTTKf/ivvXMGiuUcfs+kI6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vuURxAAAANwAAAAPAAAAAAAAAAAA&#10;AAAAAKECAABkcnMvZG93bnJldi54bWxQSwUGAAAAAAQABAD5AAAAkgMAAAAA&#10;" strokecolor="#00b0f0" strokeweight="2.25pt"/>
                    <v:shape id="AutoShape 627" o:spid="_x0000_s1095" type="#_x0000_t32" style="position:absolute;left:-128;top:1277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d9ZcMAAADcAAAADwAAAGRycy9kb3ducmV2LnhtbESPT2vCQBDF7wW/wzKCt7qJhCDRVUQQ&#10;hLaH2h7qbchOk9DsbMiOJvn2bqHQ4+P9+fG2+9G16k59aDwbSJcJKOLS24YrA58fp+c1qCDIFlvP&#10;ZGCiAPvd7GmLhfUDv9P9IpWKIxwKNFCLdIXWoazJYVj6jjh63753KFH2lbY9DnHctXqVJLl22HAk&#10;1NjRsaby53JzkZu9vI2H2/nrSn5KJS9Fp69izGI+HjaghEb5D/+1z9bAap3B75l4BPTu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XfWXDAAAA3AAAAA8AAAAAAAAAAAAA&#10;AAAAoQIAAGRycy9kb3ducmV2LnhtbFBLBQYAAAAABAAEAPkAAACRAwAAAAA=&#10;" strokecolor="#00b0f0" strokeweight="2.25pt"/>
                    <v:shape id="AutoShape 628" o:spid="_x0000_s1096" type="#_x0000_t32" style="position:absolute;left:-128;top:132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vY/sQAAADcAAAADwAAAGRycy9kb3ducmV2LnhtbESPT2vCQBDF7wW/wzIFb3WTYEVSVwlC&#10;Qag91Pagt2F3moRmZ0N21Pjt3UKhx8f78+OtNqPv1IWG2AY2kM8yUMQ2uJZrA1+fr09LUFGQHXaB&#10;ycCNImzWk4cVli5c+YMuB6lVGuFYooFGpC+1jrYhj3EWeuLkfYfBoyQ51NoNeE3jvtNFli20x5YT&#10;ocGetg3Zn8PZJ+787X2szrvjicItl4UVne/FmOnjWL2AEhrlP/zX3jkDxfIZfs+kI6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G9j+xAAAANwAAAAPAAAAAAAAAAAA&#10;AAAAAKECAABkcnMvZG93bnJldi54bWxQSwUGAAAAAAQABAD5AAAAkgMAAAAA&#10;" strokecolor="#00b0f0" strokeweight="2.25pt"/>
                    <v:shape id="AutoShape 629" o:spid="_x0000_s1097" type="#_x0000_t32" style="position:absolute;left:-128;top:137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lGicIAAADcAAAADwAAAGRycy9kb3ducmV2LnhtbESPT4vCMBDF7wt+hzCCtzWtLEWqUUQQ&#10;BNfDuh70NjRjW2wmpRm1fnsjLOzx8f78ePNl7xp1py7Ung2k4wQUceFtzaWB4+/mcwoqCLLFxjMZ&#10;eFKA5WLwMcfc+gf/0P0gpYojHHI0UIm0udahqMhhGPuWOHoX3zmUKLtS2w4fcdw1epIkmXZYcyRU&#10;2NK6ouJ6uLnI/drt+9VtezqTf6aSFaLTbzFmNOxXM1BCvfyH/9pba2AyzeB9Jh4BvX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8lGicIAAADcAAAADwAAAAAAAAAAAAAA&#10;AAChAgAAZHJzL2Rvd25yZXYueG1sUEsFBgAAAAAEAAQA+QAAAJADAAAAAA==&#10;" strokecolor="#00b0f0" strokeweight="2.25pt"/>
                    <v:shape id="AutoShape 630" o:spid="_x0000_s1098" type="#_x0000_t32" style="position:absolute;left:-128;top:143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XjEsQAAADcAAAADwAAAGRycy9kb3ducmV2LnhtbESPT2vCQBDF74V+h2WE3uomUqJEV5FC&#10;QWg9NO2hvQ3ZMQlmZ0N2NMm37woFj4/358fb7EbXqiv1ofFsIJ0noIhLbxuuDHx/vT2vQAVBtth6&#10;JgMTBdhtHx82mFs/8CddC6lUHOGQo4FapMu1DmVNDsPcd8TRO/neoUTZV9r2OMRx1+pFkmTaYcOR&#10;UGNHrzWV5+LiIvfl/TjuL4efX/JTKlkpOv0QY55m434NSmiUe/i/fbAGFqsl3M7EI6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heMSxAAAANwAAAAPAAAAAAAAAAAA&#10;AAAAAKECAABkcnMvZG93bnJldi54bWxQSwUGAAAAAAQABAD5AAAAkgMAAAAA&#10;" strokecolor="#00b0f0" strokeweight="2.25pt"/>
                    <v:shape id="AutoShape 631" o:spid="_x0000_s1099" type="#_x0000_t32" style="position:absolute;left:-112;top:147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p3YMAAAADcAAAADwAAAGRycy9kb3ducmV2LnhtbERPTWvCQBC9F/oflhF6q5tIEYmuIkJB&#10;0B60PdTbkB2TYHY2ZEeN/75zEHp8vO/FagituVGfmsgO8nEGhriMvuHKwc/35/sMTBJkj21kcvCg&#10;BKvl68sCCx/vfKDbUSqjIZwKdFCLdIW1qawpYBrHjli5c+wDisK+sr7Hu4aH1k6ybGoDNqwNNXa0&#10;qam8HK9Bez92X8P6uv09UXzkMi3F5ntx7m00rOdghAb5Fz/dW+9gMtO1ekaPgF3+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0ad2DAAAAA3AAAAA8AAAAAAAAAAAAAAAAA&#10;oQIAAGRycy9kb3ducmV2LnhtbFBLBQYAAAAABAAEAPkAAACOAwAAAAA=&#10;" strokecolor="#00b0f0" strokeweight="2.25pt"/>
                    <v:shape id="AutoShape 632" o:spid="_x0000_s1100" type="#_x0000_t32" style="position:absolute;left:-140;top:152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bS+8IAAADcAAAADwAAAGRycy9kb3ducmV2LnhtbESPT4vCMBDF74LfIYywN00rIm41iiws&#10;CK6HVQ/rbWjGtthMSjNq/fZGEPb4eH9+vMWqc7W6URsqzwbSUQKKOPe24sLA8fA9nIEKgmyx9kwG&#10;HhRgtez3FphZf+dfuu2lUHGEQ4YGSpEm0zrkJTkMI98QR+/sW4cSZVto2+I9jrtaj5Nkqh1WHAkl&#10;NvRVUn7ZX13kTra7bn3d/J3IP1KZ5qLTHzHmY9Ct56CEOvkPv9sba2A8+4TXmXgE9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lbS+8IAAADcAAAADwAAAAAAAAAAAAAA&#10;AAChAgAAZHJzL2Rvd25yZXYueG1sUEsFBgAAAAAEAAQA+QAAAJADAAAAAA==&#10;" strokecolor="#00b0f0" strokeweight="2.25pt"/>
                  </v:group>
                </v:group>
              </v:group>
              <v:shape id="AutoShape 633" o:spid="_x0000_s1101" type="#_x0000_t32" style="position:absolute;left:-2;top:153;width:1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Xtu8EAAADcAAAADwAAAGRycy9kb3ducmV2LnhtbERPTWvCQBC9F/oflil4q5uISJu6ihQK&#10;gnqo7aG9DdkxCWZnQ3bU+O+dg+Dx8b7nyyG05kx9aiI7yMcZGOIy+oYrB78/X69vYJIge2wjk4Mr&#10;JVgunp/mWPh44W8676UyGsKpQAe1SFdYm8qaAqZx7IiVO8Q+oCjsK+t7vGh4aO0ky2Y2YMPaUGNH&#10;nzWVx/0paO90sxtWp/XfP8VrLrNSbL4V50Yvw+oDjNAgD/HdvfYOJu86X8/oEbCL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te27wQAAANwAAAAPAAAAAAAAAAAAAAAA&#10;AKECAABkcnMvZG93bnJldi54bWxQSwUGAAAAAAQABAD5AAAAjwMAAAAA&#10;" strokecolor="#00b0f0" strokeweight="2.25pt"/>
            </v:group>
            <v:shape id="Text Box 634" o:spid="_x0000_s1102" type="#_x0000_t202" style="position:absolute;left:13;top:1;width:108;height: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NOgMMA&#10;AADcAAAADwAAAGRycy9kb3ducmV2LnhtbESPQYvCMBSE78L+h/AWvGmiqKzVKIsieFLU3QVvj+bZ&#10;lm1eShNt/fdGEDwOM/MNM1+2thQ3qn3hWMOgr0AQp84UnGn4OW16XyB8QDZYOiYNd/KwXHx05pgY&#10;1/CBbseQiQhhn6CGPIQqkdKnOVn0fVcRR+/iaoshyjqTpsYmwm0ph0pNpMWC40KOFa1ySv+PV6vh&#10;d3c5/43UPlvbcdW4Vkm2U6l197P9noEI1IZ3+NXeGg3D6QC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NOgMMAAADcAAAADwAAAAAAAAAAAAAAAACYAgAAZHJzL2Rv&#10;d25yZXYueG1sUEsFBgAAAAAEAAQA9QAAAIgDAAAAAA==&#10;" filled="f" stroked="f">
              <v:textbox>
                <w:txbxContent>
                  <w:p w:rsidR="00C77B8B" w:rsidRPr="00FC4549" w:rsidRDefault="00C77B8B" w:rsidP="00C77B8B">
                    <w:pPr>
                      <w:rPr>
                        <w:sz w:val="56"/>
                        <w:szCs w:val="56"/>
                      </w:rPr>
                    </w:pPr>
                    <w:r w:rsidRPr="00FC4549">
                      <w:rPr>
                        <w:sz w:val="56"/>
                        <w:szCs w:val="56"/>
                      </w:rPr>
                      <w:t>Cellphones in the Classroom</w:t>
                    </w:r>
                  </w:p>
                  <w:p w:rsidR="007821E1" w:rsidRPr="00DA39EF" w:rsidRDefault="007821E1" w:rsidP="007821E1">
                    <w:pPr>
                      <w:rPr>
                        <w:sz w:val="96"/>
                      </w:rPr>
                    </w:pPr>
                  </w:p>
                </w:txbxContent>
              </v:textbox>
            </v:shape>
            <v:shape id="Text Box 635" o:spid="_x0000_s1103" type="#_x0000_t202" style="position:absolute;left:13;top:17;width:107;height:1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Q98QA&#10;AADcAAAADwAAAGRycy9kb3ducmV2LnhtbESPT2vCQBTE7wW/w/KE3ppdQy0a3Yi0CJ4s1bbQ2yP7&#10;8gezb0N2NfHbdwsFj8PM/IZZb0bbiiv1vnGsYZYoEMSFMw1XGj5Pu6cFCB+QDbaOScONPGzyycMa&#10;M+MG/qDrMVQiQthnqKEOocuk9EVNFn3iOuLola63GKLsK2l6HCLctjJV6kVabDgu1NjRa03F+Xix&#10;Gr4O5c/3s3qv3uy8G9yoJNul1PpxOm5XIAKN4R7+b++NhnSZwt+Ze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h0PfEAAAA3AAAAA8AAAAAAAAAAAAAAAAAmAIAAGRycy9k&#10;b3ducmV2LnhtbFBLBQYAAAAABAAEAPUAAACJAwAAAAA=&#10;" filled="f" stroked="f">
              <v:textbox>
                <w:txbxContent>
                  <w:p w:rsidR="00024623" w:rsidRDefault="00024623" w:rsidP="00024623">
                    <w:r>
                      <w:t>15. After reading, “Students Phoning In”</w:t>
                    </w:r>
                    <w:r w:rsidR="0060756E">
                      <w:t>, give</w:t>
                    </w:r>
                    <w:r>
                      <w:t xml:space="preserve"> one reason stated in the article or from your own understanding why it is important for students in your generation to be given the privilege to use a cellphone in class?</w:t>
                    </w:r>
                  </w:p>
                  <w:p w:rsidR="007821E1" w:rsidRPr="00024623" w:rsidRDefault="00024623" w:rsidP="00024623">
                    <w:r w:rsidRPr="00024623">
                      <w:t>Answer 15:</w:t>
                    </w:r>
                  </w:p>
                  <w:p w:rsidR="00024623" w:rsidRDefault="00024623" w:rsidP="00024623">
                    <w:r>
                      <w:t>16. After reading “What Can You Learn from a Cellphone”</w:t>
                    </w:r>
                    <w:r w:rsidR="0060756E">
                      <w:t>, give</w:t>
                    </w:r>
                    <w:r>
                      <w:t xml:space="preserve"> one reason stated in the article or from your own understanding why it is important for students in your generation to be given the privilege to use a cellphone in class?</w:t>
                    </w:r>
                  </w:p>
                  <w:p w:rsidR="007821E1" w:rsidRPr="00024623" w:rsidRDefault="00024623" w:rsidP="00024623">
                    <w:r w:rsidRPr="00024623">
                      <w:t xml:space="preserve">Answer 16: </w:t>
                    </w:r>
                  </w:p>
                </w:txbxContent>
              </v:textbox>
            </v:shape>
          </v:group>
        </w:pict>
      </w:r>
    </w:p>
    <w:p w:rsidR="007821E1" w:rsidRDefault="007821E1">
      <w:r>
        <w:br w:type="page"/>
      </w:r>
    </w:p>
    <w:p w:rsidR="007821E1" w:rsidRDefault="00080FCE">
      <w:r>
        <w:rPr>
          <w:noProof/>
        </w:rPr>
        <w:lastRenderedPageBreak/>
        <w:pict>
          <v:group id="Group 95" o:spid="_x0000_s1209" style="position:absolute;margin-left:-77pt;margin-top:-43.75pt;width:667.5pt;height:852.65pt;rotation:180;z-index:-251611136" coordorigin="-752,-353" coordsize="13350,170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">
            <v:rect id="Rectangle 92" o:spid="_x0000_s1211" alt="Green marble" style="position:absolute;left:1615;top:-213;width:10983;height:169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nkm8EA&#10;AADaAAAADwAAAGRycy9kb3ducmV2LnhtbESPwWrDMBBE74H+g9hAbomcBEpxIxtjcOklkNo95LhY&#10;W9vUWhlJjZ2/jwqFHoeZecOc8sWM4kbOD5YV7HcJCOLW6oE7BZ9NtX0B4QOyxtEyKbiThzx7Wp0w&#10;1XbmD7rVoRMRwj5FBX0IUyqlb3sy6Hd2Io7el3UGQ5Suk9rhHOFmlIckeZYGB44LPU5U9tR+1z9G&#10;wdvBNTS5S3P25ZWKKhkHvlZKbdZL8Qoi0BL+w3/td63gCL9X4g2Q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J5JvBAAAA2gAAAA8AAAAAAAAAAAAAAAAAmAIAAGRycy9kb3du&#10;cmV2LnhtbFBLBQYAAAAABAAEAPUAAACGAwAAAAA=&#10;" stroked="f">
              <v:fill r:id="rId11" o:title="Green marble" recolor="t" rotate="t" type="tile"/>
            </v:rect>
            <v:rect id="Rectangle 93" o:spid="_x0000_s1210" style="position:absolute;left:-752;top:-353;width:2367;height:170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GDVsIA&#10;AADaAAAADwAAAGRycy9kb3ducmV2LnhtbESP0YrCMBRE34X9h3AXfBFNFRW3axR3YUEQH6x+wLW5&#10;tsXmpiSxdv/eCIKPw8ycYZbrztSiJecrywrGowQEcW51xYWC0/FvuADhA7LG2jIp+CcP69VHb4mp&#10;tnc+UJuFQkQI+xQVlCE0qZQ+L8mgH9mGOHoX6wyGKF0htcN7hJtaTpJkLg1WHBdKbOi3pPya3YyC&#10;42D/5Vvd7C4z117P5x+akb0p1f/sNt8gAnXhHX61t1rBFJ5X4g2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UYNWwgAAANoAAAAPAAAAAAAAAAAAAAAAAJgCAABkcnMvZG93&#10;bnJldi54bWxQSwUGAAAAAAQABAD1AAAAhwMAAAAA&#10;" fillcolor="black [3213]" stroked="f">
              <v:fill color2="#1a1a1a [2909]" rotate="t" angle="90" focus="50%" type="gradient"/>
            </v:rect>
          </v:group>
        </w:pict>
      </w:r>
      <w:r>
        <w:rPr>
          <w:noProof/>
        </w:rPr>
        <w:pict>
          <v:group id="Group 90" o:spid="_x0000_s1104" style="position:absolute;margin-left:526pt;margin-top:-1583.75pt;width:665.45pt;height:44784.6pt;z-index:251701248" coordorigin="-5,-309" coordsize="133,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">
            <v:group id="Group 55" o:spid="_x0000_s1105"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56" o:spid="_x0000_s1106"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AutoShape 57" o:spid="_x0000_s1107" type="#_x0000_t32" style="position:absolute;left:13;top:-309;width:1;height:895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VFMcAAAADaAAAADwAAAGRycy9kb3ducmV2LnhtbERPzWrCQBC+C32HZYTedGNAKamrlEIh&#10;9NBi4gMM2WkSzc6G3a0mffrOodDjx/e/P05uUDcKsfdsYLPOQBE33vbcGjjXb6snUDEhWxw8k4GZ&#10;IhwPD4s9Ftbf+US3KrVKQjgWaKBLaSy0jk1HDuPaj8TCffngMAkMrbYB7xLuBp1n2U477FkaOhzp&#10;taPmWn076e3DTz1v8xLft5/5payrj3yejXlcTi/PoBJN6V/85y6tAdkqV+QG6MM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q1RTHAAAAA2gAAAA8AAAAAAAAAAAAAAAAA&#10;oQIAAGRycy9kb3ducmV2LnhtbFBLBQYAAAAABAAEAPkAAACOAwAAAAA=&#10;" strokecolor="#ff5d5d" strokeweight="2.25pt"/>
                <v:group id="Group 58" o:spid="_x0000_s1108" style="position:absolute;left:-5;top:15;width:132;height:132" coordorigin="-518,1596" coordsize="13309,13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AutoShape 59" o:spid="_x0000_s1109" type="#_x0000_t32" style="position:absolute;left:-518;top:1596;width:129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H99cIAAADbAAAADwAAAGRycy9kb3ducmV2LnhtbESPTWvCQBCG7wX/wzKF3uomRaREV5GC&#10;IFQPWg96G7LTJDQ7G7Kjxn/fOQjeZpj345n5cgituVKfmsgO8nEGhriMvuHKwfFn/f4JJgmyxzYy&#10;ObhTguVi9DLHwscb7+l6kMpoCKcCHdQiXWFtKmsKmMaxI9bbb+wDiq59ZX2PNw0Prf3IsqkN2LA2&#10;1NjRV03l3+EStHfyvRtWl83pTPGey7QUm2/FubfXYTUDIzTIU/xwb7ziK73+ogPY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OH99cIAAADbAAAADwAAAAAAAAAAAAAA&#10;AAChAgAAZHJzL2Rvd25yZXYueG1sUEsFBgAAAAAEAAQA+QAAAJADAAAAAA==&#10;" strokecolor="#00b0f0" strokeweight="2.25pt"/>
                  <v:group id="Group 60" o:spid="_x0000_s1110" style="position:absolute;left:-518;top:2088;width:13309;height:12688" coordorigin="-608,2597" coordsize="17781,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AutoShape 61" o:spid="_x0000_s1111" type="#_x0000_t32" style="position:absolute;left:-368;top:25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GGcIAAADbAAAADwAAAGRycy9kb3ducmV2LnhtbESPQYvCQAyF78L+hyHC3uy0sshSHUWE&#10;BUH3oOtBb6ET22InUzpR67/fEQRvCe/lfS+zRe8adaMu1J4NZEkKirjwtubSwOHvZ/QNKgiyxcYz&#10;GXhQgMX8YzDD3Po77+i2l1LFEA45GqhE2lzrUFTkMCS+JY7a2XcOJa5dqW2H9xjuGj1O04l2WHMk&#10;VNjSqqLisr+6yP3a/PbL6/p4Iv/IZFKIzrZizOewX05BCfXyNr+u1zbWH8PzlziAnv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3/GGcIAAADbAAAADwAAAAAAAAAAAAAA&#10;AAChAgAAZHJzL2Rvd25yZXYueG1sUEsFBgAAAAAEAAQA+QAAAJADAAAAAA==&#10;" strokecolor="#00b0f0" strokeweight="2.25pt"/>
                    <v:shape id="AutoShape 62" o:spid="_x0000_s1112" type="#_x0000_t32" style="position:absolute;left:-608;top:31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NjgsIAAADbAAAADwAAAGRycy9kb3ducmV2LnhtbESPQYvCQAyF74L/YYjgTaddF5HqKCII&#10;wrqHVQ96C53YFjuZ0ola/72zsLC3hPfyvpfFqnO1elAbKs8G0nECijj3tuLCwOm4Hc1ABUG2WHsm&#10;Ay8KsFr2ewvMrH/yDz0OUqgYwiFDA6VIk2kd8pIchrFviKN29a1DiWtbaNviM4a7Wn8kyVQ7rDgS&#10;SmxoU1J+O9xd5H5+fXfr++58If9KZZqLTvdizHDQreeghDr5N/9d72ysP4HfX+IAe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DNjgsIAAADbAAAADwAAAAAAAAAAAAAA&#10;AAChAgAAZHJzL2Rvd25yZXYueG1sUEsFBgAAAAAEAAQA+QAAAJADAAAAAA==&#10;" strokecolor="#00b0f0" strokeweight="2.25pt"/>
                    <v:shape id="AutoShape 63" o:spid="_x0000_s1113" type="#_x0000_t32" style="position:absolute;left:-608;top:36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r79sEAAADbAAAADwAAAGRycy9kb3ducmV2LnhtbESPQYvCQAyF74L/YYjgTaddRKQ6igiC&#10;sO5h1YPeQie2xU6mdKLWf7+zIHhLeC/ve1msOlerB7Wh8mwgHSegiHNvKy4MnI7b0QxUEGSLtWcy&#10;8KIAq2W/t8DM+if/0uMghYohHDI0UIo0mdYhL8lhGPuGOGpX3zqUuLaFti0+Y7ir9VeSTLXDiiOh&#10;xIY2JeW3w91F7uT7p1vfd+cL+Vcq01x0uhdjhoNuPQcl1MnH/L7e2Vh/Av+/xAH0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2vv2wQAAANsAAAAPAAAAAAAAAAAAAAAA&#10;AKECAABkcnMvZG93bnJldi54bWxQSwUGAAAAAAQABAD5AAAAjwMAAAAA&#10;" strokecolor="#00b0f0" strokeweight="2.25pt"/>
                    <v:shape id="AutoShape 64" o:spid="_x0000_s1114" type="#_x0000_t32" style="position:absolute;left:-608;top:412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ZebcIAAADbAAAADwAAAGRycy9kb3ducmV2LnhtbESPQYvCQAyF74L/YYjgTaddXJHqKCII&#10;wrqHVQ96C53YFjuZ0ola/72zsLC3hPfyvpfFqnO1elAbKs8G0nECijj3tuLCwOm4Hc1ABUG2WHsm&#10;Ay8KsFr2ewvMrH/yDz0OUqgYwiFDA6VIk2kd8pIchrFviKN29a1DiWtbaNviM4a7Wn8kyVQ7rDgS&#10;SmxoU1J+O9xd5E6+vrv1fXe+kH+lMs1Fp3sxZjjo1nNQQp38m/+udzbW/4TfX+IAe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JZebcIAAADbAAAADwAAAAAAAAAAAAAA&#10;AAChAgAAZHJzL2Rvd25yZXYueG1sUEsFBgAAAAAEAAQA+QAAAJADAAAAAA==&#10;" strokecolor="#00b0f0" strokeweight="2.25pt"/>
                    <v:shape id="AutoShape 65" o:spid="_x0000_s1115" type="#_x0000_t32" style="position:absolute;left:-368;top:46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TAGsIAAADbAAAADwAAAGRycy9kb3ducmV2LnhtbESPT4vCQAzF74LfYYjgTaddpEjXUURY&#10;EHQP/jns3kIn2xY7mdKJWr/9jiB4S3gv7/eyWPWuUTfqQu3ZQDpNQBEX3tZcGjifviZzUEGQLTae&#10;ycCDAqyWw8ECc+vvfKDbUUoVQzjkaKASaXOtQ1GRwzD1LXHU/nznUOLaldp2eI/hrtEfSZJphzVH&#10;QoUtbSoqLseri9zZ7rtfX7c/v+QfqWSF6HQvxoxH/foTlFAvb/Premtj/Qyev8QB9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TAGsIAAADbAAAADwAAAAAAAAAAAAAA&#10;AAChAgAAZHJzL2Rvd25yZXYueG1sUEsFBgAAAAAEAAQA+QAAAJADAAAAAA==&#10;" strokecolor="#00b0f0" strokeweight="2.25pt"/>
                    <v:shape id="AutoShape 66" o:spid="_x0000_s1116" type="#_x0000_t32" style="position:absolute;left:-368;top:51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hlgcQAAADbAAAADwAAAGRycy9kb3ducmV2LnhtbESPQWvCQBCF74X+h2UKvdVNpMSSuooU&#10;CoL1YNpDexuyYxLMzobsaJJ/3xUEbzO8N+97s1yPrlUX6kPj2UA6S0ARl942XBn4+f58eQMVBNli&#10;65kMTBRgvXp8WGJu/cAHuhRSqRjCIUcDtUiXax3KmhyGme+Io3b0vUOJa19p2+MQw12r50mSaYcN&#10;R0KNHX3UVJ6Ks4vc191+3Jy3v3/kp1SyUnT6JcY8P42bd1BCo9zNt+utjfUXcP0lDq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CGWBxAAAANsAAAAPAAAAAAAAAAAA&#10;AAAAAKECAABkcnMvZG93bnJldi54bWxQSwUGAAAAAAQABAD5AAAAkgMAAAAA&#10;" strokecolor="#00b0f0" strokeweight="2.25pt"/>
                    <v:shape id="AutoShape 67" o:spid="_x0000_s1117" type="#_x0000_t32" style="position:absolute;left:-368;top:564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fx88IAAADbAAAADwAAAGRycy9kb3ducmV2LnhtbESPTWvCQBCG7wX/wzKF3uomRaREV5GC&#10;IFQPWg96G7LTJDQ7G7Kjxn/fOQjeZpj345n5cgituVKfmsgO8nEGhriMvuHKwfFn/f4JJgmyxzYy&#10;ObhTguVi9DLHwscb7+l6kMpoCKcCHdQiXWFtKmsKmMaxI9bbb+wDiq59ZX2PNw0Prf3IsqkN2LA2&#10;1NjRV03l3+EStHfyvRtWl83pTPGey7QUm2/FubfXYTUDIzTIU/xwb7ziK6z+ogPY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pfx88IAAADbAAAADwAAAAAAAAAAAAAA&#10;AAChAgAAZHJzL2Rvd25yZXYueG1sUEsFBgAAAAAEAAQA+QAAAJADAAAAAA==&#10;" strokecolor="#00b0f0" strokeweight="2.25pt"/>
                    <v:shape id="AutoShape 68" o:spid="_x0000_s1118" type="#_x0000_t32" style="position:absolute;left:-368;top:615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tUaMQAAADbAAAADwAAAGRycy9kb3ducmV2LnhtbESPQWvCQBCF74X+h2UKvdVNpASbuooU&#10;CoL1YNpDexuyYxLMzobsaJJ/3xUEbzO8N+97s1yPrlUX6kPj2UA6S0ARl942XBn4+f58WYAKgmyx&#10;9UwGJgqwXj0+LDG3fuADXQqpVAzhkKOBWqTLtQ5lTQ7DzHfEUTv63qHEta+07XGI4a7V8yTJtMOG&#10;I6HGjj5qKk/F2UXu624/bs7b3z/yUypZKTr9EmOen8bNOyihUe7m2/XWxvpvcP0lDq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21RoxAAAANsAAAAPAAAAAAAAAAAA&#10;AAAAAKECAABkcnMvZG93bnJldi54bWxQSwUGAAAAAAQABAD5AAAAkgMAAAAA&#10;" strokecolor="#00b0f0" strokeweight="2.25pt"/>
                    <v:shape id="AutoShape 69" o:spid="_x0000_s1119" type="#_x0000_t32" style="position:absolute;left:-368;top:665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3SL8AAADbAAAADwAAAGRycy9kb3ducmV2LnhtbERPTWvCQBC9C/0PyxR6001ERKKriFAQ&#10;ag9VD+1tyI5JMDsbsqPGf985FHp8vO/VZgituVOfmsgO8kkGhriMvuHKwfn0Pl6ASYLssY1MDp6U&#10;YLN+Ga2w8PHBX3Q/SmU0hFOBDmqRrrA2lTUFTJPYESt3iX1AUdhX1vf40PDQ2mmWzW3AhrWhxo52&#10;NZXX4y1o7+zjc9je9t8/FJ+5zEux+UGce3sdtkswQoP8i//ce+9gquv1i/4Au/4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o03SL8AAADbAAAADwAAAAAAAAAAAAAAAACh&#10;AgAAZHJzL2Rvd25yZXYueG1sUEsFBgAAAAAEAAQA+QAAAI0DAAAAAA==&#10;" strokecolor="#00b0f0" strokeweight="2.25pt"/>
                    <v:shape id="AutoShape 70" o:spid="_x0000_s1120" type="#_x0000_t32" style="position:absolute;left:-368;top:716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GS08EAAADbAAAADwAAAGRycy9kb3ducmV2LnhtbESPT4vCMBDF78J+hzAL3mxaEVm6RpGF&#10;BUE96Hpwb0MztsVmUppR67c3guDx8f78eLNF7xp1pS7Ung1kSQqKuPC25tLA4e939AUqCLLFxjMZ&#10;uFOAxfxjMMPc+hvv6LqXUsURDjkaqETaXOtQVOQwJL4ljt7Jdw4lyq7UtsNbHHeNHqfpVDusORIq&#10;bOmnouK8v7jInay3/fKyOv6Tv2cyLURnGzFm+Nkvv0EJ9fIOv9ora2CcwfNL/AF6/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wZLTwQAAANsAAAAPAAAAAAAAAAAAAAAA&#10;AKECAABkcnMvZG93bnJldi54bWxQSwUGAAAAAAQABAD5AAAAjwMAAAAA&#10;" strokecolor="#00b0f0" strokeweight="2.25pt"/>
                    <v:shape id="AutoShape 71" o:spid="_x0000_s1121" type="#_x0000_t32" style="position:absolute;left:-368;top:76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MMpMMAAADbAAAADwAAAGRycy9kb3ducmV2LnhtbESPT2uDQBDF74F+h2UKvSWrUqTYbEIo&#10;FAJJD7E5pLfBnarUnRV3EvXbdwOFHh/vz4+33k6uUzcaQuvZQLpKQBFX3rZcGzh/vi9fQAVBtth5&#10;JgMzBdhuHhZrLKwf+US3UmoVRzgUaKAR6QutQ9WQw7DyPXH0vv3gUKIcam0HHOO463SWJLl22HIk&#10;NNjTW0PVT3l1kft8+Jh21/3li/ycSl6JTo9izNPjtHsFJTTJf/ivvbcGsgzuX+IP0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TDKTDAAAA2wAAAA8AAAAAAAAAAAAA&#10;AAAAoQIAAGRycy9kb3ducmV2LnhtbFBLBQYAAAAABAAEAPkAAACRAwAAAAA=&#10;" strokecolor="#00b0f0" strokeweight="2.25pt"/>
                    <v:shape id="AutoShape 72" o:spid="_x0000_s1122" type="#_x0000_t32" style="position:absolute;left:-368;top:81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pP8MAAADbAAAADwAAAGRycy9kb3ducmV2LnhtbESPS2vCQBSF9wX/w3AL3dVJbBFJHUWE&#10;glC7aHShu0vmNgnN3AmZax7/3ikUujycx8dZb0fXqJ66UHs2kM4TUMSFtzWXBs6n9+cVqCDIFhvP&#10;ZGCiANvN7GGNmfUDf1GfS6niCIcMDVQibaZ1KCpyGOa+JY7et+8cSpRdqW2HQxx3jV4kyVI7rDkS&#10;KmxpX1Hxk99c5L5+fI672+FyJT+lsixEp0cx5ulx3L2BEhrlP/zXPlgDixf4/RJ/gN7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fqT/DAAAA2wAAAA8AAAAAAAAAAAAA&#10;AAAAoQIAAGRycy9kb3ducmV2LnhtbFBLBQYAAAAABAAEAPkAAACRAwAAAAA=&#10;" strokecolor="#00b0f0" strokeweight="2.25pt"/>
                    <v:shape id="AutoShape 73" o:spid="_x0000_s1123" type="#_x0000_t32" style="position:absolute;left:-128;top:868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YxS8IAAADbAAAADwAAAGRycy9kb3ducmV2LnhtbESPy4rCQBBF98L8Q1MD7rQTEZFoKyIM&#10;COMsfCx0V6TLJJiuDumKxr+fFgZmebmPw12ue1erB7Wh8mwgHSegiHNvKy4MnE9fozmoIMgWa89k&#10;4EUB1quPwRIz6598oMdRChVHOGRooBRpMq1DXpLDMPYNcfRuvnUoUbaFti0+47ir9SRJZtphxZFQ&#10;YkPbkvL7sXORO/3+6Tfd7nIl/0pllotO92LM8LPfLEAJ9fIf/mvvrIHJFN5f4g/Qq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bYxS8IAAADbAAAADwAAAAAAAAAAAAAA&#10;AAChAgAAZHJzL2Rvd25yZXYueG1sUEsFBgAAAAAEAAQA+QAAAJADAAAAAA==&#10;" strokecolor="#00b0f0" strokeweight="2.25pt"/>
                    <v:shape id="AutoShape 74" o:spid="_x0000_s1124" type="#_x0000_t32" style="position:absolute;left:-128;top:91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qU0MMAAADbAAAADwAAAGRycy9kb3ducmV2LnhtbESPS2vCQBSF9wX/w3AL3dVJpBVJHUWE&#10;glC7aHShu0vmNgnN3AmZax7/3ikUujycx8dZb0fXqJ66UHs2kM4TUMSFtzWXBs6n9+cVqCDIFhvP&#10;ZGCiANvN7GGNmfUDf1GfS6niCIcMDVQibaZ1KCpyGOa+JY7et+8cSpRdqW2HQxx3jV4kyVI7rDkS&#10;KmxpX1Hxk99c5L58fI672+FyJT+lsixEp0cx5ulx3L2BEhrlP/zXPlgDi1f4/RJ/gN7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6lNDDAAAA2wAAAA8AAAAAAAAAAAAA&#10;AAAAoQIAAGRycy9kb3ducmV2LnhtbFBLBQYAAAAABAAEAPkAAACRAwAAAAA=&#10;" strokecolor="#00b0f0" strokeweight="2.25pt"/>
                    <v:shape id="AutoShape 75" o:spid="_x0000_s1125" type="#_x0000_t32" style="position:absolute;left:-128;top:972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gKp8IAAADbAAAADwAAAGRycy9kb3ducmV2LnhtbESPy4rCQBBF98L8Q1PC7LQTGYJkbEWE&#10;AUFn4WPh7Ip0mQTT1SFdavz7aUFwebmPw50teteoG3Wh9mwgHSegiAtvay4NHA8/oymoIMgWG89k&#10;4EEBFvOPwQxz6++8o9teShVHOORooBJpc61DUZHDMPYtcfTOvnMoUXalth3e47hr9CRJMu2w5kio&#10;sKVVRcVlf3WR+7X57ZfX9emP/COVrBCdbsWYz2G//AYl1Ms7/GqvrYFJBs8v8Qfo+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igKp8IAAADbAAAADwAAAAAAAAAAAAAA&#10;AAChAgAAZHJzL2Rvd25yZXYueG1sUEsFBgAAAAAEAAQA+QAAAJADAAAAAA==&#10;" strokecolor="#00b0f0" strokeweight="2.25pt"/>
                    <v:shape id="AutoShape 76" o:spid="_x0000_s1126" type="#_x0000_t32" style="position:absolute;left:-128;top:1022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vPMEAAADbAAAADwAAAGRycy9kb3ducmV2LnhtbESPT4vCMBDF78J+hzCCN00roks1iiwI&#10;gnpY3cPubWjGtthMSjNq/fZGWPD4eH9+vMWqc7W6URsqzwbSUQKKOPe24sLAz2kz/AQVBNli7ZkM&#10;PCjAavnRW2Bm/Z2/6XaUQsURDhkaKEWaTOuQl+QwjHxDHL2zbx1KlG2hbYv3OO5qPU6SqXZYcSSU&#10;2NBXSfnleHWRO9kduvV1+/tH/pHKNBed7sWYQb9bz0EJdfIO/7e31sB4Bq8v8Qfo5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ZK88wQAAANsAAAAPAAAAAAAAAAAAAAAA&#10;AKECAABkcnMvZG93bnJldi54bWxQSwUGAAAAAAQABAD5AAAAjwMAAAAA&#10;" strokecolor="#00b0f0" strokeweight="2.25pt"/>
                    <v:shape id="AutoShape 77" o:spid="_x0000_s1127" type="#_x0000_t32" style="position:absolute;left:-128;top:1073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s7Tr8AAADbAAAADwAAAGRycy9kb3ducmV2LnhtbERPTWvCQBC9C/0PyxR6001ERKKriFAQ&#10;ag9VD+1tyI5JMDsbsqPGf985FHp8vO/VZgituVOfmsgO8kkGhriMvuHKwfn0Pl6ASYLssY1MDp6U&#10;YLN+Ga2w8PHBX3Q/SmU0hFOBDmqRrrA2lTUFTJPYESt3iX1AUdhX1vf40PDQ2mmWzW3AhrWhxo52&#10;NZXX4y1o7+zjc9je9t8/FJ+5zEux+UGce3sdtkswQoP8i//ce+9gqmP1i/4Au/4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Ps7Tr8AAADbAAAADwAAAAAAAAAAAAAAAACh&#10;AgAAZHJzL2Rvd25yZXYueG1sUEsFBgAAAAAEAAQA+QAAAI0DAAAAAA==&#10;" strokecolor="#00b0f0" strokeweight="2.25pt"/>
                    <v:shape id="AutoShape 78" o:spid="_x0000_s1128" type="#_x0000_t32" style="position:absolute;left:-128;top:1126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ee1cEAAADbAAAADwAAAGRycy9kb3ducmV2LnhtbESPT4vCMBDF78J+hzCCN00rIm41iiwI&#10;gnpY3cPubWjGtthMSjNq/fZGWPD4eH9+vMWqc7W6URsqzwbSUQKKOPe24sLAz2kznIEKgmyx9kwG&#10;HhRgtfzoLTCz/s7fdDtKoeIIhwwNlCJNpnXIS3IYRr4hjt7Ztw4lyrbQtsV7HHe1HifJVDusOBJK&#10;bOirpPxyvLrInewO3fq6/f0j/0hlmotO92LMoN+t56CEOnmH/9tba2D8Ca8v8Qfo5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t57VwQAAANsAAAAPAAAAAAAAAAAAAAAA&#10;AKECAABkcnMvZG93bnJldi54bWxQSwUGAAAAAAQABAD5AAAAjwMAAAAA&#10;" strokecolor="#00b0f0" strokeweight="2.25pt"/>
                    <v:shape id="AutoShape 79" o:spid="_x0000_s1129" type="#_x0000_t32" style="position:absolute;left:-128;top:1174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1ShlcAAAADbAAAADwAAAGRycy9kb3ducmV2LnhtbERPTWvCQBC9F/oflhF6q5u0IiW6ihQK&#10;Quuh2oPehuyYBLOzITtq/PfOQejx8b7nyyG05kJ9aiI7yMcZGOIy+oYrB3+7r9cPMEmQPbaRycGN&#10;EiwXz09zLHy88i9dtlIZDeFUoINapCusTWVNAdM4dsTKHWMfUBT2lfU9XjU8tPYty6Y2YMPaUGNH&#10;nzWVp+05aO/kezOszuv9geItl2kpNv8R515Gw2oGRmiQf/HDvfYO3nW9ftEfYBd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dUoZXAAAAA2wAAAA8AAAAAAAAAAAAAAAAA&#10;oQIAAGRycy9kb3ducmV2LnhtbFBLBQYAAAAABAAEAPkAAACOAwAAAAA=&#10;" strokecolor="#00b0f0" strokeweight="2.25pt"/>
                    <v:shape id="AutoShape 80" o:spid="_x0000_s1130" type="#_x0000_t32" style="position:absolute;left:-128;top:122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gEDsEAAADbAAAADwAAAGRycy9kb3ducmV2LnhtbESPT4vCMBDF74LfIYzgTdOui0g1igiC&#10;sO5h1YPehmZsi82kNKPWb28WFvb4eH9+vMWqc7V6UBsqzwbScQKKOPe24sLA6bgdzUAFQbZYeyYD&#10;LwqwWvZ7C8ysf/IPPQ5SqDjCIUMDpUiTaR3ykhyGsW+Io3f1rUOJsi20bfEZx12tP5Jkqh1WHAkl&#10;NrQpKb8d7i5yP7++u/V9d76Qf6UyzUWnezFmOOjWc1BCnfyH/9o7a2CSwu+X+AP08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GAQOwQAAANsAAAAPAAAAAAAAAAAAAAAA&#10;AKECAABkcnMvZG93bnJldi54bWxQSwUGAAAAAAQABAD5AAAAjwMAAAAA&#10;" strokecolor="#00b0f0" strokeweight="2.25pt"/>
                    <v:shape id="AutoShape 81" o:spid="_x0000_s1131" type="#_x0000_t32" style="position:absolute;left:-128;top:1277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qaecMAAADbAAAADwAAAGRycy9kb3ducmV2LnhtbESPS2vCQBSF9wX/w3AL3dVJbBFJHUWE&#10;glC7aHShu0vmNgnN3AmZax7/3ikUujycx8dZb0fXqJ66UHs2kM4TUMSFtzWXBs6n9+cVqCDIFhvP&#10;ZGCiANvN7GGNmfUDf1GfS6niCIcMDVQibaZ1KCpyGOa+JY7et+8cSpRdqW2HQxx3jV4kyVI7rDkS&#10;KmxpX1Hxk99c5L5+fI672+FyJT+lsixEp0cx5ulx3L2BEhrlP/zXPlgDLwv4/RJ/gN7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KmnnDAAAA2wAAAA8AAAAAAAAAAAAA&#10;AAAAoQIAAGRycy9kb3ducmV2LnhtbFBLBQYAAAAABAAEAPkAAACRAwAAAAA=&#10;" strokecolor="#00b0f0" strokeweight="2.25pt"/>
                    <v:shape id="AutoShape 82" o:spid="_x0000_s1132" type="#_x0000_t32" style="position:absolute;left:-128;top:132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Y/4sMAAADbAAAADwAAAGRycy9kb3ducmV2LnhtbESPT2vCQBDF74V+h2WE3uomRqREV5GC&#10;ILQeGntob0N2TILZ2ZAdTfLtu4VCj4/358fb7EbXqjv1ofFsIJ0noIhLbxuuDHyeD88voIIgW2w9&#10;k4GJAuy2jw8bzK0f+IPuhVQqjnDI0UAt0uVah7Imh2HuO+LoXXzvUKLsK217HOK4a/UiSVbaYcOR&#10;UGNHrzWV1+LmInf5dhr3t+PXN/kplVUpOn0XY55m434NSmiU//Bf+2gNZBn8fok/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GP+LDAAAA2wAAAA8AAAAAAAAAAAAA&#10;AAAAoQIAAGRycy9kb3ducmV2LnhtbFBLBQYAAAAABAAEAPkAAACRAwAAAAA=&#10;" strokecolor="#00b0f0" strokeweight="2.25pt"/>
                    <v:shape id="AutoShape 83" o:spid="_x0000_s1133" type="#_x0000_t32" style="position:absolute;left:-128;top:137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nlsMAAADbAAAADwAAAGRycy9kb3ducmV2LnhtbESPT2vCQBDF74V+h2WE3uomNUiJriKF&#10;QsB6aOyhvQ3ZMQlmZ0N2jPHbu4VCj4/358dbbyfXqZGG0Ho2kM4TUMSVty3XBr6O78+voIIgW+w8&#10;k4EbBdhuHh/WmFt/5U8aS6lVHOGQo4FGpM+1DlVDDsPc98TRO/nBoUQ51NoOeI3jrtMvSbLUDluO&#10;hAZ7emuoOpcXF7nZ/jDtLsX3D/lbKstKdPohxjzNpt0KlNAk/+G/dmENLDL4/RJ/gN7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vp5bDAAAA2wAAAA8AAAAAAAAAAAAA&#10;AAAAoQIAAGRycy9kb3ducmV2LnhtbFBLBQYAAAAABAAEAPkAAACRAwAAAAA=&#10;" strokecolor="#00b0f0" strokeweight="2.25pt"/>
                    <v:shape id="AutoShape 84" o:spid="_x0000_s1134" type="#_x0000_t32" style="position:absolute;left:-128;top:143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MCDcMAAADbAAAADwAAAGRycy9kb3ducmV2LnhtbESPS2vCQBSF94X+h+EW3NVJtIpExxAK&#10;gtB24WOhu0vmmoRm7oTMVeO/7xQKXR7O4+Os8sG16kZ9aDwbSMcJKOLS24YrA8fD5nUBKgiyxdYz&#10;GXhQgHz9/LTCzPo77+i2l0rFEQ4ZGqhFukzrUNbkMIx9Rxy9i+8dSpR9pW2P9zjuWj1Jkrl22HAk&#10;1NjRe03l9/7qIvft42sortvTmfwjlXkpOv0UY0YvQ7EEJTTIf/ivvbUGpjP4/RJ/gF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jAg3DAAAA2wAAAA8AAAAAAAAAAAAA&#10;AAAAoQIAAGRycy9kb3ducmV2LnhtbFBLBQYAAAAABAAEAPkAAACRAwAAAAA=&#10;" strokecolor="#00b0f0" strokeweight="2.25pt"/>
                    <v:shape id="AutoShape 85" o:spid="_x0000_s1135" type="#_x0000_t32" style="position:absolute;left:-112;top:147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cesIAAADbAAAADwAAAGRycy9kb3ducmV2LnhtbESPS2vCQBSF94L/YbhCd2aSVkJJHUUE&#10;QWhd+Fi0u0vmNgnN3AmZq8Z/3xEEl4fz+Djz5eBadaE+NJ4NZEkKirj0tuHKwOm4mb6DCoJssfVM&#10;Bm4UYLkYj+ZYWH/lPV0OUqk4wqFAA7VIV2gdypochsR3xNH79b1DibKvtO3xGsddq1/TNNcOG46E&#10;Gjta11T+Hc4ucmefu2F13n7/kL9lkpeisy8x5mUyrD5ACQ3yDD/aW2vgLYf7l/gD9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GcesIAAADbAAAADwAAAAAAAAAAAAAA&#10;AAChAgAAZHJzL2Rvd25yZXYueG1sUEsFBgAAAAAEAAQA+QAAAJADAAAAAA==&#10;" strokecolor="#00b0f0" strokeweight="2.25pt"/>
                    <v:shape id="AutoShape 86" o:spid="_x0000_s1136" type="#_x0000_t32" style="position:absolute;left:-140;top:152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054cIAAADbAAAADwAAAGRycy9kb3ducmV2LnhtbESPT2vCQBDF74LfYRmhN92kipXUVaQg&#10;CK0HYw/2NmSnSWh2NmRHjd++KwgeH+/Pj7dc965RF+pC7dlAOklAERfe1lwa+D5uxwtQQZAtNp7J&#10;wI0CrFfDwRIz6698oEsupYojHDI0UIm0mdahqMhhmPiWOHq/vnMoUXalth1e47hr9GuSzLXDmiOh&#10;wpY+Kir+8rOL3Nnnvt+cd6cf8rdU5oXo9EuMeRn1m3dQQr08w4/2zhqYvsH9S/wBe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L054cIAAADbAAAADwAAAAAAAAAAAAAA&#10;AAChAgAAZHJzL2Rvd25yZXYueG1sUEsFBgAAAAAEAAQA+QAAAJADAAAAAA==&#10;" strokecolor="#00b0f0" strokeweight="2.25pt"/>
                  </v:group>
                </v:group>
              </v:group>
              <v:shape id="AutoShape 87" o:spid="_x0000_s1137" type="#_x0000_t32" style="position:absolute;left:-2;top:153;width:1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Ktk8AAAADbAAAADwAAAGRycy9kb3ducmV2LnhtbERPTWvCQBC9F/oflhF6q5u0IiW6ihQK&#10;Quuh2oPehuyYBLOzITtq/PfOQejx8b7nyyG05kJ9aiI7yMcZGOIy+oYrB3+7r9cPMEmQPbaRycGN&#10;EiwXz09zLHy88i9dtlIZDeFUoINapCusTWVNAdM4dsTKHWMfUBT2lfU9XjU8tPYty6Y2YMPaUGNH&#10;nzWVp+05aO/kezOszuv9geItl2kpNv8R515Gw2oGRmiQf/HDvfYO3nWsftEfYBd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irZPAAAAA2wAAAA8AAAAAAAAAAAAAAAAA&#10;oQIAAGRycy9kb3ducmV2LnhtbFBLBQYAAAAABAAEAPkAAACOAwAAAAA=&#10;" strokecolor="#00b0f0" strokeweight="2.25pt"/>
            </v:group>
            <v:shape id="Text Box 89" o:spid="_x0000_s1138" type="#_x0000_t202" style="position:absolute;left:13;top:17;width:107;height:1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FB418A" w:rsidRDefault="00FB418A">
                    <w:r>
                      <w:t>First Line</w:t>
                    </w:r>
                  </w:p>
                  <w:p w:rsidR="00FB418A" w:rsidRDefault="00FB418A">
                    <w:r>
                      <w:t>Line 2</w:t>
                    </w:r>
                  </w:p>
                  <w:p w:rsidR="00FB418A" w:rsidRDefault="00FB418A">
                    <w:r>
                      <w:t>Line 3ine 4</w:t>
                    </w:r>
                  </w:p>
                  <w:p w:rsidR="00FB418A" w:rsidRDefault="00FB418A">
                    <w:r>
                      <w:t>Line 5</w:t>
                    </w:r>
                  </w:p>
                  <w:p w:rsidR="00FB418A" w:rsidRDefault="00FB418A">
                    <w:r>
                      <w:t>Line 6</w:t>
                    </w:r>
                  </w:p>
                  <w:p w:rsidR="00FB418A" w:rsidRDefault="00FB418A">
                    <w:r>
                      <w:t>Line 7</w:t>
                    </w:r>
                  </w:p>
                  <w:p w:rsidR="00FB418A" w:rsidRDefault="00FB418A">
                    <w:r>
                      <w:t>Line 8</w:t>
                    </w:r>
                  </w:p>
                  <w:p w:rsidR="00FB418A" w:rsidRDefault="00FB418A">
                    <w:r>
                      <w:t>Line 9</w:t>
                    </w:r>
                  </w:p>
                  <w:p w:rsidR="00FB418A" w:rsidRDefault="00FB418A">
                    <w:r>
                      <w:t>Line 10</w:t>
                    </w:r>
                  </w:p>
                  <w:p w:rsidR="00FB418A" w:rsidRDefault="00FB418A">
                    <w:r>
                      <w:t>Line 11</w:t>
                    </w:r>
                  </w:p>
                  <w:p w:rsidR="00FB418A" w:rsidRDefault="00FB418A">
                    <w:r>
                      <w:t>Line 12</w:t>
                    </w:r>
                  </w:p>
                  <w:p w:rsidR="00FB418A" w:rsidRDefault="00FB418A">
                    <w:r>
                      <w:t>Line 13</w:t>
                    </w:r>
                  </w:p>
                  <w:p w:rsidR="00FB418A" w:rsidRDefault="00FB418A">
                    <w:r>
                      <w:t>Line 14</w:t>
                    </w:r>
                  </w:p>
                  <w:p w:rsidR="00FB418A" w:rsidRDefault="00FB418A">
                    <w:r>
                      <w:t>Line 15</w:t>
                    </w:r>
                  </w:p>
                  <w:p w:rsidR="00FB418A" w:rsidRDefault="00FB418A">
                    <w:r>
                      <w:t>Line 16</w:t>
                    </w:r>
                  </w:p>
                  <w:p w:rsidR="00FB418A" w:rsidRDefault="00FB418A">
                    <w:r>
                      <w:t>Line 17</w:t>
                    </w:r>
                  </w:p>
                  <w:p w:rsidR="00FB418A" w:rsidRDefault="00FB418A">
                    <w:r>
                      <w:t>Line 18</w:t>
                    </w:r>
                  </w:p>
                  <w:p w:rsidR="00FB418A" w:rsidRDefault="00FB418A">
                    <w:r>
                      <w:t>Line 19</w:t>
                    </w:r>
                  </w:p>
                  <w:p w:rsidR="00FB418A" w:rsidRDefault="00FB418A">
                    <w:r>
                      <w:t>Line 20</w:t>
                    </w:r>
                  </w:p>
                  <w:p w:rsidR="00FB418A" w:rsidRDefault="00FB418A">
                    <w:r>
                      <w:t>Line 21</w:t>
                    </w:r>
                  </w:p>
                  <w:p w:rsidR="00FB418A" w:rsidRDefault="00FB418A">
                    <w:r>
                      <w:t>Line 22</w:t>
                    </w:r>
                  </w:p>
                  <w:p w:rsidR="00FB418A" w:rsidRDefault="00FB418A">
                    <w:r>
                      <w:t>Line 23</w:t>
                    </w:r>
                  </w:p>
                  <w:p w:rsidR="00FB418A" w:rsidRDefault="00FB418A">
                    <w:r>
                      <w:t>Line 24</w:t>
                    </w:r>
                  </w:p>
                  <w:p w:rsidR="00FB418A" w:rsidRDefault="00FB418A">
                    <w:r>
                      <w:t>Line 25</w:t>
                    </w:r>
                  </w:p>
                  <w:p w:rsidR="00FB418A" w:rsidRDefault="00FB418A">
                    <w:r>
                      <w:t>Line 26</w:t>
                    </w:r>
                  </w:p>
                  <w:p w:rsidR="00FB418A" w:rsidRPr="00D17703" w:rsidRDefault="00FB418A">
                    <w:r>
                      <w:t>Last Line</w:t>
                    </w:r>
                  </w:p>
                </w:txbxContent>
              </v:textbox>
            </v:shape>
          </v:group>
        </w:pict>
      </w:r>
      <w:r>
        <w:rPr>
          <w:noProof/>
        </w:rPr>
        <w:pict>
          <v:group id="Group 384" o:spid="_x0000_s1139" style="position:absolute;margin-left:526pt;margin-top:-1583.75pt;width:665.45pt;height:44784.6pt;z-index:251707392" coordorigin="-5,-309" coordsize="133,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">
            <v:group id="Group 385" o:spid="_x0000_s1140"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group id="Group 386" o:spid="_x0000_s1141"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AutoShape 387" o:spid="_x0000_s1142" type="#_x0000_t32" style="position:absolute;left:13;top:-309;width:1;height:895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YNwMMAAADbAAAADwAAAGRycy9kb3ducmV2LnhtbESP32rCMBTG7we+QziCdzO16BjVKCII&#10;ZReOtXuAQ3Nsq81JSTJtfXozGOzy4/vz49vsBtOJGznfWlawmCcgiCurW64VfJfH13cQPiBr7CyT&#10;gpE87LaTlw1m2t75i25FqEUcYZ+hgiaEPpPSVw0Z9HPbE0fvbJ3BEKWrpXZ4j+Omk2mSvEmDLUdC&#10;gz0dGqquxY+J3NY9ynGV5vix+kwveVmc0nFUajYd9msQgYbwH/5r51rBcgm/X+IPkN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WDcDDAAAA2wAAAA8AAAAAAAAAAAAA&#10;AAAAoQIAAGRycy9kb3ducmV2LnhtbFBLBQYAAAAABAAEAPkAAACRAwAAAAA=&#10;" strokecolor="#ff5d5d" strokeweight="2.25pt"/>
                <v:group id="Group 388" o:spid="_x0000_s1143" style="position:absolute;left:-5;top:15;width:132;height:132" coordorigin="-518,1596" coordsize="13309,13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AutoShape 389" o:spid="_x0000_s1144" type="#_x0000_t32" style="position:absolute;left:-518;top:1596;width:129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vB8EAAADbAAAADwAAAGRycy9kb3ducmV2LnhtbESPT4vCMBDF74LfIcyCN00rUqQaRRYE&#10;QT2s7mG9Dc1sW7aZlGbU+u3NguDx8f78eMt17xp1oy7Ung2kkwQUceFtzaWB7/N2PAcVBNli45kM&#10;PCjAejUcLDG3/s5fdDtJqeIIhxwNVCJtrnUoKnIYJr4ljt6v7xxKlF2pbYf3OO4aPU2STDusORIq&#10;bOmzouLvdHWRO9sf+81193Mh/0glK0SnBzFm9NFvFqCEenmHX+2dNTDL4P9L/AF69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9+8HwQAAANsAAAAPAAAAAAAAAAAAAAAA&#10;AKECAABkcnMvZG93bnJldi54bWxQSwUGAAAAAAQABAD5AAAAjwMAAAAA&#10;" strokecolor="#00b0f0" strokeweight="2.25pt"/>
                  <v:group id="Group 390" o:spid="_x0000_s1145" style="position:absolute;left:-518;top:2088;width:13309;height:12688" coordorigin="-608,2597" coordsize="17781,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AutoShape 391" o:spid="_x0000_s1146" type="#_x0000_t32" style="position:absolute;left:-368;top:25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Te7r8AAADbAAAADwAAAGRycy9kb3ducmV2LnhtbERPTWvCQBC9C/0PyxR6002KiERXEaEg&#10;tD1UPehtyI5JMDsbsqPGf985FHp8vO/legituVOfmsgO8kkGhriMvuHKwfHwMZ6DSYLssY1MDp6U&#10;YL16GS2x8PHBP3TfS2U0hFOBDmqRrrA2lTUFTJPYESt3iX1AUdhX1vf40PDQ2vcsm9mADWtDjR1t&#10;ayqv+1vQ3unn97C57U5nis9cZqXY/Euce3sdNgswQoP8i//cO+9gqmP1i/4Au/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STe7r8AAADbAAAADwAAAAAAAAAAAAAAAACh&#10;AgAAZHJzL2Rvd25yZXYueG1sUEsFBgAAAAAEAAQA+QAAAI0DAAAAAA==&#10;" strokecolor="#00b0f0" strokeweight="2.25pt"/>
                    <v:shape id="AutoShape 392" o:spid="_x0000_s1147" type="#_x0000_t32" style="position:absolute;left:-608;top:31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h7dcEAAADbAAAADwAAAGRycy9kb3ducmV2LnhtbESPT4vCMBDF78J+hzCCN00rIm41iiwI&#10;gnpY3cPubWjGtthMSjNq/fZGWPD4eH9+vMWqc7W6URsqzwbSUQKKOPe24sLAz2kznIEKgmyx9kwG&#10;HhRgtfzoLTCz/s7fdDtKoeIIhwwNlCJNpnXIS3IYRr4hjt7Ztw4lyrbQtsV7HHe1HifJVDusOBJK&#10;bOirpPxyvLrInewO3fq6/f0j/0hlmotO92LMoN+t56CEOnmH/9tba2DyCa8v8Qfo5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Ht1wQAAANsAAAAPAAAAAAAAAAAAAAAA&#10;AKECAABkcnMvZG93bnJldi54bWxQSwUGAAAAAAQABAD5AAAAjwMAAAAA&#10;" strokecolor="#00b0f0" strokeweight="2.25pt"/>
                    <v:shape id="AutoShape 393" o:spid="_x0000_s1148" type="#_x0000_t32" style="position:absolute;left:-608;top:36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tENcAAAADbAAAADwAAAGRycy9kb3ducmV2LnhtbERPTWvCQBC9F/oflhF6q5uUKiW6ihQK&#10;Quuh2oPehuyYBLOzITtq/PfOQejx8b7nyyG05kJ9aiI7yMcZGOIy+oYrB3+7r9cPMEmQPbaRycGN&#10;EiwXz09zLHy88i9dtlIZDeFUoINapCusTWVNAdM4dsTKHWMfUBT2lfU9XjU8tPYty6Y2YMPaUGNH&#10;nzWVp+05aO/792ZYndf7A8VbLtNSbP4jzr2MhtUMjNAg/+KHe+0dTHS9ftEfYBd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qLRDXAAAAA2wAAAA8AAAAAAAAAAAAAAAAA&#10;oQIAAGRycy9kb3ducmV2LnhtbFBLBQYAAAAABAAEAPkAAACOAwAAAAA=&#10;" strokecolor="#00b0f0" strokeweight="2.25pt"/>
                    <v:shape id="AutoShape 394" o:spid="_x0000_s1149" type="#_x0000_t32" style="position:absolute;left:-608;top:412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fhrsEAAADbAAAADwAAAGRycy9kb3ducmV2LnhtbESPT4vCMBDF74LfIYzgTdMurkg1igiC&#10;sO5h1YPehmZsi82kNKPWb28WFvb4eH9+vMWqc7V6UBsqzwbScQKKOPe24sLA6bgdzUAFQbZYeyYD&#10;LwqwWvZ7C8ysf/IPPQ5SqDjCIUMDpUiTaR3ykhyGsW+Io3f1rUOJsi20bfEZx12tP5Jkqh1WHAkl&#10;NrQpKb8d7i5yJ1/f3fq+O1/Iv1KZ5qLTvRgzHHTrOSihTv7Df+2dNfCZwu+X+AP08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x+GuwQAAANsAAAAPAAAAAAAAAAAAAAAA&#10;AKECAABkcnMvZG93bnJldi54bWxQSwUGAAAAAAQABAD5AAAAjwMAAAAA&#10;" strokecolor="#00b0f0" strokeweight="2.25pt"/>
                    <v:shape id="AutoShape 395" o:spid="_x0000_s1150" type="#_x0000_t32" style="position:absolute;left:-368;top:46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V/2cMAAADbAAAADwAAAGRycy9kb3ducmV2LnhtbESPS2vCQBSF9wX/w3AL3dVJpBVJHUWE&#10;glC7aHShu0vmNgnN3AmZax7/3ikUujycx8dZb0fXqJ66UHs2kM4TUMSFtzWXBs6n9+cVqCDIFhvP&#10;ZGCiANvN7GGNmfUDf1GfS6niCIcMDVQibaZ1KCpyGOa+JY7et+8cSpRdqW2HQxx3jV4kyVI7rDkS&#10;KmxpX1Hxk99c5L58fI672+FyJT+lsixEp0cx5ulx3L2BEhrlP/zXPlgDrwv4/RJ/gN7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Vf9nDAAAA2wAAAA8AAAAAAAAAAAAA&#10;AAAAoQIAAGRycy9kb3ducmV2LnhtbFBLBQYAAAAABAAEAPkAAACRAwAAAAA=&#10;" strokecolor="#00b0f0" strokeweight="2.25pt"/>
                    <v:shape id="AutoShape 396" o:spid="_x0000_s1151" type="#_x0000_t32" style="position:absolute;left:-368;top:51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naQsMAAADbAAAADwAAAGRycy9kb3ducmV2LnhtbESPS2vCQBSF94X+h+EW3NVJtIpExxAK&#10;gtB24WOhu0vmmoRm7oTMVeO/7xQKXR7O4+Os8sG16kZ9aDwbSMcJKOLS24YrA8fD5nUBKgiyxdYz&#10;GXhQgHz9/LTCzPo77+i2l0rFEQ4ZGqhFukzrUNbkMIx9Rxy9i+8dSpR9pW2P9zjuWj1Jkrl22HAk&#10;1NjRe03l9/7qIvft42sortvTmfwjlXkpOv0UY0YvQ7EEJTTIf/ivvbUGZlP4/RJ/gF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pZ2kLDAAAA2wAAAA8AAAAAAAAAAAAA&#10;AAAAoQIAAGRycy9kb3ducmV2LnhtbFBLBQYAAAAABAAEAPkAAACRAwAAAAA=&#10;" strokecolor="#00b0f0" strokeweight="2.25pt"/>
                    <v:shape id="AutoShape 397" o:spid="_x0000_s1152" type="#_x0000_t32" style="position:absolute;left:-368;top:564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BCNsMAAADbAAAADwAAAGRycy9kb3ducmV2LnhtbESPT2vCQBDF74V+h2WE3uomEqVEV5GC&#10;ILQeGntob0N2TILZ2ZAdTfLtu4VCj4/358fb7EbXqjv1ofFsIJ0noIhLbxuuDHyeD88voIIgW2w9&#10;k4GJAuy2jw8bzK0f+IPuhVQqjnDI0UAt0uVah7Imh2HuO+LoXXzvUKLsK217HOK4a/UiSVbaYcOR&#10;UGNHrzWV1+LmIjd7O4372/Hrm/yUyqoUnb6LMU+zcb8GJTTKf/ivfbQGlhn8fok/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WwQjbDAAAA2wAAAA8AAAAAAAAAAAAA&#10;AAAAoQIAAGRycy9kb3ducmV2LnhtbFBLBQYAAAAABAAEAPkAAACRAwAAAAA=&#10;" strokecolor="#00b0f0" strokeweight="2.25pt"/>
                    <v:shape id="AutoShape 398" o:spid="_x0000_s1153" type="#_x0000_t32" style="position:absolute;left:-368;top:615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znrcMAAADbAAAADwAAAGRycy9kb3ducmV2LnhtbESPT2vCQBDF74V+h2WE3uomxUiJriKF&#10;QsB6aOyhvQ3ZMQlmZ0N2jPHbu4VCj4/358dbbyfXqZGG0Ho2kM4TUMSVty3XBr6O78+voIIgW+w8&#10;k4EbBdhuHh/WmFt/5U8aS6lVHOGQo4FGpM+1DlVDDsPc98TRO/nBoUQ51NoOeI3jrtMvSbLUDluO&#10;hAZ7emuoOpcXF7mL/WHaXYrvH/K3VJaV6PRDjHmaTbsVKKFJ/sN/7cIayDL4/RJ/gN7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8563DAAAA2wAAAA8AAAAAAAAAAAAA&#10;AAAAoQIAAGRycy9kb3ducmV2LnhtbFBLBQYAAAAABAAEAPkAAACRAwAAAAA=&#10;" strokecolor="#00b0f0" strokeweight="2.25pt"/>
                    <v:shape id="AutoShape 399" o:spid="_x0000_s1154" type="#_x0000_t32" style="position:absolute;left:-368;top:665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552sIAAADbAAAADwAAAGRycy9kb3ducmV2LnhtbESPS2vCQBSF94L/YbhCd2aSUkNJHUUE&#10;QWhd+Fi0u0vmNgnN3AmZq8Z/3xEEl4fz+Djz5eBadaE+NJ4NZEkKirj0tuHKwOm4mb6DCoJssfVM&#10;Bm4UYLkYj+ZYWH/lPV0OUqk4wqFAA7VIV2gdypochsR3xNH79b1DibKvtO3xGsddq1/TNNcOG46E&#10;Gjta11T+Hc4uct8+d8PqvP3+IX/LJC9FZ19izMtkWH2AEhrkGX60t9bALIf7l/gD9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i552sIAAADbAAAADwAAAAAAAAAAAAAA&#10;AAChAgAAZHJzL2Rvd25yZXYueG1sUEsFBgAAAAAEAAQA+QAAAJADAAAAAA==&#10;" strokecolor="#00b0f0" strokeweight="2.25pt"/>
                    <v:shape id="AutoShape 400" o:spid="_x0000_s1155" type="#_x0000_t32" style="position:absolute;left:-368;top:716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LcQcIAAADbAAAADwAAAGRycy9kb3ducmV2LnhtbESPT2vCQBDF74LfYRmhN92kqJXUVaQg&#10;CK0HYw/2NmSnSWh2NmRHjd++KwgeH+/Pj7dc965RF+pC7dlAOklAERfe1lwa+D5uxwtQQZAtNp7J&#10;wI0CrFfDwRIz6698oEsupYojHDI0UIm0mdahqMhhmPiWOHq/vnMoUXalth1e47hr9GuSzLXDmiOh&#10;wpY+Kir+8rOL3Onnvt+cd6cf8rdU5oXo9EuMeRn1m3dQQr08w4/2zhqYvcH9S/wBe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LcQcIAAADbAAAADwAAAAAAAAAAAAAA&#10;AAChAgAAZHJzL2Rvd25yZXYueG1sUEsFBgAAAAAEAAQA+QAAAJADAAAAAA==&#10;" strokecolor="#00b0f0" strokeweight="2.25pt"/>
                    <v:shape id="AutoShape 401" o:spid="_x0000_s1156" type="#_x0000_t32" style="position:absolute;left:-368;top:76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1IM8AAAADbAAAADwAAAGRycy9kb3ducmV2LnhtbERPTWvCQBC9F/oflhF6q5uUKiW6ihQK&#10;Quuh2oPehuyYBLOzITtq/PfOQejx8b7nyyG05kJ9aiI7yMcZGOIy+oYrB3+7r9cPMEmQPbaRycGN&#10;EiwXz09zLHy88i9dtlIZDeFUoINapCusTWVNAdM4dsTKHWMfUBT2lfU9XjU8tPYty6Y2YMPaUGNH&#10;nzWVp+05aO/792ZYndf7A8VbLtNSbP4jzr2MhtUMjNAg/+KHe+0dTHSsftEfYBd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T9SDPAAAAA2wAAAA8AAAAAAAAAAAAAAAAA&#10;oQIAAGRycy9kb3ducmV2LnhtbFBLBQYAAAAABAAEAPkAAACOAwAAAAA=&#10;" strokecolor="#00b0f0" strokeweight="2.25pt"/>
                    <v:shape id="AutoShape 402" o:spid="_x0000_s1157" type="#_x0000_t32" style="position:absolute;left:-368;top:81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HtqMIAAADbAAAADwAAAGRycy9kb3ducmV2LnhtbESPT2vCQBDF74LfYRmhN92kqNTUVaQg&#10;CK0HYw/2NmSnSWh2NmRHjd++KwgeH+/Pj7dc965RF+pC7dlAOklAERfe1lwa+D5ux2+ggiBbbDyT&#10;gRsFWK+GgyVm1l/5QJdcShVHOGRooBJpM61DUZHDMPEtcfR+fedQouxKbTu8xnHX6NckmWuHNUdC&#10;hS19VFT85WcXudPPfb85704/5G+pzAvR6ZcY8zLqN++ghHp5hh/tnTUwW8D9S/wBe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7HtqMIAAADbAAAADwAAAAAAAAAAAAAA&#10;AAChAgAAZHJzL2Rvd25yZXYueG1sUEsFBgAAAAAEAAQA+QAAAJADAAAAAA==&#10;" strokecolor="#00b0f0" strokeweight="2.25pt"/>
                    <v:shape id="AutoShape 403" o:spid="_x0000_s1158" type="#_x0000_t32" style="position:absolute;left:-128;top:868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eOiL8AAADbAAAADwAAAGRycy9kb3ducmV2LnhtbERPTWvCQBC9F/oflhF6q5tICSW6iggF&#10;wfag7aHehuyYBLOzITtq/PedQ8Hj430vVmPozJWG1EZ2kE8zMMRV9C3XDn6+P17fwSRB9thFJgd3&#10;SrBaPj8tsPTxxnu6HqQ2GsKpRAeNSF9am6qGAqZp7ImVO8UhoCgcausHvGl46OwsywobsGVtaLCn&#10;TUPV+XAJ2vu2+xrXl+3vkeI9l6ISm3+Kcy+TcT0HIzTKQ/zv3noHha7XL/oD7PI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OeOiL8AAADbAAAADwAAAAAAAAAAAAAAAACh&#10;AgAAZHJzL2Rvd25yZXYueG1sUEsFBgAAAAAEAAQA+QAAAI0DAAAAAA==&#10;" strokecolor="#00b0f0" strokeweight="2.25pt"/>
                    <v:shape id="AutoShape 404" o:spid="_x0000_s1159" type="#_x0000_t32" style="position:absolute;left:-128;top:91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srE8EAAADbAAAADwAAAGRycy9kb3ducmV2LnhtbESPT4vCMBDF7wt+hzCCtzWtSFmqUUQQ&#10;BPWwrge9Dc3YFptJaUat394sLOzx8f78ePNl7xr1oC7Ung2k4wQUceFtzaWB08/m8wtUEGSLjWcy&#10;8KIAy8XgY4659U/+psdRShVHOORooBJpc61DUZHDMPYtcfSuvnMoUXalth0+47hr9CRJMu2w5kio&#10;sKV1RcXteHeRO90d+tV9e76Qf6WSFaLTvRgzGvarGSihXv7Df+2tNZCl8Psl/gC9e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qysTwQAAANsAAAAPAAAAAAAAAAAAAAAA&#10;AKECAABkcnMvZG93bnJldi54bWxQSwUGAAAAAAQABAD5AAAAjwMAAAAA&#10;" strokecolor="#00b0f0" strokeweight="2.25pt"/>
                    <v:shape id="AutoShape 405" o:spid="_x0000_s1160" type="#_x0000_t32" style="position:absolute;left:-128;top:972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m1ZMIAAADbAAAADwAAAGRycy9kb3ducmV2LnhtbESPy4rCQBBF98L8Q1PC7LQTGYJkbEWE&#10;AUFn4WPh7Ip0mQTT1SFdavz7aUFwebmPw50teteoG3Wh9mwgHSegiAtvay4NHA8/oymoIMgWG89k&#10;4EEBFvOPwQxz6++8o9teShVHOORooBJpc61DUZHDMPYtcfTOvnMoUXalth3e47hr9CRJMu2w5kio&#10;sKVVRcVlf3WR+7X57ZfX9emP/COVrBCdbsWYz2G//AYl1Ms7/GqvrYFsAs8v8Qfo+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3m1ZMIAAADbAAAADwAAAAAAAAAAAAAA&#10;AAChAgAAZHJzL2Rvd25yZXYueG1sUEsFBgAAAAAEAAQA+QAAAJADAAAAAA==&#10;" strokecolor="#00b0f0" strokeweight="2.25pt"/>
                    <v:shape id="AutoShape 406" o:spid="_x0000_s1161" type="#_x0000_t32" style="position:absolute;left:-128;top:1022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UQ/8IAAADbAAAADwAAAGRycy9kb3ducmV2LnhtbESPS2vCQBSF94L/YbhCd2aSVkJJHUUE&#10;QWhd+Fi0u0vmNgnN3AmZq8Z/3xEEl4fz+Djz5eBadaE+NJ4NZEkKirj0tuHKwOm4mb6DCoJssfVM&#10;Bm4UYLkYj+ZYWH/lPV0OUqk4wqFAA7VIV2gdypochsR3xNH79b1DibKvtO3xGsddq1/TNNcOG46E&#10;Gjta11T+Hc4ucmefu2F13n7/kL9lkpeisy8x5mUyrD5ACQ3yDD/aW2sgf4P7l/gD9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UQ/8IAAADbAAAADwAAAAAAAAAAAAAA&#10;AAChAgAAZHJzL2Rvd25yZXYueG1sUEsFBgAAAAAEAAQA+QAAAJADAAAAAA==&#10;" strokecolor="#00b0f0" strokeweight="2.25pt"/>
                    <v:shape id="AutoShape 407" o:spid="_x0000_s1162" type="#_x0000_t32" style="position:absolute;left:-128;top:1073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yIi8EAAADbAAAADwAAAGRycy9kb3ducmV2LnhtbESPT4vCMBDF74LfIcyCN00rUqQaRRYE&#10;QT2s7mG9Dc1sW7aZlGbU+u3NguDx8f78eMt17xp1oy7Ung2kkwQUceFtzaWB7/N2PAcVBNli45kM&#10;PCjAejUcLDG3/s5fdDtJqeIIhxwNVCJtrnUoKnIYJr4ljt6v7xxKlF2pbYf3OO4aPU2STDusORIq&#10;bOmzouLvdHWRO9sf+81193Mh/0glK0SnBzFm9NFvFqCEenmHX+2dNZDN4P9L/AF69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3IiLwQAAANsAAAAPAAAAAAAAAAAAAAAA&#10;AKECAABkcnMvZG93bnJldi54bWxQSwUGAAAAAAQABAD5AAAAjwMAAAAA&#10;" strokecolor="#00b0f0" strokeweight="2.25pt"/>
                    <v:shape id="AutoShape 408" o:spid="_x0000_s1163" type="#_x0000_t32" style="position:absolute;left:-128;top:1126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AtEMIAAADbAAAADwAAAGRycy9kb3ducmV2LnhtbESPS2vCQBSF94L/YbhCd2aSUkNJHUUE&#10;QWhd+Fi0u0vmNgnN3AmZq8Z/3xEEl4fz+Djz5eBadaE+NJ4NZEkKirj0tuHKwOm4mb6DCoJssfVM&#10;Bm4UYLkYj+ZYWH/lPV0OUqk4wqFAA7VIV2gdypochsR3xNH79b1DibKvtO3xGsddq1/TNNcOG46E&#10;Gjta11T+Hc4uct8+d8PqvP3+IX/LJC9FZ19izMtkWH2AEhrkGX60t9ZAPoP7l/gD9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JAtEMIAAADbAAAADwAAAAAAAAAAAAAA&#10;AAChAgAAZHJzL2Rvd25yZXYueG1sUEsFBgAAAAAEAAQA+QAAAJADAAAAAA==&#10;" strokecolor="#00b0f0" strokeweight="2.25pt"/>
                    <v:shape id="AutoShape 409" o:spid="_x0000_s1164" type="#_x0000_t32" style="position:absolute;left:-128;top:1174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KzZ8EAAADbAAAADwAAAGRycy9kb3ducmV2LnhtbESPy4rCQBBF94L/0JTgTjsZJEjGVkQY&#10;EHQWPhYzuyJdkwTT1SFdavz7aUFwebmPw12seteoG3Wh9mwgnSagiAtvay4NnE9fkzmoIMgWG89k&#10;4EEBVsvhYIG59Xc+0O0opYojHHI0UIm0udahqMhhmPqWOHp/vnMoUXalth3e47hr9EeSZNphzZFQ&#10;YUubiorL8eoid7b77tfX7c8v+UcqWSE63Ysx41G//gQl1Ms7/GpvrYEsg+eX+AP0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QrNnwQAAANsAAAAPAAAAAAAAAAAAAAAA&#10;AKECAABkcnMvZG93bnJldi54bWxQSwUGAAAAAAQABAD5AAAAjwMAAAAA&#10;" strokecolor="#00b0f0" strokeweight="2.25pt"/>
                    <v:shape id="AutoShape 410" o:spid="_x0000_s1165" type="#_x0000_t32" style="position:absolute;left:-128;top:122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4W/MIAAADbAAAADwAAAGRycy9kb3ducmV2LnhtbESPT2vCQBDF74LfYRmhN92klFiiq4gg&#10;CK0HbQ/1NmTHJJidDdlR47fvCoLHx/vz482XvWvUlbpQezaQThJQxIW3NZcGfn82409QQZAtNp7J&#10;wJ0CLBfDwRxz62+8p+tBShVHOORooBJpc61DUZHDMPEtcfROvnMoUXalth3e4rhr9HuSZNphzZFQ&#10;YUvriorz4eIi9+Nr168u278j+XsqWSE6/RZj3kb9agZKqJdX+NneWgPZFB5f4g/Q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4W/MIAAADbAAAADwAAAAAAAAAAAAAA&#10;AAChAgAAZHJzL2Rvd25yZXYueG1sUEsFBgAAAAAEAAQA+QAAAJADAAAAAA==&#10;" strokecolor="#00b0f0" strokeweight="2.25pt"/>
                    <v:shape id="AutoShape 411" o:spid="_x0000_s1166" type="#_x0000_t32" style="position:absolute;left:-128;top:1277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GCjr8AAADbAAAADwAAAGRycy9kb3ducmV2LnhtbERPTWvCQBC9F/oflhF6q5tICSW6iggF&#10;wfag7aHehuyYBLOzITtq/PedQ8Hj430vVmPozJWG1EZ2kE8zMMRV9C3XDn6+P17fwSRB9thFJgd3&#10;SrBaPj8tsPTxxnu6HqQ2GsKpRAeNSF9am6qGAqZp7ImVO8UhoCgcausHvGl46OwsywobsGVtaLCn&#10;TUPV+XAJ2vu2+xrXl+3vkeI9l6ISm3+Kcy+TcT0HIzTKQ/zv3noHhY7VL/oD7PI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pGCjr8AAADbAAAADwAAAAAAAAAAAAAAAACh&#10;AgAAZHJzL2Rvd25yZXYueG1sUEsFBgAAAAAEAAQA+QAAAI0DAAAAAA==&#10;" strokecolor="#00b0f0" strokeweight="2.25pt"/>
                    <v:shape id="AutoShape 412" o:spid="_x0000_s1167" type="#_x0000_t32" style="position:absolute;left:-128;top:132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0nFcIAAADbAAAADwAAAGRycy9kb3ducmV2LnhtbESPT2vCQBDF74LfYRmhN92klGCjq4gg&#10;CK0HbQ/1NmTHJJidDdlR47fvCoLHx/vz482XvWvUlbpQezaQThJQxIW3NZcGfn824ymoIMgWG89k&#10;4E4BlovhYI659Tfe0/UgpYojHHI0UIm0udahqMhhmPiWOHon3zmUKLtS2w5vcdw1+j1JMu2w5kio&#10;sKV1RcX5cHGR+/G161eX7d+R/D2VrBCdfosxb6N+NQMl1Msr/GxvrYHsEx5f4g/Q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d0nFcIAAADbAAAADwAAAAAAAAAAAAAA&#10;AAChAgAAZHJzL2Rvd25yZXYueG1sUEsFBgAAAAAEAAQA+QAAAJADAAAAAA==&#10;" strokecolor="#00b0f0" strokeweight="2.25pt"/>
                    <v:shape id="AutoShape 413" o:spid="_x0000_s1168" type="#_x0000_t32" style="position:absolute;left:-128;top:137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4YVcAAAADbAAAADwAAAGRycy9kb3ducmV2LnhtbERPTWvCQBC9F/oflhF6q5tIsSW6ihQE&#10;ofVQ7UFvQ3ZMgtnZkB01/nvnUOjx8b7nyyG05kp9aiI7yMcZGOIy+oYrB7/79esHmCTIHtvI5OBO&#10;CZaL56c5Fj7e+IeuO6mMhnAq0EEt0hXWprKmgGkcO2LlTrEPKAr7yvoebxoeWjvJsqkN2LA21NjR&#10;Z03leXcJ2vv2tR1Wl83hSPGey7QUm3+Lcy+jYTUDIzTIv/jPvfEO3nW9ftEfYB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E+GFXAAAAA2wAAAA8AAAAAAAAAAAAAAAAA&#10;oQIAAGRycy9kb3ducmV2LnhtbFBLBQYAAAAABAAEAPkAAACOAwAAAAA=&#10;" strokecolor="#00b0f0" strokeweight="2.25pt"/>
                    <v:shape id="AutoShape 414" o:spid="_x0000_s1169" type="#_x0000_t32" style="position:absolute;left:-128;top:143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K9zsEAAADbAAAADwAAAGRycy9kb3ducmV2LnhtbESPT4vCMBDF74LfIYzgTdMu4ko1igiC&#10;sO5h1YPehmZsi82kNKPWb28WFvb4eH9+vMWqc7V6UBsqzwbScQKKOPe24sLA6bgdzUAFQbZYeyYD&#10;LwqwWvZ7C8ysf/IPPQ5SqDjCIUMDpUiTaR3ykhyGsW+Io3f1rUOJsi20bfEZx12tP5Jkqh1WHAkl&#10;NrQpKb8d7i5yJ1/f3fq+O1/Iv1KZ5qLTvRgzHHTrOSihTv7Df+2dNfCZwu+X+AP08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cr3OwQAAANsAAAAPAAAAAAAAAAAAAAAA&#10;AKECAABkcnMvZG93bnJldi54bWxQSwUGAAAAAAQABAD5AAAAjwMAAAAA&#10;" strokecolor="#00b0f0" strokeweight="2.25pt"/>
                    <v:shape id="AutoShape 415" o:spid="_x0000_s1170" type="#_x0000_t32" style="position:absolute;left:-112;top:147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jucEAAADbAAAADwAAAGRycy9kb3ducmV2LnhtbESPT4vCMBDF78J+hzCCN00roks1iiwI&#10;gnpY3cPubWjGtthMSjNq/fZGWPD4eH9+vMWqc7W6URsqzwbSUQKKOPe24sLAz2kz/AQVBNli7ZkM&#10;PCjAavnRW2Bm/Z2/6XaUQsURDhkaKEWaTOuQl+QwjHxDHL2zbx1KlG2hbYv3OO5qPU6SqXZYcSSU&#10;2NBXSfnleHWRO9kduvV1+/tH/pHKNBed7sWYQb9bz0EJdfIO/7e31sBsDK8v8Qfo5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CO5wQAAANsAAAAPAAAAAAAAAAAAAAAA&#10;AKECAABkcnMvZG93bnJldi54bWxQSwUGAAAAAAQABAD5AAAAjwMAAAAA&#10;" strokecolor="#00b0f0" strokeweight="2.25pt"/>
                    <v:shape id="AutoShape 416" o:spid="_x0000_s1171" type="#_x0000_t32" style="position:absolute;left:-140;top:152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yGIsIAAADbAAAADwAAAGRycy9kb3ducmV2LnhtbESPT2vCQBDF74LfYRmhN92kipXUVaQg&#10;CK0HYw/2NmSnSWh2NmRHjd++KwgeH+/Pj7dc965RF+pC7dlAOklAERfe1lwa+D5uxwtQQZAtNp7J&#10;wI0CrFfDwRIz6698oEsupYojHDI0UIm0mdahqMhhmPiWOHq/vnMoUXalth1e47hr9GuSzLXDmiOh&#10;wpY+Kir+8rOL3Nnnvt+cd6cf8rdU5oXo9EuMeRn1m3dQQr08w4/2zhp4m8L9S/wBe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eyGIsIAAADbAAAADwAAAAAAAAAAAAAA&#10;AAChAgAAZHJzL2Rvd25yZXYueG1sUEsFBgAAAAAEAAQA+QAAAJADAAAAAA==&#10;" strokecolor="#00b0f0" strokeweight="2.25pt"/>
                  </v:group>
                </v:group>
              </v:group>
              <v:shape id="AutoShape 417" o:spid="_x0000_s1172" type="#_x0000_t32" style="position:absolute;left:-2;top:153;width:1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UeVsEAAADbAAAADwAAAGRycy9kb3ducmV2LnhtbESPT4vCMBDF78J+hzCCN00roks1iiwI&#10;gnpY3cPubWjGtthMSjNq/fZGWPD4eH9+vMWqc7W6URsqzwbSUQKKOPe24sLAz2kz/AQVBNli7ZkM&#10;PCjAavnRW2Bm/Z2/6XaUQsURDhkaKEWaTOuQl+QwjHxDHL2zbx1KlG2hbYv3OO5qPU6SqXZYcSSU&#10;2NBXSfnleHWRO9kduvV1+/tH/pHKNBed7sWYQb9bz0EJdfIO/7e31sBsAq8v8Qfo5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BR5WwQAAANsAAAAPAAAAAAAAAAAAAAAA&#10;AKECAABkcnMvZG93bnJldi54bWxQSwUGAAAAAAQABAD5AAAAjwMAAAAA&#10;" strokecolor="#00b0f0" strokeweight="2.25pt"/>
            </v:group>
            <v:shape id="Text Box 419" o:spid="_x0000_s1173" type="#_x0000_t202" style="position:absolute;left:13;top:17;width:107;height:1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rsidR="007821E1" w:rsidRDefault="007821E1" w:rsidP="007821E1">
                    <w:r>
                      <w:t>First Line</w:t>
                    </w:r>
                  </w:p>
                  <w:p w:rsidR="007821E1" w:rsidRDefault="007821E1" w:rsidP="007821E1">
                    <w:r>
                      <w:t>Line 2</w:t>
                    </w:r>
                  </w:p>
                  <w:p w:rsidR="007821E1" w:rsidRDefault="007821E1" w:rsidP="007821E1">
                    <w:r>
                      <w:t>Line 3</w:t>
                    </w:r>
                  </w:p>
                  <w:p w:rsidR="007821E1" w:rsidRDefault="007821E1" w:rsidP="007821E1">
                    <w:r>
                      <w:t>Line 4</w:t>
                    </w:r>
                  </w:p>
                  <w:p w:rsidR="007821E1" w:rsidRDefault="007821E1" w:rsidP="007821E1">
                    <w:r>
                      <w:t>Line 5</w:t>
                    </w:r>
                  </w:p>
                  <w:p w:rsidR="007821E1" w:rsidRDefault="007821E1" w:rsidP="007821E1">
                    <w:r>
                      <w:t>Line 6</w:t>
                    </w:r>
                  </w:p>
                  <w:p w:rsidR="007821E1" w:rsidRDefault="007821E1" w:rsidP="007821E1">
                    <w:r>
                      <w:t>Line 7</w:t>
                    </w:r>
                  </w:p>
                  <w:p w:rsidR="007821E1" w:rsidRDefault="007821E1" w:rsidP="007821E1">
                    <w:r>
                      <w:t>Line 8</w:t>
                    </w:r>
                  </w:p>
                  <w:p w:rsidR="007821E1" w:rsidRDefault="007821E1" w:rsidP="007821E1">
                    <w:r>
                      <w:t>Line 9</w:t>
                    </w:r>
                  </w:p>
                  <w:p w:rsidR="007821E1" w:rsidRDefault="007821E1" w:rsidP="007821E1">
                    <w:r>
                      <w:t>Line 10Line 11</w:t>
                    </w:r>
                  </w:p>
                  <w:p w:rsidR="007821E1" w:rsidRDefault="007821E1" w:rsidP="007821E1">
                    <w:r>
                      <w:t>Line 12</w:t>
                    </w:r>
                  </w:p>
                  <w:p w:rsidR="007821E1" w:rsidRDefault="007821E1" w:rsidP="007821E1">
                    <w:r>
                      <w:t>Line 13</w:t>
                    </w:r>
                  </w:p>
                  <w:p w:rsidR="007821E1" w:rsidRDefault="007821E1" w:rsidP="007821E1">
                    <w:r>
                      <w:t>Line 14</w:t>
                    </w:r>
                  </w:p>
                  <w:p w:rsidR="007821E1" w:rsidRDefault="007821E1" w:rsidP="007821E1">
                    <w:r>
                      <w:t>Line 15</w:t>
                    </w:r>
                  </w:p>
                  <w:p w:rsidR="007821E1" w:rsidRDefault="007821E1" w:rsidP="007821E1">
                    <w:r>
                      <w:t>Line 16</w:t>
                    </w:r>
                  </w:p>
                  <w:p w:rsidR="007821E1" w:rsidRDefault="007821E1" w:rsidP="007821E1">
                    <w:r>
                      <w:t>Line 17</w:t>
                    </w:r>
                  </w:p>
                  <w:p w:rsidR="007821E1" w:rsidRDefault="007821E1" w:rsidP="007821E1">
                    <w:r>
                      <w:t>Line 18</w:t>
                    </w:r>
                  </w:p>
                  <w:p w:rsidR="007821E1" w:rsidRDefault="007821E1" w:rsidP="007821E1">
                    <w:r>
                      <w:t>Line 19</w:t>
                    </w:r>
                  </w:p>
                  <w:p w:rsidR="007821E1" w:rsidRDefault="007821E1" w:rsidP="007821E1">
                    <w:r>
                      <w:t>Line 20</w:t>
                    </w:r>
                  </w:p>
                  <w:p w:rsidR="007821E1" w:rsidRDefault="007821E1" w:rsidP="007821E1">
                    <w:r>
                      <w:t>Line 21</w:t>
                    </w:r>
                  </w:p>
                  <w:p w:rsidR="007821E1" w:rsidRDefault="007821E1" w:rsidP="007821E1">
                    <w:r>
                      <w:t>Line 22</w:t>
                    </w:r>
                  </w:p>
                  <w:p w:rsidR="007821E1" w:rsidRDefault="007821E1" w:rsidP="007821E1">
                    <w:r>
                      <w:t>Line 23</w:t>
                    </w:r>
                  </w:p>
                  <w:p w:rsidR="007821E1" w:rsidRDefault="007821E1" w:rsidP="007821E1">
                    <w:r>
                      <w:t>Line 24</w:t>
                    </w:r>
                  </w:p>
                  <w:p w:rsidR="007821E1" w:rsidRDefault="007821E1" w:rsidP="007821E1">
                    <w:r>
                      <w:t>Line 25</w:t>
                    </w:r>
                  </w:p>
                  <w:p w:rsidR="007821E1" w:rsidRDefault="007821E1" w:rsidP="007821E1">
                    <w:r>
                      <w:t>Line 26</w:t>
                    </w:r>
                  </w:p>
                  <w:p w:rsidR="007821E1" w:rsidRPr="00D17703" w:rsidRDefault="007821E1" w:rsidP="007821E1">
                    <w:r>
                      <w:t>Last Line</w:t>
                    </w:r>
                  </w:p>
                </w:txbxContent>
              </v:textbox>
            </v:shape>
          </v:group>
        </w:pict>
      </w:r>
      <w:r>
        <w:rPr>
          <w:noProof/>
        </w:rPr>
        <w:pict>
          <v:group id="Group 456" o:spid="_x0000_s1174" style="position:absolute;margin-left:526pt;margin-top:-1583.75pt;width:665.45pt;height:44784.6pt;z-index:251709440" coordorigin="-5,-309" coordsize="133,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">
            <v:group id="Group 457" o:spid="_x0000_s1175"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group id="Group 458" o:spid="_x0000_s1176" style="position:absolute;left:-5;top:-309;width:132;height:8956" coordorigin="-5,-309" coordsize="133,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AutoShape 459" o:spid="_x0000_s1177" type="#_x0000_t32" style="position:absolute;left:13;top:-309;width:1;height:895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hMmMQAAADcAAAADwAAAGRycy9kb3ducmV2LnhtbESP0WrCQBBF3wv+wzKCb3VjQJHoKiII&#10;oQ+WJn7AkB2TaHY27G416dd3CwXfZrh37rmz3Q+mEw9yvrWsYDFPQBBXVrdcK7iUp/c1CB+QNXaW&#10;ScFIHva7ydsWM22f/EWPItQihrDPUEETQp9J6auGDPq57YmjdrXOYIirq6V2+IzhppNpkqykwZYj&#10;ocGejg1V9+LbRG7rfspxmeb4sfxMb3lZnNNxVGo2HQ4bEIGG8DL/X+c61l+s4O+ZOIH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eEyYxAAAANwAAAAPAAAAAAAAAAAA&#10;AAAAAKECAABkcnMvZG93bnJldi54bWxQSwUGAAAAAAQABAD5AAAAkgMAAAAA&#10;" strokecolor="#ff5d5d" strokeweight="2.25pt"/>
                <v:group id="Group 460" o:spid="_x0000_s1178" style="position:absolute;left:-5;top:15;width:132;height:132" coordorigin="-518,1596" coordsize="13309,13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AutoShape 461" o:spid="_x0000_s1179" type="#_x0000_t32" style="position:absolute;left:-518;top:1596;width:129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WDm8IAAADcAAAADwAAAGRycy9kb3ducmV2LnhtbESPTWvCQBCG7wX/wzKF3uomRaREV5GC&#10;IFQPWg96G7LTJDQ7G7Kjxn/fOQjeZpj345n5cgituVKfmsgO8nEGhriMvuHKwfFn/f4JJgmyxzYy&#10;ObhTguVi9DLHwscb7+l6kMpoCKcCHdQiXWFtKmsKmMaxI9bbb+wDiq59ZX2PNw0Prf3IsqkN2LA2&#10;1NjRV03l3+EStHfyvRtWl83pTPGey7QUm2/FubfXYTUDIzTIU/xwb7zi50qrz+gEd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jWDm8IAAADcAAAADwAAAAAAAAAAAAAA&#10;AAChAgAAZHJzL2Rvd25yZXYueG1sUEsFBgAAAAAEAAQA+QAAAJADAAAAAA==&#10;" strokecolor="#00b0f0" strokeweight="2.25pt"/>
                  <v:group id="Group 462" o:spid="_x0000_s1180" style="position:absolute;left:-518;top:2088;width:13309;height:12688" coordorigin="-608,2597" coordsize="17781,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AutoShape 463" o:spid="_x0000_s1181" type="#_x0000_t32" style="position:absolute;left:-368;top:25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9FIMIAAADcAAAADwAAAGRycy9kb3ducmV2LnhtbESPTWvCQBCG70L/wzKF3nQTEZHoKiIU&#10;hNpD1UN7G7JjEszOhuyo8d93DoXeZpj345nVZgituVOfmsgO8kkGhriMvuHKwfn0Pl6ASYLssY1M&#10;Dp6UYLN+Ga2w8PHBX3Q/SmU0hFOBDmqRrrA2lTUFTJPYEevtEvuAomtfWd/jQ8NDa6dZNrcBG9aG&#10;Gjva1VRej7egvbOPz2F723//UHzmMi/F5gdx7u112C7BCA3yL/5z773iTxVfn9EJ7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i9FIMIAAADcAAAADwAAAAAAAAAAAAAA&#10;AAChAgAAZHJzL2Rvd25yZXYueG1sUEsFBgAAAAAEAAQA+QAAAJADAAAAAA==&#10;" strokecolor="#00b0f0" strokeweight="2.25pt"/>
                    <v:shape id="AutoShape 464" o:spid="_x0000_s1182" type="#_x0000_t32" style="position:absolute;left:-608;top:31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Pgu8MAAADcAAAADwAAAGRycy9kb3ducmV2LnhtbESPQYvCQAyF78L+hyEL3uy0IrJ0HUUW&#10;FgT1oOvBvYVObIudTOlErf/eEQRvCe/lfS+zRe8adaUu1J4NZEkKirjwtubSwOHvd/QFKgiyxcYz&#10;GbhTgMX8YzDD3Pob7+i6l1LFEA45GqhE2lzrUFTkMCS+JY7ayXcOJa5dqW2HtxjuGj1O06l2WHMk&#10;VNjST0XFeX9xkTtZb/vlZXX8J3/PZFqIzjZizPCzX36DEurlbX5dr2ysP87g+UycQM8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j4LvDAAAA3AAAAA8AAAAAAAAAAAAA&#10;AAAAoQIAAGRycy9kb3ducmV2LnhtbFBLBQYAAAAABAAEAPkAAACRAwAAAAA=&#10;" strokecolor="#00b0f0" strokeweight="2.25pt"/>
                    <v:shape id="AutoShape 465" o:spid="_x0000_s1183" type="#_x0000_t32" style="position:absolute;left:-608;top:36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F+zMMAAADcAAAADwAAAGRycy9kb3ducmV2LnhtbESPQYvCQAyF7wv+hyGCt3XaIiLVUUQQ&#10;hF0Pq3tYb6ET22InUzpR6793FgRvCe/lfS+LVe8adaMu1J4NpOMEFHHhbc2lgd/j9nMGKgiyxcYz&#10;GXhQgNVy8LHA3Po7/9DtIKWKIRxyNFCJtLnWoajIYRj7ljhqZ985lLh2pbYd3mO4a3SWJFPtsOZI&#10;qLClTUXF5XB1kTv52vfr6+7vRP6RyrQQnX6LMaNhv56DEurlbX5d72ysn2Xw/0ycQC+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xfszDAAAA3AAAAA8AAAAAAAAAAAAA&#10;AAAAoQIAAGRycy9kb3ducmV2LnhtbFBLBQYAAAAABAAEAPkAAACRAwAAAAA=&#10;" strokecolor="#00b0f0" strokeweight="2.25pt"/>
                    <v:shape id="AutoShape 466" o:spid="_x0000_s1184" type="#_x0000_t32" style="position:absolute;left:-608;top:412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3bV8UAAADcAAAADwAAAGRycy9kb3ducmV2LnhtbESPT2vCQBDF7wW/wzKF3uomtoikriJC&#10;Qag9NHrQ25CdJqHZ2ZAd8+fbu4VCbzO8N+/3Zr0dXaN66kLt2UA6T0ARF97WXBo4n96fV6CCIFts&#10;PJOBiQJsN7OHNWbWD/xFfS6liiEcMjRQibSZ1qGoyGGY+5Y4at++cyhx7UptOxxiuGv0IkmW2mHN&#10;kVBhS/uKip/85iL39eNz3N0Olyv5KZVlITo9ijFPj+PuDZTQKP/mv+uDjfUXL/D7TJxAb+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3bV8UAAADcAAAADwAAAAAAAAAA&#10;AAAAAAChAgAAZHJzL2Rvd25yZXYueG1sUEsFBgAAAAAEAAQA+QAAAJMDAAAAAA==&#10;" strokecolor="#00b0f0" strokeweight="2.25pt"/>
                    <v:shape id="AutoShape 467" o:spid="_x0000_s1185" type="#_x0000_t32" style="position:absolute;left:-368;top:461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RDI8MAAADcAAAADwAAAGRycy9kb3ducmV2LnhtbESPT4vCQAzF78J+hyEL3nRaEZHqKCIs&#10;COse/HPQW+jEttjJlE6q9dvvCAt7S3gv7/eyXPeuVg9qQ+XZQDpOQBHn3lZcGDifvkZzUEGQLdae&#10;ycCLAqxXH4MlZtY/+UCPoxQqhnDI0EAp0mRah7wkh2HsG+Ko3XzrUOLaFtq2+IzhrtaTJJlphxVH&#10;QokNbUvK78fORe70+6ffdLvLlfwrlVkuOt2LMcPPfrMAJdTLv/nvemdj/ckU3s/ECf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EUQyPDAAAA3AAAAA8AAAAAAAAAAAAA&#10;AAAAoQIAAGRycy9kb3ducmV2LnhtbFBLBQYAAAAABAAEAPkAAACRAwAAAAA=&#10;" strokecolor="#00b0f0" strokeweight="2.25pt"/>
                    <v:shape id="AutoShape 468" o:spid="_x0000_s1186" type="#_x0000_t32" style="position:absolute;left:-368;top:51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jmuMUAAADcAAAADwAAAGRycy9kb3ducmV2LnhtbESPT2vCQBDF7wW/wzKF3uom0oqkriJC&#10;Qag9NHrQ25CdJqHZ2ZAd8+fbu4VCbzO8N+/3Zr0dXaN66kLt2UA6T0ARF97WXBo4n96fV6CCIFts&#10;PJOBiQJsN7OHNWbWD/xFfS6liiEcMjRQibSZ1qGoyGGY+5Y4at++cyhx7UptOxxiuGv0IkmW2mHN&#10;kVBhS/uKip/85iL35eNz3N0Olyv5KZVlITo9ijFPj+PuDZTQKP/mv+uDjfUXr/D7TJxAb+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ljmuMUAAADcAAAADwAAAAAAAAAA&#10;AAAAAAChAgAAZHJzL2Rvd25yZXYueG1sUEsFBgAAAAAEAAQA+QAAAJMDAAAAAA==&#10;" strokecolor="#00b0f0" strokeweight="2.25pt"/>
                    <v:shape id="AutoShape 469" o:spid="_x0000_s1187" type="#_x0000_t32" style="position:absolute;left:-368;top:564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p4z8MAAADcAAAADwAAAGRycy9kb3ducmV2LnhtbESPT4vCQAzF78J+hyHC3nRaWYp0HUWE&#10;BUH34J+Dewud2BY7mdKJWr/9jiB4S3gv7/cyW/SuUTfqQu3ZQDpOQBEX3tZcGjgefkZTUEGQLTae&#10;ycCDAizmH4MZ5tbfeUe3vZQqhnDI0UAl0uZah6Iih2HsW+KonX3nUOLaldp2eI/hrtGTJMm0w5oj&#10;ocKWVhUVl/3VRe7X5rdfXtenP/KPVLJCdLoVYz6H/fIblFAvb/Prem1j/UkGz2fiBHr+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KeM/DAAAA3AAAAA8AAAAAAAAAAAAA&#10;AAAAoQIAAGRycy9kb3ducmV2LnhtbFBLBQYAAAAABAAEAPkAAACRAwAAAAA=&#10;" strokecolor="#00b0f0" strokeweight="2.25pt"/>
                    <v:shape id="AutoShape 470" o:spid="_x0000_s1188" type="#_x0000_t32" style="position:absolute;left:-368;top:615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bdVMMAAADcAAAADwAAAGRycy9kb3ducmV2LnhtbESPQYvCQAyF78L+hyGCN51WRJfqKLIg&#10;COphdQ+7t9CJbbGTKZ2o9d87woK3hPfyvpfFqnO1ulEbKs8G0lECijj3tuLCwM9pM/wEFQTZYu2Z&#10;DDwowGr50VtgZv2dv+l2lELFEA4ZGihFmkzrkJfkMIx8Qxy1s28dSlzbQtsW7zHc1XqcJFPtsOJI&#10;KLGhr5Lyy/HqIneyO3Tr6/b3j/wjlWkuOt2LMYN+t56DEurkbf6/3tpYfzyD1zNxAr1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G3VTDAAAA3AAAAA8AAAAAAAAAAAAA&#10;AAAAoQIAAGRycy9kb3ducmV2LnhtbFBLBQYAAAAABAAEAPkAAACRAwAAAAA=&#10;" strokecolor="#00b0f0" strokeweight="2.25pt"/>
                    <v:shape id="AutoShape 471" o:spid="_x0000_s1189" type="#_x0000_t32" style="position:absolute;left:-368;top:665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lJJsIAAADcAAAADwAAAGRycy9kb3ducmV2LnhtbESPTWvCQBCG70L/wzKF3nQTEZHoKiIU&#10;hNpD1UN7G7JjEszOhuyo8d93DoXeZpj345nVZgituVOfmsgO8kkGhriMvuHKwfn0Pl6ASYLssY1M&#10;Dp6UYLN+Ga2w8PHBX3Q/SmU0hFOBDmqRrrA2lTUFTJPYEevtEvuAomtfWd/jQ8NDa6dZNrcBG9aG&#10;Gjva1VRej7egvbOPz2F723//UHzmMi/F5gdx7u112C7BCA3yL/5z773iT5VWn9EJ7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FlJJsIAAADcAAAADwAAAAAAAAAAAAAA&#10;AAChAgAAZHJzL2Rvd25yZXYueG1sUEsFBgAAAAAEAAQA+QAAAJADAAAAAA==&#10;" strokecolor="#00b0f0" strokeweight="2.25pt"/>
                    <v:shape id="AutoShape 472" o:spid="_x0000_s1190" type="#_x0000_t32" style="position:absolute;left:-368;top:716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XsvcMAAADcAAAADwAAAGRycy9kb3ducmV2LnhtbESPQYvCQAyF78L+hyGCN51WRNzqKLIg&#10;COphdQ+7t9CJbbGTKZ2o9d87woK3hPfyvpfFqnO1ulEbKs8G0lECijj3tuLCwM9pM5yBCoJssfZM&#10;Bh4UYLX86C0ws/7O33Q7SqFiCIcMDZQiTaZ1yEtyGEa+IY7a2bcOJa5toW2L9xjuaj1Okql2WHEk&#10;lNjQV0n55Xh1kTvZHbr1dfv7R/6RyjQXne7FmEG/W89BCXXyNv9fb22sP/6E1zNxAr1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8V7L3DAAAA3AAAAA8AAAAAAAAAAAAA&#10;AAAAoQIAAGRycy9kb3ducmV2LnhtbFBLBQYAAAAABAAEAPkAAACRAwAAAAA=&#10;" strokecolor="#00b0f0" strokeweight="2.25pt"/>
                    <v:shape id="AutoShape 473" o:spid="_x0000_s1191" type="#_x0000_t32" style="position:absolute;left:-368;top:76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T/cMAAADcAAAADwAAAGRycy9kb3ducmV2LnhtbESPTWvCQBCG74X+h2WE3uomrUiJriKF&#10;gtB6qPagtyE7JsHsbMiOGv+9cxB6m2Hej2fmyyG05kJ9aiI7yMcZGOIy+oYrB3+7r9cPMEmQPbaR&#10;ycGNEiwXz09zLHy88i9dtlIZDeFUoINapCusTWVNAdM4dsR6O8Y+oOjaV9b3eNXw0Nq3LJvagA1r&#10;Q40dfdZUnrbnoL2T782wOq/3B4q3XKal2PxHnHsZDasZGKFB/sUP99or/rvi6zM6gV3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20/3DAAAA3AAAAA8AAAAAAAAAAAAA&#10;AAAAoQIAAGRycy9kb3ducmV2LnhtbFBLBQYAAAAABAAEAPkAAACRAwAAAAA=&#10;" strokecolor="#00b0f0" strokeweight="2.25pt"/>
                    <v:shape id="AutoShape 474" o:spid="_x0000_s1192" type="#_x0000_t32" style="position:absolute;left:-368;top:819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p2ZsMAAADcAAAADwAAAGRycy9kb3ducmV2LnhtbESPQYvCQAyF74L/YYjgTaddF5HqKCII&#10;wrqHVQ96C53YFjuZ0ola/72zsLC3hPfyvpfFqnO1elAbKs8G0nECijj3tuLCwOm4Hc1ABUG2WHsm&#10;Ay8KsFr2ewvMrH/yDz0OUqgYwiFDA6VIk2kd8pIchrFviKN29a1DiWtbaNviM4a7Wn8kyVQ7rDgS&#10;SmxoU1J+O9xd5H5+fXfr++58If9KZZqLTvdizHDQreeghDr5N/9d72ysP0nh95k4gV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6dmbDAAAA3AAAAA8AAAAAAAAAAAAA&#10;AAAAoQIAAGRycy9kb3ducmV2LnhtbFBLBQYAAAAABAAEAPkAAACRAwAAAAA=&#10;" strokecolor="#00b0f0" strokeweight="2.25pt"/>
                    <v:shape id="AutoShape 475" o:spid="_x0000_s1193" type="#_x0000_t32" style="position:absolute;left:-128;top:868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joEcUAAADcAAAADwAAAGRycy9kb3ducmV2LnhtbESPT2vCQBDF7wW/wzKF3uomtoikriJC&#10;Qag9NHrQ25CdJqHZ2ZAd8+fbu4VCbzO8N+/3Zr0dXaN66kLt2UA6T0ARF97WXBo4n96fV6CCIFts&#10;PJOBiQJsN7OHNWbWD/xFfS6liiEcMjRQibSZ1qGoyGGY+5Y4at++cyhx7UptOxxiuGv0IkmW2mHN&#10;kVBhS/uKip/85iL39eNz3N0Olyv5KZVlITo9ijFPj+PuDZTQKP/mv+uDjfVfFvD7TJxAb+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joEcUAAADcAAAADwAAAAAAAAAA&#10;AAAAAAChAgAAZHJzL2Rvd25yZXYueG1sUEsFBgAAAAAEAAQA+QAAAJMDAAAAAA==&#10;" strokecolor="#00b0f0" strokeweight="2.25pt"/>
                    <v:shape id="AutoShape 476" o:spid="_x0000_s1194" type="#_x0000_t32" style="position:absolute;left:-128;top:919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RNisUAAADcAAAADwAAAGRycy9kb3ducmV2LnhtbESPQWvCQBCF74X+h2WE3ppNVKREV5GC&#10;EGg9VHtob0N2TILZ2ZCdxPjvu4VCbzO8N+97s9lNrlUj9aHxbCBLUlDEpbcNVwY+z4fnF1BBkC22&#10;nsnAnQLsto8PG8ytv/EHjSepVAzhkKOBWqTLtQ5lTQ5D4jviqF1871Di2lfa9niL4a7V8zRdaYcN&#10;R0KNHb3WVF5Pg4vc5dtx2g/F1zf5eyarUnT2LsY8zab9GpTQJP/mv+vCxvqLBfw+Eyf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yRNisUAAADcAAAADwAAAAAAAAAA&#10;AAAAAAChAgAAZHJzL2Rvd25yZXYueG1sUEsFBgAAAAAEAAQA+QAAAJMDAAAAAA==&#10;" strokecolor="#00b0f0" strokeweight="2.25pt"/>
                    <v:shape id="AutoShape 477" o:spid="_x0000_s1195" type="#_x0000_t32" style="position:absolute;left:-128;top:972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3V/sQAAADcAAAADwAAAGRycy9kb3ducmV2LnhtbESPT4vCQAzF74LfYciCN53WFZGuo4gg&#10;COse/HPQW+hk27KdTOlErd9+RxC8JbyX93uZLztXqxu1ofJsIB0loIhzbysuDJyOm+EMVBBki7Vn&#10;MvCgAMtFvzfHzPo77+l2kELFEA4ZGihFmkzrkJfkMIx8Qxy1X986lLi2hbYt3mO4q/U4SabaYcWR&#10;UGJD65Lyv8PVRe7k+6dbXbfnC/lHKtNcdLoTYwYf3eoLlFAnb/Premtj/c8JPJ+JE+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zdX+xAAAANwAAAAPAAAAAAAAAAAA&#10;AAAAAKECAABkcnMvZG93bnJldi54bWxQSwUGAAAAAAQABAD5AAAAkgMAAAAA&#10;" strokecolor="#00b0f0" strokeweight="2.25pt"/>
                    <v:shape id="AutoShape 478" o:spid="_x0000_s1196" type="#_x0000_t32" style="position:absolute;left:-128;top:10229;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FwZcUAAADcAAAADwAAAGRycy9kb3ducmV2LnhtbESPQWvCQBCF70L/wzKF3nQTq1JS1xAK&#10;glB7MPbQ3obsNAnNzobsqPHfdwuCtxnem/e9Weej69SZhtB6NpDOElDElbct1wY+j9vpC6ggyBY7&#10;z2TgSgHyzcNkjZn1Fz7QuZRaxRAOGRpoRPpM61A15DDMfE8ctR8/OJS4DrW2A15iuOv0PElW2mHL&#10;kdBgT28NVb/lyUXu4v1jLE67r2/y11RWleh0L8Y8PY7FKyihUe7m2/XOxvrPS/h/Jk6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4FwZcUAAADcAAAADwAAAAAAAAAA&#10;AAAAAAChAgAAZHJzL2Rvd25yZXYueG1sUEsFBgAAAAAEAAQA+QAAAJMDAAAAAA==&#10;" strokecolor="#00b0f0" strokeweight="2.25pt"/>
                    <v:shape id="AutoShape 479" o:spid="_x0000_s1197" type="#_x0000_t32" style="position:absolute;left:-128;top:10733;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PuEsQAAADcAAAADwAAAGRycy9kb3ducmV2LnhtbESPT2vCQBDF74LfYRmhN7NJK6GkriKC&#10;ILQe/HNob0N2moRmZ0N21Pjtu4LgbYb35v3ezJeDa9WF+tB4NpAlKSji0tuGKwOn42b6DioIssXW&#10;Mxm4UYDlYjyaY2H9lfd0OUilYgiHAg3UIl2hdShrchgS3xFH7df3DiWufaVtj9cY7lr9mqa5dthw&#10;JNTY0bqm8u9wdpE7+9wNq/P2+4f8LZO8FJ19iTEvk2H1AUpokKf5cb21sf5bDvdn4gR6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U+4SxAAAANwAAAAPAAAAAAAAAAAA&#10;AAAAAKECAABkcnMvZG93bnJldi54bWxQSwUGAAAAAAQABAD5AAAAkgMAAAAA&#10;" strokecolor="#00b0f0" strokeweight="2.25pt"/>
                    <v:shape id="AutoShape 480" o:spid="_x0000_s1198" type="#_x0000_t32" style="position:absolute;left:-128;top:1126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9LicQAAADcAAAADwAAAGRycy9kb3ducmV2LnhtbESPQWvCQBCF7wX/wzJCb3WTWqxEN0EK&#10;gtB6qPagtyE7JsHsbMiOGv99tyD0NsN78743y2JwrbpSHxrPBtJJAoq49LbhysDPfv0yBxUE2WLr&#10;mQzcKUCRj56WmFl/42+67qRSMYRDhgZqkS7TOpQ1OQwT3xFH7eR7hxLXvtK2x1sMd61+TZKZdthw&#10;JNTY0UdN5Xl3cZH79rkdVpfN4Uj+nsqsFJ1+iTHP42G1ACU0yL/5cb2xsf70Hf6eiRPo/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H0uJxAAAANwAAAAPAAAAAAAAAAAA&#10;AAAAAKECAABkcnMvZG93bnJldi54bWxQSwUGAAAAAAQABAD5AAAAkgMAAAAA&#10;" strokecolor="#00b0f0" strokeweight="2.25pt"/>
                    <v:shape id="AutoShape 481" o:spid="_x0000_s1199" type="#_x0000_t32" style="position:absolute;left:-128;top:1174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Df+8MAAADcAAAADwAAAGRycy9kb3ducmV2LnhtbESPTWvCQBCG74X+h2WE3uomrUiJriKF&#10;gtB6qPagtyE7JsHsbMiOGv+9cxB6m2Hej2fmyyG05kJ9aiI7yMcZGOIy+oYrB3+7r9cPMEmQPbaR&#10;ycGNEiwXz09zLHy88i9dtlIZDeFUoINapCusTWVNAdM4dsR6O8Y+oOjaV9b3eNXw0Nq3LJvagA1r&#10;Q40dfdZUnrbnoL2T782wOq/3B4q3XKal2PxHnHsZDasZGKFB/sUP99or/rvS6jM6gV3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A3/vDAAAA3AAAAA8AAAAAAAAAAAAA&#10;AAAAoQIAAGRycy9kb3ducmV2LnhtbFBLBQYAAAAABAAEAPkAAACRAwAAAAA=&#10;" strokecolor="#00b0f0" strokeweight="2.25pt"/>
                    <v:shape id="AutoShape 482" o:spid="_x0000_s1200" type="#_x0000_t32" style="position:absolute;left:-128;top:1224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x6YMQAAADcAAAADwAAAGRycy9kb3ducmV2LnhtbESPQWvCQBCF7wX/wzJCb3WTWqRGN0EK&#10;gtB6qPagtyE7JsHsbMiOGv99tyD0NsN78743y2JwrbpSHxrPBtJJAoq49LbhysDPfv3yDioIssXW&#10;Mxm4U4AiHz0tMbP+xt903UmlYgiHDA3UIl2mdShrchgmviOO2sn3DiWufaVtj7cY7lr9miQz7bDh&#10;SKixo4+ayvPu4iL37XM7rC6bw5H8PZVZKTr9EmOex8NqAUpokH/z43pjY/3pHP6eiRPo/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zHpgxAAAANwAAAAPAAAAAAAAAAAA&#10;AAAAAKECAABkcnMvZG93bnJldi54bWxQSwUGAAAAAAQABAD5AAAAkgMAAAAA&#10;" strokecolor="#00b0f0" strokeweight="2.25pt"/>
                    <v:shape id="AutoShape 483" o:spid="_x0000_s1201" type="#_x0000_t32" style="position:absolute;left:-128;top:1277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ggMIAAADcAAAADwAAAGRycy9kb3ducmV2LnhtbESPTWvCQBCG70L/wzKF3nSTIiLRVUQo&#10;CG0PVQ96G7JjEszOhuyo8d93DoXeZpj345nlegituVOfmsgO8kkGhriMvuHKwfHwMZ6DSYLssY1M&#10;Dp6UYL16GS2x8PHBP3TfS2U0hFOBDmqRrrA2lTUFTJPYEevtEvuAomtfWd/jQ8NDa9+zbGYDNqwN&#10;NXa0ram87m9Be6ef38PmtjudKT5zmZVi8y9x7u112CzACA3yL/5z77ziTxVfn9EJ7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ggMIAAADcAAAADwAAAAAAAAAAAAAA&#10;AAChAgAAZHJzL2Rvd25yZXYueG1sUEsFBgAAAAAEAAQA+QAAAJADAAAAAA==&#10;" strokecolor="#00b0f0" strokeweight="2.25pt"/>
                    <v:shape id="AutoShape 484" o:spid="_x0000_s1202" type="#_x0000_t32" style="position:absolute;left:-128;top:132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FG8IAAADcAAAADwAAAGRycy9kb3ducmV2LnhtbESPQYvCQAyF74L/YYjgTaddRKQ6igiC&#10;sO5h1YPeQie2xU6mdKLWf7+zIHhLeC/ve1msOlerB7Wh8mwgHSegiHNvKy4MnI7b0QxUEGSLtWcy&#10;8KIAq2W/t8DM+if/0uMghYohHDI0UIo0mdYhL8lhGPuGOGpX3zqUuLaFti0+Y7ir9VeSTLXDiiOh&#10;xIY2JeW3w91F7uT7p1vfd+cL+Vcq01x0uhdjhoNuPQcl1MnH/L7e2Vh/ksL/M3ECv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LwFG8IAAADcAAAADwAAAAAAAAAAAAAA&#10;AAChAgAAZHJzL2Rvd25yZXYueG1sUEsFBgAAAAAEAAQA+QAAAJADAAAAAA==&#10;" strokecolor="#00b0f0" strokeweight="2.25pt"/>
                    <v:shape id="AutoShape 485" o:spid="_x0000_s1203" type="#_x0000_t32" style="position:absolute;left:-128;top:137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bbMMAAADcAAAADwAAAGRycy9kb3ducmV2LnhtbESPT4vCQAzF78J+hyEL3nRaEZHqKCIs&#10;COse/HPQW+jEttjJlE6q9dvvCAt7S3gv7/eyXPeuVg9qQ+XZQDpOQBHn3lZcGDifvkZzUEGQLdae&#10;ycCLAqxXH4MlZtY/+UCPoxQqhnDI0EAp0mRah7wkh2HsG+Ko3XzrUOLaFtq2+IzhrtaTJJlphxVH&#10;QokNbUvK78fORe70+6ffdLvLlfwrlVkuOt2LMcPPfrMAJdTLv/nvemdj/ekE3s/ECf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um2zDAAAA3AAAAA8AAAAAAAAAAAAA&#10;AAAAoQIAAGRycy9kb3ducmV2LnhtbFBLBQYAAAAABAAEAPkAAACRAwAAAAA=&#10;" strokecolor="#00b0f0" strokeweight="2.25pt"/>
                    <v:shape id="AutoShape 486" o:spid="_x0000_s1204" type="#_x0000_t32" style="position:absolute;left:-128;top:14317;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I+98QAAADcAAAADwAAAGRycy9kb3ducmV2LnhtbESPT4vCQAzF74LfYciCN53WFZGuo4gg&#10;COse/HPQW+hk27KdTOlErd9+RxC8JbyX93uZLztXqxu1ofJsIB0loIhzbysuDJyOm+EMVBBki7Vn&#10;MvCgAMtFvzfHzPo77+l2kELFEA4ZGihFmkzrkJfkMIx8Qxy1X986lLi2hbYt3mO4q/U4SabaYcWR&#10;UGJD65Lyv8PVRe7k+6dbXbfnC/lHKtNcdLoTYwYf3eoLlFAnb/Premtj/cknPJ+JE+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Ij73xAAAANwAAAAPAAAAAAAAAAAA&#10;AAAAAKECAABkcnMvZG93bnJldi54bWxQSwUGAAAAAAQABAD5AAAAkgMAAAAA&#10;" strokecolor="#00b0f0" strokeweight="2.25pt"/>
                    <v:shape id="AutoShape 487" o:spid="_x0000_s1205" type="#_x0000_t32" style="position:absolute;left:-112;top:14781;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umg8QAAADcAAAADwAAAGRycy9kb3ducmV2LnhtbESPQWvDMAyF74X9B6PCbq2TEcLI6pZS&#10;GBS2HZrtsN1ErCahsRxitUn+/VwY7Cbxnt73tNlNrlM3GkLr2UC6TkARV962XBv4+nxdPYMKgmyx&#10;80wGZgqw2z4sNlhYP/KJbqXUKoZwKNBAI9IXWoeqIYdh7XviqJ394FDiOtTaDjjGcNfppyTJtcOW&#10;I6HBng4NVZfy6iI3e/uY9tfj9w/5OZW8Ep2+izGPy2n/Akpokn/z3/XRxvpZBvdn4gR6+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y6aDxAAAANwAAAAPAAAAAAAAAAAA&#10;AAAAAKECAABkcnMvZG93bnJldi54bWxQSwUGAAAAAAQABAD5AAAAkgMAAAAA&#10;" strokecolor="#00b0f0" strokeweight="2.25pt"/>
                    <v:shape id="AutoShape 488" o:spid="_x0000_s1206" type="#_x0000_t32" style="position:absolute;left:-140;top:15285;width:172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cDGMUAAADcAAAADwAAAGRycy9kb3ducmV2LnhtbESPQWvCQBCF74X+h2WE3ppNRKVEV5GC&#10;EGg9VHtob0N2TILZ2ZCdxPjvu4VCbzO8N+97s9lNrlUj9aHxbCBLUlDEpbcNVwY+z4fnF1BBkC22&#10;nsnAnQLsto8PG8ytv/EHjSepVAzhkKOBWqTLtQ5lTQ5D4jviqF1871Di2lfa9niL4a7V8zRdaYcN&#10;R0KNHb3WVF5Pg4vcxdtx2g/F1zf5eyarUnT2LsY8zab9GpTQJP/mv+vCxvqLJfw+Eyf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cDGMUAAADcAAAADwAAAAAAAAAA&#10;AAAAAAChAgAAZHJzL2Rvd25yZXYueG1sUEsFBgAAAAAEAAQA+QAAAJMDAAAAAA==&#10;" strokecolor="#00b0f0" strokeweight="2.25pt"/>
                  </v:group>
                </v:group>
              </v:group>
              <v:shape id="AutoShape 489" o:spid="_x0000_s1207" type="#_x0000_t32" style="position:absolute;left:-2;top:153;width:1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Wdb8MAAADcAAAADwAAAGRycy9kb3ducmV2LnhtbESPQYvCQAyF74L/YciCN51WpEh1FFkQ&#10;BPWwuof1FjrZtmwnUzpR6793FgRvCe/lfS/Lde8adaMu1J4NpJMEFHHhbc2lge/zdjwHFQTZYuOZ&#10;DDwowHo1HCwxt/7OX3Q7SaliCIccDVQiba51KCpyGCa+JY7ar+8cSly7UtsO7zHcNXqaJJl2WHMk&#10;VNjSZ0XF3+nqIne2P/ab6+7nQv6RSlaITg9izOij3yxACfXyNr+udzbWn2Xw/0ycQK+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VnW/DAAAA3AAAAA8AAAAAAAAAAAAA&#10;AAAAoQIAAGRycy9kb3ducmV2LnhtbFBLBQYAAAAABAAEAPkAAACRAwAAAAA=&#10;" strokecolor="#00b0f0" strokeweight="2.25pt"/>
            </v:group>
            <v:shape id="Text Box 491" o:spid="_x0000_s1208" type="#_x0000_t202" style="position:absolute;left:13;top:17;width:107;height:1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yqJsQA&#10;AADcAAAADwAAAGRycy9kb3ducmV2LnhtbESPQWvCQBCF70L/wzIFb7rbotJGVykVoSeL2grehuyY&#10;BLOzIbua9N93DoK3Gd6b975ZrHpfqxu1sQps4WVsQBHnwVVcWPg5bEZvoGJCdlgHJgt/FGG1fBos&#10;MHOh4x3d9qlQEsIxQwtlSk2mdcxL8hjHoSEW7Rxaj0nWttCuxU7Cfa1fjZlpjxVLQ4kNfZaUX/ZX&#10;b+F3ez4dJ+a7WPtp04XeaPbv2trhc/8xB5WoTw/z/frLCf5EaOUZmUA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MqibEAAAA3AAAAA8AAAAAAAAAAAAAAAAAmAIAAGRycy9k&#10;b3ducmV2LnhtbFBLBQYAAAAABAAEAPUAAACJAwAAAAA=&#10;" filled="f" stroked="f">
              <v:textbox>
                <w:txbxContent>
                  <w:p w:rsidR="007821E1" w:rsidRDefault="007821E1" w:rsidP="007821E1">
                    <w:r>
                      <w:t>First Line</w:t>
                    </w:r>
                  </w:p>
                  <w:p w:rsidR="007821E1" w:rsidRDefault="007821E1" w:rsidP="007821E1">
                    <w:r>
                      <w:t>Line 2</w:t>
                    </w:r>
                  </w:p>
                  <w:p w:rsidR="007821E1" w:rsidRDefault="007821E1" w:rsidP="007821E1">
                    <w:r>
                      <w:t>Line 3</w:t>
                    </w:r>
                  </w:p>
                  <w:p w:rsidR="007821E1" w:rsidRDefault="007821E1" w:rsidP="007821E1">
                    <w:r>
                      <w:t>Line 4</w:t>
                    </w:r>
                  </w:p>
                  <w:p w:rsidR="007821E1" w:rsidRDefault="007821E1" w:rsidP="007821E1">
                    <w:r>
                      <w:t>Line 5</w:t>
                    </w:r>
                  </w:p>
                  <w:p w:rsidR="007821E1" w:rsidRDefault="007821E1" w:rsidP="007821E1">
                    <w:r>
                      <w:t>Line 6</w:t>
                    </w:r>
                  </w:p>
                  <w:p w:rsidR="007821E1" w:rsidRDefault="007821E1" w:rsidP="007821E1">
                    <w:r>
                      <w:t>Line 7</w:t>
                    </w:r>
                  </w:p>
                  <w:p w:rsidR="007821E1" w:rsidRDefault="007821E1" w:rsidP="007821E1">
                    <w:r>
                      <w:t>Line 8</w:t>
                    </w:r>
                  </w:p>
                  <w:p w:rsidR="007821E1" w:rsidRDefault="007821E1" w:rsidP="007821E1">
                    <w:r>
                      <w:t>Line 9</w:t>
                    </w:r>
                  </w:p>
                  <w:p w:rsidR="007821E1" w:rsidRDefault="007821E1" w:rsidP="007821E1">
                    <w:r>
                      <w:t>Line 10</w:t>
                    </w:r>
                  </w:p>
                  <w:p w:rsidR="007821E1" w:rsidRDefault="007821E1" w:rsidP="007821E1">
                    <w:r>
                      <w:t>Line 11</w:t>
                    </w:r>
                  </w:p>
                  <w:p w:rsidR="007821E1" w:rsidRDefault="007821E1" w:rsidP="007821E1">
                    <w:r>
                      <w:t>Line 12</w:t>
                    </w:r>
                  </w:p>
                  <w:p w:rsidR="007821E1" w:rsidRDefault="007821E1" w:rsidP="007821E1">
                    <w:r>
                      <w:t>Line 13</w:t>
                    </w:r>
                  </w:p>
                  <w:p w:rsidR="007821E1" w:rsidRDefault="007821E1" w:rsidP="007821E1">
                    <w:r>
                      <w:t>Line 14</w:t>
                    </w:r>
                  </w:p>
                  <w:p w:rsidR="007821E1" w:rsidRDefault="007821E1" w:rsidP="007821E1">
                    <w:r>
                      <w:t>Line 15</w:t>
                    </w:r>
                  </w:p>
                  <w:p w:rsidR="007821E1" w:rsidRDefault="007821E1" w:rsidP="007821E1">
                    <w:r>
                      <w:t>Line 16</w:t>
                    </w:r>
                  </w:p>
                  <w:p w:rsidR="007821E1" w:rsidRDefault="007821E1" w:rsidP="007821E1">
                    <w:r>
                      <w:t>Line 17</w:t>
                    </w:r>
                  </w:p>
                  <w:p w:rsidR="007821E1" w:rsidRDefault="007821E1" w:rsidP="007821E1">
                    <w:r>
                      <w:t>Line 18</w:t>
                    </w:r>
                  </w:p>
                  <w:p w:rsidR="007821E1" w:rsidRDefault="007821E1" w:rsidP="007821E1">
                    <w:r>
                      <w:t>Line 19</w:t>
                    </w:r>
                  </w:p>
                  <w:p w:rsidR="007821E1" w:rsidRDefault="007821E1" w:rsidP="007821E1">
                    <w:r>
                      <w:t>Line 20</w:t>
                    </w:r>
                  </w:p>
                  <w:p w:rsidR="007821E1" w:rsidRDefault="007821E1" w:rsidP="007821E1">
                    <w:r>
                      <w:t>Line 21</w:t>
                    </w:r>
                  </w:p>
                  <w:p w:rsidR="007821E1" w:rsidRDefault="007821E1" w:rsidP="007821E1">
                    <w:r>
                      <w:t>Line 22</w:t>
                    </w:r>
                  </w:p>
                  <w:p w:rsidR="007821E1" w:rsidRDefault="007821E1" w:rsidP="007821E1">
                    <w:r>
                      <w:t>Line 23</w:t>
                    </w:r>
                  </w:p>
                  <w:p w:rsidR="007821E1" w:rsidRDefault="007821E1" w:rsidP="007821E1">
                    <w:r>
                      <w:t>Line 24</w:t>
                    </w:r>
                  </w:p>
                  <w:p w:rsidR="007821E1" w:rsidRDefault="007821E1" w:rsidP="007821E1">
                    <w:r>
                      <w:t>Line 25</w:t>
                    </w:r>
                  </w:p>
                  <w:p w:rsidR="007821E1" w:rsidRDefault="007821E1" w:rsidP="007821E1">
                    <w:r>
                      <w:t>Line 26</w:t>
                    </w:r>
                  </w:p>
                  <w:p w:rsidR="007821E1" w:rsidRPr="00D17703" w:rsidRDefault="007821E1" w:rsidP="007821E1">
                    <w:r>
                      <w:t>Last Line</w:t>
                    </w:r>
                  </w:p>
                </w:txbxContent>
              </v:textbox>
            </v:shape>
          </v:group>
        </w:pict>
      </w:r>
    </w:p>
    <w:p w:rsidR="00FB418A" w:rsidRDefault="00FB418A"/>
    <w:sectPr w:rsidR="00FB418A" w:rsidSect="00A12838">
      <w:headerReference w:type="default" r:id="rId14"/>
      <w:pgSz w:w="12240" w:h="15840"/>
      <w:pgMar w:top="720" w:right="720" w:bottom="720" w:left="144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A32" w:rsidRDefault="00455A32" w:rsidP="00E27A64">
      <w:pPr>
        <w:spacing w:after="0" w:line="240" w:lineRule="auto"/>
      </w:pPr>
      <w:r>
        <w:separator/>
      </w:r>
    </w:p>
  </w:endnote>
  <w:endnote w:type="continuationSeparator" w:id="1">
    <w:p w:rsidR="00455A32" w:rsidRDefault="00455A32" w:rsidP="00E27A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harlemagne Std">
    <w:panose1 w:val="00000000000000000000"/>
    <w:charset w:val="00"/>
    <w:family w:val="decorative"/>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A32" w:rsidRDefault="00455A32" w:rsidP="00E27A64">
      <w:pPr>
        <w:spacing w:after="0" w:line="240" w:lineRule="auto"/>
      </w:pPr>
      <w:r>
        <w:separator/>
      </w:r>
    </w:p>
  </w:footnote>
  <w:footnote w:type="continuationSeparator" w:id="1">
    <w:p w:rsidR="00455A32" w:rsidRDefault="00455A32" w:rsidP="00E27A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808080" w:themeColor="background1" w:themeShade="80"/>
        <w:spacing w:val="60"/>
      </w:rPr>
      <w:id w:val="-1667170575"/>
      <w:docPartObj>
        <w:docPartGallery w:val="Page Numbers (Top of Page)"/>
        <w:docPartUnique/>
      </w:docPartObj>
    </w:sdtPr>
    <w:sdtEndPr>
      <w:rPr>
        <w:b/>
        <w:bCs/>
        <w:noProof/>
        <w:color w:val="auto"/>
        <w:spacing w:val="0"/>
      </w:rPr>
    </w:sdtEndPr>
    <w:sdtContent>
      <w:p w:rsidR="00E27A64" w:rsidRPr="00A12838" w:rsidRDefault="00E27A64" w:rsidP="00A12838">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rsidR="00080FCE" w:rsidRPr="00080FCE">
          <w:fldChar w:fldCharType="begin"/>
        </w:r>
        <w:r>
          <w:instrText xml:space="preserve"> PAGE   \* MERGEFORMAT </w:instrText>
        </w:r>
        <w:r w:rsidR="00080FCE" w:rsidRPr="00080FCE">
          <w:fldChar w:fldCharType="separate"/>
        </w:r>
        <w:r w:rsidR="00912233" w:rsidRPr="00912233">
          <w:rPr>
            <w:b/>
            <w:bCs/>
            <w:noProof/>
          </w:rPr>
          <w:t>2</w:t>
        </w:r>
        <w:r w:rsidR="00080FCE">
          <w:rPr>
            <w:b/>
            <w:bCs/>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05E65"/>
    <w:multiLevelType w:val="hybridMultilevel"/>
    <w:tmpl w:val="EF0E7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086B15"/>
    <w:multiLevelType w:val="hybridMultilevel"/>
    <w:tmpl w:val="0B0E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1"/>
  <w:attachedTemplate r:id="rId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C4549"/>
    <w:rsid w:val="00024623"/>
    <w:rsid w:val="00080FCE"/>
    <w:rsid w:val="000D663C"/>
    <w:rsid w:val="002B6407"/>
    <w:rsid w:val="002C6B9F"/>
    <w:rsid w:val="00362459"/>
    <w:rsid w:val="003C3C9E"/>
    <w:rsid w:val="00455A32"/>
    <w:rsid w:val="004E0264"/>
    <w:rsid w:val="00542E02"/>
    <w:rsid w:val="005B0D43"/>
    <w:rsid w:val="0060756E"/>
    <w:rsid w:val="006131FB"/>
    <w:rsid w:val="00653254"/>
    <w:rsid w:val="00686788"/>
    <w:rsid w:val="006936C1"/>
    <w:rsid w:val="006B1EAF"/>
    <w:rsid w:val="007821E1"/>
    <w:rsid w:val="007B29D6"/>
    <w:rsid w:val="008352D3"/>
    <w:rsid w:val="008B4924"/>
    <w:rsid w:val="008B721E"/>
    <w:rsid w:val="008C2FFC"/>
    <w:rsid w:val="008D3A98"/>
    <w:rsid w:val="008E04A6"/>
    <w:rsid w:val="00912233"/>
    <w:rsid w:val="00941426"/>
    <w:rsid w:val="009D59CB"/>
    <w:rsid w:val="00A07219"/>
    <w:rsid w:val="00A12838"/>
    <w:rsid w:val="00A17EA3"/>
    <w:rsid w:val="00A85E60"/>
    <w:rsid w:val="00B234DB"/>
    <w:rsid w:val="00B239C8"/>
    <w:rsid w:val="00B721DC"/>
    <w:rsid w:val="00BD2843"/>
    <w:rsid w:val="00C77B8B"/>
    <w:rsid w:val="00D17703"/>
    <w:rsid w:val="00D71331"/>
    <w:rsid w:val="00DA39EF"/>
    <w:rsid w:val="00E007BC"/>
    <w:rsid w:val="00E27A64"/>
    <w:rsid w:val="00E5079F"/>
    <w:rsid w:val="00E6004C"/>
    <w:rsid w:val="00E6203B"/>
    <w:rsid w:val="00E95F71"/>
    <w:rsid w:val="00EB40C7"/>
    <w:rsid w:val="00F52148"/>
    <w:rsid w:val="00FB418A"/>
    <w:rsid w:val="00FC45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1c1c1c"/>
    </o:shapedefaults>
    <o:shapelayout v:ext="edit">
      <o:idmap v:ext="edit" data="1"/>
      <o:rules v:ext="edit">
        <o:r id="V:Rule1" type="connector" idref="#AutoShape 351"/>
        <o:r id="V:Rule2" type="connector" idref="#AutoShape 353"/>
        <o:r id="V:Rule3" type="connector" idref="#AutoShape 355"/>
        <o:r id="V:Rule4" type="connector" idref="#AutoShape 356"/>
        <o:r id="V:Rule5" type="connector" idref="#AutoShape 357"/>
        <o:r id="V:Rule6" type="connector" idref="#AutoShape 358"/>
        <o:r id="V:Rule7" type="connector" idref="#AutoShape 359"/>
        <o:r id="V:Rule8" type="connector" idref="#AutoShape 360"/>
        <o:r id="V:Rule9" type="connector" idref="#AutoShape 361"/>
        <o:r id="V:Rule10" type="connector" idref="#AutoShape 362"/>
        <o:r id="V:Rule11" type="connector" idref="#AutoShape 363"/>
        <o:r id="V:Rule12" type="connector" idref="#AutoShape 364"/>
        <o:r id="V:Rule13" type="connector" idref="#AutoShape 365"/>
        <o:r id="V:Rule14" type="connector" idref="#AutoShape 366"/>
        <o:r id="V:Rule15" type="connector" idref="#AutoShape 367"/>
        <o:r id="V:Rule16" type="connector" idref="#AutoShape 368"/>
        <o:r id="V:Rule17" type="connector" idref="#AutoShape 369"/>
        <o:r id="V:Rule18" type="connector" idref="#AutoShape 370"/>
        <o:r id="V:Rule19" type="connector" idref="#AutoShape 371"/>
        <o:r id="V:Rule20" type="connector" idref="#AutoShape 372"/>
        <o:r id="V:Rule21" type="connector" idref="#AutoShape 373"/>
        <o:r id="V:Rule22" type="connector" idref="#AutoShape 374"/>
        <o:r id="V:Rule23" type="connector" idref="#AutoShape 375"/>
        <o:r id="V:Rule24" type="connector" idref="#AutoShape 376"/>
        <o:r id="V:Rule25" type="connector" idref="#AutoShape 377"/>
        <o:r id="V:Rule26" type="connector" idref="#AutoShape 378"/>
        <o:r id="V:Rule27" type="connector" idref="#AutoShape 379"/>
        <o:r id="V:Rule28" type="connector" idref="#AutoShape 380"/>
        <o:r id="V:Rule29" type="connector" idref="#AutoShape 381"/>
        <o:r id="V:Rule30" type="connector" idref="#AutoShape 639"/>
        <o:r id="V:Rule31" type="connector" idref="#AutoShape 641"/>
        <o:r id="V:Rule32" type="connector" idref="#AutoShape 643"/>
        <o:r id="V:Rule33" type="connector" idref="#AutoShape 644"/>
        <o:r id="V:Rule34" type="connector" idref="#AutoShape 645"/>
        <o:r id="V:Rule35" type="connector" idref="#AutoShape 646"/>
        <o:r id="V:Rule36" type="connector" idref="#AutoShape 647"/>
        <o:r id="V:Rule37" type="connector" idref="#AutoShape 648"/>
        <o:r id="V:Rule38" type="connector" idref="#AutoShape 649"/>
        <o:r id="V:Rule39" type="connector" idref="#AutoShape 650"/>
        <o:r id="V:Rule40" type="connector" idref="#AutoShape 651"/>
        <o:r id="V:Rule41" type="connector" idref="#AutoShape 652"/>
        <o:r id="V:Rule42" type="connector" idref="#AutoShape 653"/>
        <o:r id="V:Rule43" type="connector" idref="#AutoShape 654"/>
        <o:r id="V:Rule44" type="connector" idref="#AutoShape 655"/>
        <o:r id="V:Rule45" type="connector" idref="#AutoShape 656"/>
        <o:r id="V:Rule46" type="connector" idref="#AutoShape 657"/>
        <o:r id="V:Rule47" type="connector" idref="#AutoShape 658"/>
        <o:r id="V:Rule48" type="connector" idref="#AutoShape 659"/>
        <o:r id="V:Rule49" type="connector" idref="#AutoShape 660"/>
        <o:r id="V:Rule50" type="connector" idref="#AutoShape 661"/>
        <o:r id="V:Rule51" type="connector" idref="#AutoShape 662"/>
        <o:r id="V:Rule52" type="connector" idref="#AutoShape 663"/>
        <o:r id="V:Rule53" type="connector" idref="#AutoShape 664"/>
        <o:r id="V:Rule54" type="connector" idref="#AutoShape 665"/>
        <o:r id="V:Rule55" type="connector" idref="#AutoShape 666"/>
        <o:r id="V:Rule56" type="connector" idref="#AutoShape 667"/>
        <o:r id="V:Rule57" type="connector" idref="#AutoShape 668"/>
        <o:r id="V:Rule58" type="connector" idref="#AutoShape 669"/>
        <o:r id="V:Rule59" type="connector" idref="#AutoShape 603"/>
        <o:r id="V:Rule60" type="connector" idref="#AutoShape 605"/>
        <o:r id="V:Rule61" type="connector" idref="#AutoShape 607"/>
        <o:r id="V:Rule62" type="connector" idref="#AutoShape 608"/>
        <o:r id="V:Rule63" type="connector" idref="#AutoShape 609"/>
        <o:r id="V:Rule64" type="connector" idref="#AutoShape 610"/>
        <o:r id="V:Rule65" type="connector" idref="#AutoShape 611"/>
        <o:r id="V:Rule66" type="connector" idref="#AutoShape 612"/>
        <o:r id="V:Rule67" type="connector" idref="#AutoShape 613"/>
        <o:r id="V:Rule68" type="connector" idref="#AutoShape 614"/>
        <o:r id="V:Rule69" type="connector" idref="#AutoShape 615"/>
        <o:r id="V:Rule70" type="connector" idref="#AutoShape 616"/>
        <o:r id="V:Rule71" type="connector" idref="#AutoShape 617"/>
        <o:r id="V:Rule72" type="connector" idref="#AutoShape 618"/>
        <o:r id="V:Rule73" type="connector" idref="#AutoShape 619"/>
        <o:r id="V:Rule74" type="connector" idref="#AutoShape 620"/>
        <o:r id="V:Rule75" type="connector" idref="#AutoShape 621"/>
        <o:r id="V:Rule76" type="connector" idref="#AutoShape 622"/>
        <o:r id="V:Rule77" type="connector" idref="#AutoShape 623"/>
        <o:r id="V:Rule78" type="connector" idref="#AutoShape 624"/>
        <o:r id="V:Rule79" type="connector" idref="#AutoShape 625"/>
        <o:r id="V:Rule80" type="connector" idref="#AutoShape 626"/>
        <o:r id="V:Rule81" type="connector" idref="#AutoShape 627"/>
        <o:r id="V:Rule82" type="connector" idref="#AutoShape 628"/>
        <o:r id="V:Rule83" type="connector" idref="#AutoShape 629"/>
        <o:r id="V:Rule84" type="connector" idref="#AutoShape 630"/>
        <o:r id="V:Rule85" type="connector" idref="#AutoShape 631"/>
        <o:r id="V:Rule86" type="connector" idref="#AutoShape 632"/>
        <o:r id="V:Rule87" type="connector" idref="#AutoShape 633"/>
        <o:r id="V:Rule88" type="connector" idref="#AutoShape 57"/>
        <o:r id="V:Rule89" type="connector" idref="#AutoShape 59"/>
        <o:r id="V:Rule90" type="connector" idref="#AutoShape 61"/>
        <o:r id="V:Rule91" type="connector" idref="#AutoShape 62"/>
        <o:r id="V:Rule92" type="connector" idref="#AutoShape 63"/>
        <o:r id="V:Rule93" type="connector" idref="#AutoShape 64"/>
        <o:r id="V:Rule94" type="connector" idref="#AutoShape 65"/>
        <o:r id="V:Rule95" type="connector" idref="#AutoShape 66"/>
        <o:r id="V:Rule96" type="connector" idref="#AutoShape 67"/>
        <o:r id="V:Rule97" type="connector" idref="#AutoShape 68"/>
        <o:r id="V:Rule98" type="connector" idref="#AutoShape 69"/>
        <o:r id="V:Rule99" type="connector" idref="#AutoShape 70"/>
        <o:r id="V:Rule100" type="connector" idref="#AutoShape 71"/>
        <o:r id="V:Rule101" type="connector" idref="#AutoShape 72"/>
        <o:r id="V:Rule102" type="connector" idref="#AutoShape 73"/>
        <o:r id="V:Rule103" type="connector" idref="#AutoShape 74"/>
        <o:r id="V:Rule104" type="connector" idref="#AutoShape 75"/>
        <o:r id="V:Rule105" type="connector" idref="#AutoShape 76"/>
        <o:r id="V:Rule106" type="connector" idref="#AutoShape 77"/>
        <o:r id="V:Rule107" type="connector" idref="#AutoShape 78"/>
        <o:r id="V:Rule108" type="connector" idref="#AutoShape 79"/>
        <o:r id="V:Rule109" type="connector" idref="#AutoShape 80"/>
        <o:r id="V:Rule110" type="connector" idref="#AutoShape 81"/>
        <o:r id="V:Rule111" type="connector" idref="#AutoShape 82"/>
        <o:r id="V:Rule112" type="connector" idref="#AutoShape 83"/>
        <o:r id="V:Rule113" type="connector" idref="#AutoShape 84"/>
        <o:r id="V:Rule114" type="connector" idref="#AutoShape 85"/>
        <o:r id="V:Rule115" type="connector" idref="#AutoShape 86"/>
        <o:r id="V:Rule116" type="connector" idref="#AutoShape 87"/>
        <o:r id="V:Rule117" type="connector" idref="#AutoShape 387"/>
        <o:r id="V:Rule118" type="connector" idref="#AutoShape 389"/>
        <o:r id="V:Rule119" type="connector" idref="#AutoShape 391"/>
        <o:r id="V:Rule120" type="connector" idref="#AutoShape 392"/>
        <o:r id="V:Rule121" type="connector" idref="#AutoShape 393"/>
        <o:r id="V:Rule122" type="connector" idref="#AutoShape 394"/>
        <o:r id="V:Rule123" type="connector" idref="#AutoShape 395"/>
        <o:r id="V:Rule124" type="connector" idref="#AutoShape 396"/>
        <o:r id="V:Rule125" type="connector" idref="#AutoShape 397"/>
        <o:r id="V:Rule126" type="connector" idref="#AutoShape 398"/>
        <o:r id="V:Rule127" type="connector" idref="#AutoShape 399"/>
        <o:r id="V:Rule128" type="connector" idref="#AutoShape 400"/>
        <o:r id="V:Rule129" type="connector" idref="#AutoShape 401"/>
        <o:r id="V:Rule130" type="connector" idref="#AutoShape 402"/>
        <o:r id="V:Rule131" type="connector" idref="#AutoShape 403"/>
        <o:r id="V:Rule132" type="connector" idref="#AutoShape 404"/>
        <o:r id="V:Rule133" type="connector" idref="#AutoShape 405"/>
        <o:r id="V:Rule134" type="connector" idref="#AutoShape 406"/>
        <o:r id="V:Rule135" type="connector" idref="#AutoShape 407"/>
        <o:r id="V:Rule136" type="connector" idref="#AutoShape 408"/>
        <o:r id="V:Rule137" type="connector" idref="#AutoShape 409"/>
        <o:r id="V:Rule138" type="connector" idref="#AutoShape 410"/>
        <o:r id="V:Rule139" type="connector" idref="#AutoShape 411"/>
        <o:r id="V:Rule140" type="connector" idref="#AutoShape 412"/>
        <o:r id="V:Rule141" type="connector" idref="#AutoShape 413"/>
        <o:r id="V:Rule142" type="connector" idref="#AutoShape 414"/>
        <o:r id="V:Rule143" type="connector" idref="#AutoShape 415"/>
        <o:r id="V:Rule144" type="connector" idref="#AutoShape 416"/>
        <o:r id="V:Rule145" type="connector" idref="#AutoShape 417"/>
        <o:r id="V:Rule146" type="connector" idref="#AutoShape 459"/>
        <o:r id="V:Rule147" type="connector" idref="#AutoShape 461"/>
        <o:r id="V:Rule148" type="connector" idref="#AutoShape 463"/>
        <o:r id="V:Rule149" type="connector" idref="#AutoShape 464"/>
        <o:r id="V:Rule150" type="connector" idref="#AutoShape 465"/>
        <o:r id="V:Rule151" type="connector" idref="#AutoShape 466"/>
        <o:r id="V:Rule152" type="connector" idref="#AutoShape 467"/>
        <o:r id="V:Rule153" type="connector" idref="#AutoShape 468"/>
        <o:r id="V:Rule154" type="connector" idref="#AutoShape 469"/>
        <o:r id="V:Rule155" type="connector" idref="#AutoShape 470"/>
        <o:r id="V:Rule156" type="connector" idref="#AutoShape 471"/>
        <o:r id="V:Rule157" type="connector" idref="#AutoShape 472"/>
        <o:r id="V:Rule158" type="connector" idref="#AutoShape 473"/>
        <o:r id="V:Rule159" type="connector" idref="#AutoShape 474"/>
        <o:r id="V:Rule160" type="connector" idref="#AutoShape 475"/>
        <o:r id="V:Rule161" type="connector" idref="#AutoShape 476"/>
        <o:r id="V:Rule162" type="connector" idref="#AutoShape 477"/>
        <o:r id="V:Rule163" type="connector" idref="#AutoShape 478"/>
        <o:r id="V:Rule164" type="connector" idref="#AutoShape 479"/>
        <o:r id="V:Rule165" type="connector" idref="#AutoShape 480"/>
        <o:r id="V:Rule166" type="connector" idref="#AutoShape 481"/>
        <o:r id="V:Rule167" type="connector" idref="#AutoShape 482"/>
        <o:r id="V:Rule168" type="connector" idref="#AutoShape 483"/>
        <o:r id="V:Rule169" type="connector" idref="#AutoShape 484"/>
        <o:r id="V:Rule170" type="connector" idref="#AutoShape 485"/>
        <o:r id="V:Rule171" type="connector" idref="#AutoShape 486"/>
        <o:r id="V:Rule172" type="connector" idref="#AutoShape 487"/>
        <o:r id="V:Rule173" type="connector" idref="#AutoShape 488"/>
        <o:r id="V:Rule174" type="connector" idref="#AutoShape 4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F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331"/>
    <w:rPr>
      <w:color w:val="808080"/>
    </w:rPr>
  </w:style>
  <w:style w:type="paragraph" w:styleId="BalloonText">
    <w:name w:val="Balloon Text"/>
    <w:basedOn w:val="Normal"/>
    <w:link w:val="BalloonTextChar"/>
    <w:uiPriority w:val="99"/>
    <w:semiHidden/>
    <w:unhideWhenUsed/>
    <w:rsid w:val="00D713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331"/>
    <w:rPr>
      <w:rFonts w:ascii="Tahoma" w:hAnsi="Tahoma" w:cs="Tahoma"/>
      <w:sz w:val="16"/>
      <w:szCs w:val="16"/>
    </w:rPr>
  </w:style>
  <w:style w:type="paragraph" w:styleId="ListParagraph">
    <w:name w:val="List Paragraph"/>
    <w:basedOn w:val="Normal"/>
    <w:uiPriority w:val="34"/>
    <w:qFormat/>
    <w:rsid w:val="00E6203B"/>
    <w:pPr>
      <w:ind w:left="720"/>
      <w:contextualSpacing/>
    </w:pPr>
  </w:style>
  <w:style w:type="paragraph" w:styleId="Header">
    <w:name w:val="header"/>
    <w:basedOn w:val="Normal"/>
    <w:link w:val="HeaderChar"/>
    <w:uiPriority w:val="99"/>
    <w:unhideWhenUsed/>
    <w:rsid w:val="00E27A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A64"/>
  </w:style>
  <w:style w:type="paragraph" w:styleId="Footer">
    <w:name w:val="footer"/>
    <w:basedOn w:val="Normal"/>
    <w:link w:val="FooterChar"/>
    <w:uiPriority w:val="99"/>
    <w:unhideWhenUsed/>
    <w:rsid w:val="00E27A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A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331"/>
    <w:rPr>
      <w:color w:val="808080"/>
    </w:rPr>
  </w:style>
  <w:style w:type="paragraph" w:styleId="BalloonText">
    <w:name w:val="Balloon Text"/>
    <w:basedOn w:val="Normal"/>
    <w:link w:val="BalloonTextChar"/>
    <w:uiPriority w:val="99"/>
    <w:semiHidden/>
    <w:unhideWhenUsed/>
    <w:rsid w:val="00D713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331"/>
    <w:rPr>
      <w:rFonts w:ascii="Tahoma" w:hAnsi="Tahoma" w:cs="Tahoma"/>
      <w:sz w:val="16"/>
      <w:szCs w:val="16"/>
    </w:rPr>
  </w:style>
  <w:style w:type="paragraph" w:styleId="ListParagraph">
    <w:name w:val="List Paragraph"/>
    <w:basedOn w:val="Normal"/>
    <w:uiPriority w:val="34"/>
    <w:qFormat/>
    <w:rsid w:val="00E6203B"/>
    <w:pPr>
      <w:ind w:left="720"/>
      <w:contextualSpacing/>
    </w:pPr>
  </w:style>
  <w:style w:type="paragraph" w:styleId="Header">
    <w:name w:val="header"/>
    <w:basedOn w:val="Normal"/>
    <w:link w:val="HeaderChar"/>
    <w:uiPriority w:val="99"/>
    <w:unhideWhenUsed/>
    <w:rsid w:val="00E27A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A64"/>
  </w:style>
  <w:style w:type="paragraph" w:styleId="Footer">
    <w:name w:val="footer"/>
    <w:basedOn w:val="Normal"/>
    <w:link w:val="FooterChar"/>
    <w:uiPriority w:val="99"/>
    <w:unhideWhenUsed/>
    <w:rsid w:val="00E27A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A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gif"/><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TP03000064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3" ma:contentTypeDescription="Create a new document." ma:contentTypeScope="" ma:versionID="37d3ec2b48d53e45b233ad8f52fe1b11"/>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040A5-3BE2-440E-86B3-050CCB8CE27E}">
  <ds:schemaRefs>
    <ds:schemaRef ds:uri="http://schemas.microsoft.com/office/2006/metadata/contentType"/>
    <ds:schemaRef ds:uri="http://schemas.microsoft.com/office/2006/metadata/properties/metaAttributes"/>
  </ds:schemaRefs>
</ds:datastoreItem>
</file>

<file path=customXml/itemProps2.xml><?xml version="1.0" encoding="utf-8"?>
<ds:datastoreItem xmlns:ds="http://schemas.openxmlformats.org/officeDocument/2006/customXml" ds:itemID="{CFA9E1CC-4601-4615-97B5-C883CDEBEDFF}">
  <ds:schemaRefs>
    <ds:schemaRef ds:uri="http://schemas.microsoft.com/sharepoint/v3/contenttype/forms"/>
  </ds:schemaRefs>
</ds:datastoreItem>
</file>

<file path=customXml/itemProps3.xml><?xml version="1.0" encoding="utf-8"?>
<ds:datastoreItem xmlns:ds="http://schemas.openxmlformats.org/officeDocument/2006/customXml" ds:itemID="{2173A2E1-6961-424E-87E9-AC307128A2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A22BAB-98C9-4571-8E3E-D317E1CC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TP030000648</Template>
  <TotalTime>21</TotalTime>
  <Pages>5</Pages>
  <Words>3</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Cellphones in the Classroom Travel Journal</vt:lpstr>
    </vt:vector>
  </TitlesOfParts>
  <Company>Hewlett-Packard Company</Company>
  <LinksUpToDate>false</LinksUpToDate>
  <CharactersWithSpaces>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Cellphones in the Classroom Travel Journal</dc:title>
  <dc:creator>Student Name</dc:creator>
  <cp:lastModifiedBy>PASD</cp:lastModifiedBy>
  <cp:revision>2</cp:revision>
  <dcterms:created xsi:type="dcterms:W3CDTF">2011-04-05T13:58:00Z</dcterms:created>
  <dcterms:modified xsi:type="dcterms:W3CDTF">2011-04-05T13:58:00Z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TC300006489990</vt:lpwstr>
  </property>
</Properties>
</file>